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Zhotovení stavby</w:t>
      </w:r>
      <w:r>
        <w:t xml:space="preserve"> - podlimitní</w:t>
      </w:r>
    </w:p>
    <w:p w14:paraId="17CC9580" w14:textId="77777777" w:rsidR="0035531B" w:rsidRDefault="0035531B" w:rsidP="00EB46E5">
      <w:pPr>
        <w:pStyle w:val="Titul2"/>
      </w:pPr>
    </w:p>
    <w:p w14:paraId="1E8FFEA2" w14:textId="7514FC48" w:rsidR="0035531B" w:rsidRDefault="0035531B" w:rsidP="00EB46E5">
      <w:pPr>
        <w:pStyle w:val="Titul2"/>
      </w:pPr>
      <w:r w:rsidRPr="00F41EC2">
        <w:t>„</w:t>
      </w:r>
      <w:r w:rsidR="00F41EC2" w:rsidRPr="00F41EC2">
        <w:t>Doplnění závor na přejezdu P7871 v km 27,441 trati Hlučín – Opava východ</w:t>
      </w:r>
      <w:r w:rsidRPr="00F41EC2">
        <w:t>“</w:t>
      </w:r>
    </w:p>
    <w:p w14:paraId="152849FF" w14:textId="77777777" w:rsidR="00AD0C7B" w:rsidRPr="006C2343" w:rsidRDefault="00AD0C7B" w:rsidP="00EB46E5">
      <w:pPr>
        <w:pStyle w:val="Titul2"/>
      </w:pPr>
    </w:p>
    <w:p w14:paraId="45AB7781" w14:textId="2BAE0C30" w:rsidR="00F46EA7" w:rsidRDefault="00F46EA7" w:rsidP="00F46EA7">
      <w:pPr>
        <w:pStyle w:val="Text1-1"/>
        <w:numPr>
          <w:ilvl w:val="0"/>
          <w:numId w:val="0"/>
        </w:numPr>
        <w:tabs>
          <w:tab w:val="left" w:pos="708"/>
        </w:tabs>
        <w:ind w:left="737" w:hanging="737"/>
      </w:pPr>
      <w:r>
        <w:t xml:space="preserve">Č.j. </w:t>
      </w:r>
      <w:r w:rsidR="00756350" w:rsidRPr="00756350">
        <w:t>14980/2023-SŽ-SSV-Ú3</w:t>
      </w:r>
    </w:p>
    <w:p w14:paraId="5E146EB9" w14:textId="46A0DB1B" w:rsidR="00826B7B" w:rsidRDefault="00826B7B" w:rsidP="006C2343">
      <w:pPr>
        <w:pStyle w:val="Titul2"/>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1CA4B92A" w14:textId="14B7ADAE" w:rsidR="00311E65" w:rsidRDefault="00311E65" w:rsidP="00584AFA">
      <w:pPr>
        <w:spacing w:after="0" w:line="240" w:lineRule="auto"/>
      </w:pPr>
    </w:p>
    <w:p w14:paraId="3803198F" w14:textId="77777777" w:rsidR="001F0B6F" w:rsidRDefault="001F0B6F" w:rsidP="001F0B6F">
      <w:pPr>
        <w:pStyle w:val="Zpat"/>
        <w:tabs>
          <w:tab w:val="left" w:pos="6772"/>
        </w:tabs>
        <w:rPr>
          <w:sz w:val="2"/>
          <w:szCs w:val="2"/>
        </w:rPr>
      </w:pPr>
    </w:p>
    <w:p w14:paraId="2528C54D" w14:textId="77777777" w:rsidR="001F0B6F" w:rsidRDefault="001F0B6F">
      <w:pPr>
        <w:rPr>
          <w:rFonts w:asciiTheme="majorHAnsi" w:hAnsiTheme="majorHAnsi"/>
          <w:b/>
          <w:caps/>
          <w:sz w:val="22"/>
        </w:rPr>
      </w:pPr>
      <w:r>
        <w:br w:type="page"/>
      </w:r>
    </w:p>
    <w:p w14:paraId="051B6C6D" w14:textId="7675ED98" w:rsidR="00BD7E91" w:rsidRDefault="00BD7E91" w:rsidP="00FE4333">
      <w:pPr>
        <w:pStyle w:val="Nadpisbezsl1-1"/>
      </w:pPr>
      <w:r>
        <w:lastRenderedPageBreak/>
        <w:t>Obsah</w:t>
      </w:r>
      <w:r w:rsidR="00887F36">
        <w:t xml:space="preserve"> </w:t>
      </w:r>
    </w:p>
    <w:p w14:paraId="54973BA5" w14:textId="7AC2A964" w:rsidR="00F00C65"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47153708" w:history="1">
        <w:r w:rsidR="00F00C65" w:rsidRPr="00FD455F">
          <w:rPr>
            <w:rStyle w:val="Hypertextovodkaz"/>
          </w:rPr>
          <w:t>1.</w:t>
        </w:r>
        <w:r w:rsidR="00F00C65">
          <w:rPr>
            <w:rFonts w:eastAsiaTheme="minorEastAsia"/>
            <w:caps w:val="0"/>
            <w:noProof/>
            <w:sz w:val="22"/>
            <w:szCs w:val="22"/>
            <w:lang w:eastAsia="cs-CZ"/>
          </w:rPr>
          <w:tab/>
        </w:r>
        <w:r w:rsidR="00F00C65" w:rsidRPr="00FD455F">
          <w:rPr>
            <w:rStyle w:val="Hypertextovodkaz"/>
          </w:rPr>
          <w:t>ÚVODNÍ USTANOVENÍ</w:t>
        </w:r>
        <w:r w:rsidR="00F00C65">
          <w:rPr>
            <w:noProof/>
            <w:webHidden/>
          </w:rPr>
          <w:tab/>
        </w:r>
        <w:r w:rsidR="00F00C65">
          <w:rPr>
            <w:noProof/>
            <w:webHidden/>
          </w:rPr>
          <w:fldChar w:fldCharType="begin"/>
        </w:r>
        <w:r w:rsidR="00F00C65">
          <w:rPr>
            <w:noProof/>
            <w:webHidden/>
          </w:rPr>
          <w:instrText xml:space="preserve"> PAGEREF _Toc147153708 \h </w:instrText>
        </w:r>
        <w:r w:rsidR="00F00C65">
          <w:rPr>
            <w:noProof/>
            <w:webHidden/>
          </w:rPr>
        </w:r>
        <w:r w:rsidR="00F00C65">
          <w:rPr>
            <w:noProof/>
            <w:webHidden/>
          </w:rPr>
          <w:fldChar w:fldCharType="separate"/>
        </w:r>
        <w:r w:rsidR="00F00C65">
          <w:rPr>
            <w:noProof/>
            <w:webHidden/>
          </w:rPr>
          <w:t>4</w:t>
        </w:r>
        <w:r w:rsidR="00F00C65">
          <w:rPr>
            <w:noProof/>
            <w:webHidden/>
          </w:rPr>
          <w:fldChar w:fldCharType="end"/>
        </w:r>
      </w:hyperlink>
    </w:p>
    <w:p w14:paraId="48D81058" w14:textId="3C608256" w:rsidR="00F00C65" w:rsidRDefault="00756350">
      <w:pPr>
        <w:pStyle w:val="Obsah1"/>
        <w:rPr>
          <w:rFonts w:eastAsiaTheme="minorEastAsia"/>
          <w:caps w:val="0"/>
          <w:noProof/>
          <w:sz w:val="22"/>
          <w:szCs w:val="22"/>
          <w:lang w:eastAsia="cs-CZ"/>
        </w:rPr>
      </w:pPr>
      <w:hyperlink w:anchor="_Toc147153709" w:history="1">
        <w:r w:rsidR="00F00C65" w:rsidRPr="00FD455F">
          <w:rPr>
            <w:rStyle w:val="Hypertextovodkaz"/>
          </w:rPr>
          <w:t>2.</w:t>
        </w:r>
        <w:r w:rsidR="00F00C65">
          <w:rPr>
            <w:rFonts w:eastAsiaTheme="minorEastAsia"/>
            <w:caps w:val="0"/>
            <w:noProof/>
            <w:sz w:val="22"/>
            <w:szCs w:val="22"/>
            <w:lang w:eastAsia="cs-CZ"/>
          </w:rPr>
          <w:tab/>
        </w:r>
        <w:r w:rsidR="00F00C65" w:rsidRPr="00FD455F">
          <w:rPr>
            <w:rStyle w:val="Hypertextovodkaz"/>
          </w:rPr>
          <w:t>IDENTIFIKAČNÍ ÚDAJE ZADAVATELE</w:t>
        </w:r>
        <w:r w:rsidR="00F00C65">
          <w:rPr>
            <w:noProof/>
            <w:webHidden/>
          </w:rPr>
          <w:tab/>
        </w:r>
        <w:r w:rsidR="00F00C65">
          <w:rPr>
            <w:noProof/>
            <w:webHidden/>
          </w:rPr>
          <w:fldChar w:fldCharType="begin"/>
        </w:r>
        <w:r w:rsidR="00F00C65">
          <w:rPr>
            <w:noProof/>
            <w:webHidden/>
          </w:rPr>
          <w:instrText xml:space="preserve"> PAGEREF _Toc147153709 \h </w:instrText>
        </w:r>
        <w:r w:rsidR="00F00C65">
          <w:rPr>
            <w:noProof/>
            <w:webHidden/>
          </w:rPr>
        </w:r>
        <w:r w:rsidR="00F00C65">
          <w:rPr>
            <w:noProof/>
            <w:webHidden/>
          </w:rPr>
          <w:fldChar w:fldCharType="separate"/>
        </w:r>
        <w:r w:rsidR="00F00C65">
          <w:rPr>
            <w:noProof/>
            <w:webHidden/>
          </w:rPr>
          <w:t>4</w:t>
        </w:r>
        <w:r w:rsidR="00F00C65">
          <w:rPr>
            <w:noProof/>
            <w:webHidden/>
          </w:rPr>
          <w:fldChar w:fldCharType="end"/>
        </w:r>
      </w:hyperlink>
    </w:p>
    <w:p w14:paraId="23F7CCEC" w14:textId="53383473" w:rsidR="00F00C65" w:rsidRDefault="00756350">
      <w:pPr>
        <w:pStyle w:val="Obsah1"/>
        <w:rPr>
          <w:rFonts w:eastAsiaTheme="minorEastAsia"/>
          <w:caps w:val="0"/>
          <w:noProof/>
          <w:sz w:val="22"/>
          <w:szCs w:val="22"/>
          <w:lang w:eastAsia="cs-CZ"/>
        </w:rPr>
      </w:pPr>
      <w:hyperlink w:anchor="_Toc147153710" w:history="1">
        <w:r w:rsidR="00F00C65" w:rsidRPr="00FD455F">
          <w:rPr>
            <w:rStyle w:val="Hypertextovodkaz"/>
          </w:rPr>
          <w:t>3.</w:t>
        </w:r>
        <w:r w:rsidR="00F00C65">
          <w:rPr>
            <w:rFonts w:eastAsiaTheme="minorEastAsia"/>
            <w:caps w:val="0"/>
            <w:noProof/>
            <w:sz w:val="22"/>
            <w:szCs w:val="22"/>
            <w:lang w:eastAsia="cs-CZ"/>
          </w:rPr>
          <w:tab/>
        </w:r>
        <w:r w:rsidR="00F00C65" w:rsidRPr="00FD455F">
          <w:rPr>
            <w:rStyle w:val="Hypertextovodkaz"/>
          </w:rPr>
          <w:t>KOMUNIKACE MEZI ZADAVATELEM a DODAVATELEM</w:t>
        </w:r>
        <w:r w:rsidR="00F00C65">
          <w:rPr>
            <w:noProof/>
            <w:webHidden/>
          </w:rPr>
          <w:tab/>
        </w:r>
        <w:r w:rsidR="00F00C65">
          <w:rPr>
            <w:noProof/>
            <w:webHidden/>
          </w:rPr>
          <w:fldChar w:fldCharType="begin"/>
        </w:r>
        <w:r w:rsidR="00F00C65">
          <w:rPr>
            <w:noProof/>
            <w:webHidden/>
          </w:rPr>
          <w:instrText xml:space="preserve"> PAGEREF _Toc147153710 \h </w:instrText>
        </w:r>
        <w:r w:rsidR="00F00C65">
          <w:rPr>
            <w:noProof/>
            <w:webHidden/>
          </w:rPr>
        </w:r>
        <w:r w:rsidR="00F00C65">
          <w:rPr>
            <w:noProof/>
            <w:webHidden/>
          </w:rPr>
          <w:fldChar w:fldCharType="separate"/>
        </w:r>
        <w:r w:rsidR="00F00C65">
          <w:rPr>
            <w:noProof/>
            <w:webHidden/>
          </w:rPr>
          <w:t>5</w:t>
        </w:r>
        <w:r w:rsidR="00F00C65">
          <w:rPr>
            <w:noProof/>
            <w:webHidden/>
          </w:rPr>
          <w:fldChar w:fldCharType="end"/>
        </w:r>
      </w:hyperlink>
    </w:p>
    <w:p w14:paraId="747D421D" w14:textId="6712B7B8" w:rsidR="00F00C65" w:rsidRDefault="00756350">
      <w:pPr>
        <w:pStyle w:val="Obsah1"/>
        <w:rPr>
          <w:rFonts w:eastAsiaTheme="minorEastAsia"/>
          <w:caps w:val="0"/>
          <w:noProof/>
          <w:sz w:val="22"/>
          <w:szCs w:val="22"/>
          <w:lang w:eastAsia="cs-CZ"/>
        </w:rPr>
      </w:pPr>
      <w:hyperlink w:anchor="_Toc147153711" w:history="1">
        <w:r w:rsidR="00F00C65" w:rsidRPr="00FD455F">
          <w:rPr>
            <w:rStyle w:val="Hypertextovodkaz"/>
          </w:rPr>
          <w:t>4.</w:t>
        </w:r>
        <w:r w:rsidR="00F00C65">
          <w:rPr>
            <w:rFonts w:eastAsiaTheme="minorEastAsia"/>
            <w:caps w:val="0"/>
            <w:noProof/>
            <w:sz w:val="22"/>
            <w:szCs w:val="22"/>
            <w:lang w:eastAsia="cs-CZ"/>
          </w:rPr>
          <w:tab/>
        </w:r>
        <w:r w:rsidR="00F00C65" w:rsidRPr="00FD455F">
          <w:rPr>
            <w:rStyle w:val="Hypertextovodkaz"/>
          </w:rPr>
          <w:t>ÚČEL A PŘEDMĚT PLNĚNÍ VEŘEJNÉ ZAKÁZKY</w:t>
        </w:r>
        <w:r w:rsidR="00F00C65">
          <w:rPr>
            <w:noProof/>
            <w:webHidden/>
          </w:rPr>
          <w:tab/>
        </w:r>
        <w:r w:rsidR="00F00C65">
          <w:rPr>
            <w:noProof/>
            <w:webHidden/>
          </w:rPr>
          <w:fldChar w:fldCharType="begin"/>
        </w:r>
        <w:r w:rsidR="00F00C65">
          <w:rPr>
            <w:noProof/>
            <w:webHidden/>
          </w:rPr>
          <w:instrText xml:space="preserve"> PAGEREF _Toc147153711 \h </w:instrText>
        </w:r>
        <w:r w:rsidR="00F00C65">
          <w:rPr>
            <w:noProof/>
            <w:webHidden/>
          </w:rPr>
        </w:r>
        <w:r w:rsidR="00F00C65">
          <w:rPr>
            <w:noProof/>
            <w:webHidden/>
          </w:rPr>
          <w:fldChar w:fldCharType="separate"/>
        </w:r>
        <w:r w:rsidR="00F00C65">
          <w:rPr>
            <w:noProof/>
            <w:webHidden/>
          </w:rPr>
          <w:t>5</w:t>
        </w:r>
        <w:r w:rsidR="00F00C65">
          <w:rPr>
            <w:noProof/>
            <w:webHidden/>
          </w:rPr>
          <w:fldChar w:fldCharType="end"/>
        </w:r>
      </w:hyperlink>
    </w:p>
    <w:p w14:paraId="045E3E36" w14:textId="0F2B0A84" w:rsidR="00F00C65" w:rsidRDefault="00756350">
      <w:pPr>
        <w:pStyle w:val="Obsah1"/>
        <w:rPr>
          <w:rFonts w:eastAsiaTheme="minorEastAsia"/>
          <w:caps w:val="0"/>
          <w:noProof/>
          <w:sz w:val="22"/>
          <w:szCs w:val="22"/>
          <w:lang w:eastAsia="cs-CZ"/>
        </w:rPr>
      </w:pPr>
      <w:hyperlink w:anchor="_Toc147153712" w:history="1">
        <w:r w:rsidR="00F00C65" w:rsidRPr="00FD455F">
          <w:rPr>
            <w:rStyle w:val="Hypertextovodkaz"/>
          </w:rPr>
          <w:t>5.</w:t>
        </w:r>
        <w:r w:rsidR="00F00C65">
          <w:rPr>
            <w:rFonts w:eastAsiaTheme="minorEastAsia"/>
            <w:caps w:val="0"/>
            <w:noProof/>
            <w:sz w:val="22"/>
            <w:szCs w:val="22"/>
            <w:lang w:eastAsia="cs-CZ"/>
          </w:rPr>
          <w:tab/>
        </w:r>
        <w:r w:rsidR="00F00C65" w:rsidRPr="00FD455F">
          <w:rPr>
            <w:rStyle w:val="Hypertextovodkaz"/>
          </w:rPr>
          <w:t>ZDROJE FINANCOVÁNÍ A PŘEDPOKLÁDANÁ HODNOTA VEŘEJNÉ ZAKÁZKY</w:t>
        </w:r>
        <w:r w:rsidR="00F00C65">
          <w:rPr>
            <w:noProof/>
            <w:webHidden/>
          </w:rPr>
          <w:tab/>
        </w:r>
        <w:r w:rsidR="00F00C65">
          <w:rPr>
            <w:noProof/>
            <w:webHidden/>
          </w:rPr>
          <w:fldChar w:fldCharType="begin"/>
        </w:r>
        <w:r w:rsidR="00F00C65">
          <w:rPr>
            <w:noProof/>
            <w:webHidden/>
          </w:rPr>
          <w:instrText xml:space="preserve"> PAGEREF _Toc147153712 \h </w:instrText>
        </w:r>
        <w:r w:rsidR="00F00C65">
          <w:rPr>
            <w:noProof/>
            <w:webHidden/>
          </w:rPr>
        </w:r>
        <w:r w:rsidR="00F00C65">
          <w:rPr>
            <w:noProof/>
            <w:webHidden/>
          </w:rPr>
          <w:fldChar w:fldCharType="separate"/>
        </w:r>
        <w:r w:rsidR="00F00C65">
          <w:rPr>
            <w:noProof/>
            <w:webHidden/>
          </w:rPr>
          <w:t>6</w:t>
        </w:r>
        <w:r w:rsidR="00F00C65">
          <w:rPr>
            <w:noProof/>
            <w:webHidden/>
          </w:rPr>
          <w:fldChar w:fldCharType="end"/>
        </w:r>
      </w:hyperlink>
    </w:p>
    <w:p w14:paraId="2E8551D8" w14:textId="1996A490" w:rsidR="00F00C65" w:rsidRDefault="00756350">
      <w:pPr>
        <w:pStyle w:val="Obsah1"/>
        <w:rPr>
          <w:rFonts w:eastAsiaTheme="minorEastAsia"/>
          <w:caps w:val="0"/>
          <w:noProof/>
          <w:sz w:val="22"/>
          <w:szCs w:val="22"/>
          <w:lang w:eastAsia="cs-CZ"/>
        </w:rPr>
      </w:pPr>
      <w:hyperlink w:anchor="_Toc147153713" w:history="1">
        <w:r w:rsidR="00F00C65" w:rsidRPr="00FD455F">
          <w:rPr>
            <w:rStyle w:val="Hypertextovodkaz"/>
          </w:rPr>
          <w:t>6.</w:t>
        </w:r>
        <w:r w:rsidR="00F00C65">
          <w:rPr>
            <w:rFonts w:eastAsiaTheme="minorEastAsia"/>
            <w:caps w:val="0"/>
            <w:noProof/>
            <w:sz w:val="22"/>
            <w:szCs w:val="22"/>
            <w:lang w:eastAsia="cs-CZ"/>
          </w:rPr>
          <w:tab/>
        </w:r>
        <w:r w:rsidR="00F00C65" w:rsidRPr="00FD455F">
          <w:rPr>
            <w:rStyle w:val="Hypertextovodkaz"/>
          </w:rPr>
          <w:t>OBSAH ZADÁVACÍ DOKUMENTACE</w:t>
        </w:r>
        <w:r w:rsidR="00F00C65">
          <w:rPr>
            <w:noProof/>
            <w:webHidden/>
          </w:rPr>
          <w:tab/>
        </w:r>
        <w:r w:rsidR="00F00C65">
          <w:rPr>
            <w:noProof/>
            <w:webHidden/>
          </w:rPr>
          <w:fldChar w:fldCharType="begin"/>
        </w:r>
        <w:r w:rsidR="00F00C65">
          <w:rPr>
            <w:noProof/>
            <w:webHidden/>
          </w:rPr>
          <w:instrText xml:space="preserve"> PAGEREF _Toc147153713 \h </w:instrText>
        </w:r>
        <w:r w:rsidR="00F00C65">
          <w:rPr>
            <w:noProof/>
            <w:webHidden/>
          </w:rPr>
        </w:r>
        <w:r w:rsidR="00F00C65">
          <w:rPr>
            <w:noProof/>
            <w:webHidden/>
          </w:rPr>
          <w:fldChar w:fldCharType="separate"/>
        </w:r>
        <w:r w:rsidR="00F00C65">
          <w:rPr>
            <w:noProof/>
            <w:webHidden/>
          </w:rPr>
          <w:t>6</w:t>
        </w:r>
        <w:r w:rsidR="00F00C65">
          <w:rPr>
            <w:noProof/>
            <w:webHidden/>
          </w:rPr>
          <w:fldChar w:fldCharType="end"/>
        </w:r>
      </w:hyperlink>
    </w:p>
    <w:p w14:paraId="4BA19619" w14:textId="620EFC23" w:rsidR="00F00C65" w:rsidRDefault="00756350">
      <w:pPr>
        <w:pStyle w:val="Obsah1"/>
        <w:rPr>
          <w:rFonts w:eastAsiaTheme="minorEastAsia"/>
          <w:caps w:val="0"/>
          <w:noProof/>
          <w:sz w:val="22"/>
          <w:szCs w:val="22"/>
          <w:lang w:eastAsia="cs-CZ"/>
        </w:rPr>
      </w:pPr>
      <w:hyperlink w:anchor="_Toc147153714" w:history="1">
        <w:r w:rsidR="00F00C65" w:rsidRPr="00FD455F">
          <w:rPr>
            <w:rStyle w:val="Hypertextovodkaz"/>
          </w:rPr>
          <w:t>7.</w:t>
        </w:r>
        <w:r w:rsidR="00F00C65">
          <w:rPr>
            <w:rFonts w:eastAsiaTheme="minorEastAsia"/>
            <w:caps w:val="0"/>
            <w:noProof/>
            <w:sz w:val="22"/>
            <w:szCs w:val="22"/>
            <w:lang w:eastAsia="cs-CZ"/>
          </w:rPr>
          <w:tab/>
        </w:r>
        <w:r w:rsidR="00F00C65" w:rsidRPr="00FD455F">
          <w:rPr>
            <w:rStyle w:val="Hypertextovodkaz"/>
          </w:rPr>
          <w:t>VYSVĚTLENÍ, ZMĚNY A DOPLNĚNÍ ZADÁVACÍ DOKUMENTACE</w:t>
        </w:r>
        <w:r w:rsidR="00F00C65">
          <w:rPr>
            <w:noProof/>
            <w:webHidden/>
          </w:rPr>
          <w:tab/>
        </w:r>
        <w:r w:rsidR="00F00C65">
          <w:rPr>
            <w:noProof/>
            <w:webHidden/>
          </w:rPr>
          <w:fldChar w:fldCharType="begin"/>
        </w:r>
        <w:r w:rsidR="00F00C65">
          <w:rPr>
            <w:noProof/>
            <w:webHidden/>
          </w:rPr>
          <w:instrText xml:space="preserve"> PAGEREF _Toc147153714 \h </w:instrText>
        </w:r>
        <w:r w:rsidR="00F00C65">
          <w:rPr>
            <w:noProof/>
            <w:webHidden/>
          </w:rPr>
        </w:r>
        <w:r w:rsidR="00F00C65">
          <w:rPr>
            <w:noProof/>
            <w:webHidden/>
          </w:rPr>
          <w:fldChar w:fldCharType="separate"/>
        </w:r>
        <w:r w:rsidR="00F00C65">
          <w:rPr>
            <w:noProof/>
            <w:webHidden/>
          </w:rPr>
          <w:t>8</w:t>
        </w:r>
        <w:r w:rsidR="00F00C65">
          <w:rPr>
            <w:noProof/>
            <w:webHidden/>
          </w:rPr>
          <w:fldChar w:fldCharType="end"/>
        </w:r>
      </w:hyperlink>
    </w:p>
    <w:p w14:paraId="110813A1" w14:textId="26D6B65D" w:rsidR="00F00C65" w:rsidRDefault="00756350">
      <w:pPr>
        <w:pStyle w:val="Obsah1"/>
        <w:rPr>
          <w:rFonts w:eastAsiaTheme="minorEastAsia"/>
          <w:caps w:val="0"/>
          <w:noProof/>
          <w:sz w:val="22"/>
          <w:szCs w:val="22"/>
          <w:lang w:eastAsia="cs-CZ"/>
        </w:rPr>
      </w:pPr>
      <w:hyperlink w:anchor="_Toc147153715" w:history="1">
        <w:r w:rsidR="00F00C65" w:rsidRPr="00FD455F">
          <w:rPr>
            <w:rStyle w:val="Hypertextovodkaz"/>
          </w:rPr>
          <w:t>8.</w:t>
        </w:r>
        <w:r w:rsidR="00F00C65">
          <w:rPr>
            <w:rFonts w:eastAsiaTheme="minorEastAsia"/>
            <w:caps w:val="0"/>
            <w:noProof/>
            <w:sz w:val="22"/>
            <w:szCs w:val="22"/>
            <w:lang w:eastAsia="cs-CZ"/>
          </w:rPr>
          <w:tab/>
        </w:r>
        <w:r w:rsidR="00F00C65" w:rsidRPr="00FD455F">
          <w:rPr>
            <w:rStyle w:val="Hypertextovodkaz"/>
          </w:rPr>
          <w:t>POŽADAVKY ZADAVATELE NA KVALIFIKACI</w:t>
        </w:r>
        <w:r w:rsidR="00F00C65">
          <w:rPr>
            <w:noProof/>
            <w:webHidden/>
          </w:rPr>
          <w:tab/>
        </w:r>
        <w:r w:rsidR="00F00C65">
          <w:rPr>
            <w:noProof/>
            <w:webHidden/>
          </w:rPr>
          <w:fldChar w:fldCharType="begin"/>
        </w:r>
        <w:r w:rsidR="00F00C65">
          <w:rPr>
            <w:noProof/>
            <w:webHidden/>
          </w:rPr>
          <w:instrText xml:space="preserve"> PAGEREF _Toc147153715 \h </w:instrText>
        </w:r>
        <w:r w:rsidR="00F00C65">
          <w:rPr>
            <w:noProof/>
            <w:webHidden/>
          </w:rPr>
        </w:r>
        <w:r w:rsidR="00F00C65">
          <w:rPr>
            <w:noProof/>
            <w:webHidden/>
          </w:rPr>
          <w:fldChar w:fldCharType="separate"/>
        </w:r>
        <w:r w:rsidR="00F00C65">
          <w:rPr>
            <w:noProof/>
            <w:webHidden/>
          </w:rPr>
          <w:t>9</w:t>
        </w:r>
        <w:r w:rsidR="00F00C65">
          <w:rPr>
            <w:noProof/>
            <w:webHidden/>
          </w:rPr>
          <w:fldChar w:fldCharType="end"/>
        </w:r>
      </w:hyperlink>
    </w:p>
    <w:p w14:paraId="7DE5B318" w14:textId="78B3526A" w:rsidR="00F00C65" w:rsidRDefault="00756350">
      <w:pPr>
        <w:pStyle w:val="Obsah1"/>
        <w:rPr>
          <w:rFonts w:eastAsiaTheme="minorEastAsia"/>
          <w:caps w:val="0"/>
          <w:noProof/>
          <w:sz w:val="22"/>
          <w:szCs w:val="22"/>
          <w:lang w:eastAsia="cs-CZ"/>
        </w:rPr>
      </w:pPr>
      <w:hyperlink w:anchor="_Toc147153716" w:history="1">
        <w:r w:rsidR="00F00C65" w:rsidRPr="00FD455F">
          <w:rPr>
            <w:rStyle w:val="Hypertextovodkaz"/>
          </w:rPr>
          <w:t>9.</w:t>
        </w:r>
        <w:r w:rsidR="00F00C65">
          <w:rPr>
            <w:rFonts w:eastAsiaTheme="minorEastAsia"/>
            <w:caps w:val="0"/>
            <w:noProof/>
            <w:sz w:val="22"/>
            <w:szCs w:val="22"/>
            <w:lang w:eastAsia="cs-CZ"/>
          </w:rPr>
          <w:tab/>
        </w:r>
        <w:r w:rsidR="00F00C65" w:rsidRPr="00FD455F">
          <w:rPr>
            <w:rStyle w:val="Hypertextovodkaz"/>
          </w:rPr>
          <w:t>DALŠÍ INFORMACE/DOKUMENTY PŘEDKLÁDANÉ DODAVATELEM V NABÍDCE</w:t>
        </w:r>
        <w:r w:rsidR="00F00C65">
          <w:rPr>
            <w:noProof/>
            <w:webHidden/>
          </w:rPr>
          <w:tab/>
        </w:r>
        <w:r w:rsidR="00F00C65">
          <w:rPr>
            <w:noProof/>
            <w:webHidden/>
          </w:rPr>
          <w:fldChar w:fldCharType="begin"/>
        </w:r>
        <w:r w:rsidR="00F00C65">
          <w:rPr>
            <w:noProof/>
            <w:webHidden/>
          </w:rPr>
          <w:instrText xml:space="preserve"> PAGEREF _Toc147153716 \h </w:instrText>
        </w:r>
        <w:r w:rsidR="00F00C65">
          <w:rPr>
            <w:noProof/>
            <w:webHidden/>
          </w:rPr>
        </w:r>
        <w:r w:rsidR="00F00C65">
          <w:rPr>
            <w:noProof/>
            <w:webHidden/>
          </w:rPr>
          <w:fldChar w:fldCharType="separate"/>
        </w:r>
        <w:r w:rsidR="00F00C65">
          <w:rPr>
            <w:noProof/>
            <w:webHidden/>
          </w:rPr>
          <w:t>22</w:t>
        </w:r>
        <w:r w:rsidR="00F00C65">
          <w:rPr>
            <w:noProof/>
            <w:webHidden/>
          </w:rPr>
          <w:fldChar w:fldCharType="end"/>
        </w:r>
      </w:hyperlink>
    </w:p>
    <w:p w14:paraId="701494FB" w14:textId="697846AC" w:rsidR="00F00C65" w:rsidRDefault="00756350">
      <w:pPr>
        <w:pStyle w:val="Obsah1"/>
        <w:rPr>
          <w:rFonts w:eastAsiaTheme="minorEastAsia"/>
          <w:caps w:val="0"/>
          <w:noProof/>
          <w:sz w:val="22"/>
          <w:szCs w:val="22"/>
          <w:lang w:eastAsia="cs-CZ"/>
        </w:rPr>
      </w:pPr>
      <w:hyperlink w:anchor="_Toc147153717" w:history="1">
        <w:r w:rsidR="00F00C65" w:rsidRPr="00FD455F">
          <w:rPr>
            <w:rStyle w:val="Hypertextovodkaz"/>
          </w:rPr>
          <w:t>10.</w:t>
        </w:r>
        <w:r w:rsidR="00F00C65">
          <w:rPr>
            <w:rFonts w:eastAsiaTheme="minorEastAsia"/>
            <w:caps w:val="0"/>
            <w:noProof/>
            <w:sz w:val="22"/>
            <w:szCs w:val="22"/>
            <w:lang w:eastAsia="cs-CZ"/>
          </w:rPr>
          <w:tab/>
        </w:r>
        <w:r w:rsidR="00F00C65" w:rsidRPr="00FD455F">
          <w:rPr>
            <w:rStyle w:val="Hypertextovodkaz"/>
          </w:rPr>
          <w:t>PROHLÍDKA MÍSTA PLNĚNÍ (STAVENIŠTĚ)</w:t>
        </w:r>
        <w:r w:rsidR="00F00C65">
          <w:rPr>
            <w:noProof/>
            <w:webHidden/>
          </w:rPr>
          <w:tab/>
        </w:r>
        <w:r w:rsidR="00F00C65">
          <w:rPr>
            <w:noProof/>
            <w:webHidden/>
          </w:rPr>
          <w:fldChar w:fldCharType="begin"/>
        </w:r>
        <w:r w:rsidR="00F00C65">
          <w:rPr>
            <w:noProof/>
            <w:webHidden/>
          </w:rPr>
          <w:instrText xml:space="preserve"> PAGEREF _Toc147153717 \h </w:instrText>
        </w:r>
        <w:r w:rsidR="00F00C65">
          <w:rPr>
            <w:noProof/>
            <w:webHidden/>
          </w:rPr>
        </w:r>
        <w:r w:rsidR="00F00C65">
          <w:rPr>
            <w:noProof/>
            <w:webHidden/>
          </w:rPr>
          <w:fldChar w:fldCharType="separate"/>
        </w:r>
        <w:r w:rsidR="00F00C65">
          <w:rPr>
            <w:noProof/>
            <w:webHidden/>
          </w:rPr>
          <w:t>26</w:t>
        </w:r>
        <w:r w:rsidR="00F00C65">
          <w:rPr>
            <w:noProof/>
            <w:webHidden/>
          </w:rPr>
          <w:fldChar w:fldCharType="end"/>
        </w:r>
      </w:hyperlink>
    </w:p>
    <w:p w14:paraId="60A4455C" w14:textId="6AD5D49E" w:rsidR="00F00C65" w:rsidRDefault="00756350">
      <w:pPr>
        <w:pStyle w:val="Obsah1"/>
        <w:rPr>
          <w:rFonts w:eastAsiaTheme="minorEastAsia"/>
          <w:caps w:val="0"/>
          <w:noProof/>
          <w:sz w:val="22"/>
          <w:szCs w:val="22"/>
          <w:lang w:eastAsia="cs-CZ"/>
        </w:rPr>
      </w:pPr>
      <w:hyperlink w:anchor="_Toc147153718" w:history="1">
        <w:r w:rsidR="00F00C65" w:rsidRPr="00FD455F">
          <w:rPr>
            <w:rStyle w:val="Hypertextovodkaz"/>
          </w:rPr>
          <w:t>11.</w:t>
        </w:r>
        <w:r w:rsidR="00F00C65">
          <w:rPr>
            <w:rFonts w:eastAsiaTheme="minorEastAsia"/>
            <w:caps w:val="0"/>
            <w:noProof/>
            <w:sz w:val="22"/>
            <w:szCs w:val="22"/>
            <w:lang w:eastAsia="cs-CZ"/>
          </w:rPr>
          <w:tab/>
        </w:r>
        <w:r w:rsidR="00F00C65" w:rsidRPr="00FD455F">
          <w:rPr>
            <w:rStyle w:val="Hypertextovodkaz"/>
          </w:rPr>
          <w:t>JAZYK NABÍDEK A KOMUNIKAČNÍ JAZYK</w:t>
        </w:r>
        <w:r w:rsidR="00F00C65">
          <w:rPr>
            <w:noProof/>
            <w:webHidden/>
          </w:rPr>
          <w:tab/>
        </w:r>
        <w:r w:rsidR="00F00C65">
          <w:rPr>
            <w:noProof/>
            <w:webHidden/>
          </w:rPr>
          <w:fldChar w:fldCharType="begin"/>
        </w:r>
        <w:r w:rsidR="00F00C65">
          <w:rPr>
            <w:noProof/>
            <w:webHidden/>
          </w:rPr>
          <w:instrText xml:space="preserve"> PAGEREF _Toc147153718 \h </w:instrText>
        </w:r>
        <w:r w:rsidR="00F00C65">
          <w:rPr>
            <w:noProof/>
            <w:webHidden/>
          </w:rPr>
        </w:r>
        <w:r w:rsidR="00F00C65">
          <w:rPr>
            <w:noProof/>
            <w:webHidden/>
          </w:rPr>
          <w:fldChar w:fldCharType="separate"/>
        </w:r>
        <w:r w:rsidR="00F00C65">
          <w:rPr>
            <w:noProof/>
            <w:webHidden/>
          </w:rPr>
          <w:t>26</w:t>
        </w:r>
        <w:r w:rsidR="00F00C65">
          <w:rPr>
            <w:noProof/>
            <w:webHidden/>
          </w:rPr>
          <w:fldChar w:fldCharType="end"/>
        </w:r>
      </w:hyperlink>
    </w:p>
    <w:p w14:paraId="1905D515" w14:textId="2BE1A6D5" w:rsidR="00F00C65" w:rsidRDefault="00756350">
      <w:pPr>
        <w:pStyle w:val="Obsah1"/>
        <w:rPr>
          <w:rFonts w:eastAsiaTheme="minorEastAsia"/>
          <w:caps w:val="0"/>
          <w:noProof/>
          <w:sz w:val="22"/>
          <w:szCs w:val="22"/>
          <w:lang w:eastAsia="cs-CZ"/>
        </w:rPr>
      </w:pPr>
      <w:hyperlink w:anchor="_Toc147153719" w:history="1">
        <w:r w:rsidR="00F00C65" w:rsidRPr="00FD455F">
          <w:rPr>
            <w:rStyle w:val="Hypertextovodkaz"/>
          </w:rPr>
          <w:t>12.</w:t>
        </w:r>
        <w:r w:rsidR="00F00C65">
          <w:rPr>
            <w:rFonts w:eastAsiaTheme="minorEastAsia"/>
            <w:caps w:val="0"/>
            <w:noProof/>
            <w:sz w:val="22"/>
            <w:szCs w:val="22"/>
            <w:lang w:eastAsia="cs-CZ"/>
          </w:rPr>
          <w:tab/>
        </w:r>
        <w:r w:rsidR="00F00C65" w:rsidRPr="00FD455F">
          <w:rPr>
            <w:rStyle w:val="Hypertextovodkaz"/>
          </w:rPr>
          <w:t>OBSAH A PODÁVÁNÍ NABÍDEK</w:t>
        </w:r>
        <w:r w:rsidR="00F00C65">
          <w:rPr>
            <w:noProof/>
            <w:webHidden/>
          </w:rPr>
          <w:tab/>
        </w:r>
        <w:r w:rsidR="00F00C65">
          <w:rPr>
            <w:noProof/>
            <w:webHidden/>
          </w:rPr>
          <w:fldChar w:fldCharType="begin"/>
        </w:r>
        <w:r w:rsidR="00F00C65">
          <w:rPr>
            <w:noProof/>
            <w:webHidden/>
          </w:rPr>
          <w:instrText xml:space="preserve"> PAGEREF _Toc147153719 \h </w:instrText>
        </w:r>
        <w:r w:rsidR="00F00C65">
          <w:rPr>
            <w:noProof/>
            <w:webHidden/>
          </w:rPr>
        </w:r>
        <w:r w:rsidR="00F00C65">
          <w:rPr>
            <w:noProof/>
            <w:webHidden/>
          </w:rPr>
          <w:fldChar w:fldCharType="separate"/>
        </w:r>
        <w:r w:rsidR="00F00C65">
          <w:rPr>
            <w:noProof/>
            <w:webHidden/>
          </w:rPr>
          <w:t>26</w:t>
        </w:r>
        <w:r w:rsidR="00F00C65">
          <w:rPr>
            <w:noProof/>
            <w:webHidden/>
          </w:rPr>
          <w:fldChar w:fldCharType="end"/>
        </w:r>
      </w:hyperlink>
    </w:p>
    <w:p w14:paraId="0FCC475F" w14:textId="23AE8BA8" w:rsidR="00F00C65" w:rsidRDefault="00756350">
      <w:pPr>
        <w:pStyle w:val="Obsah1"/>
        <w:rPr>
          <w:rFonts w:eastAsiaTheme="minorEastAsia"/>
          <w:caps w:val="0"/>
          <w:noProof/>
          <w:sz w:val="22"/>
          <w:szCs w:val="22"/>
          <w:lang w:eastAsia="cs-CZ"/>
        </w:rPr>
      </w:pPr>
      <w:hyperlink w:anchor="_Toc147153720" w:history="1">
        <w:r w:rsidR="00F00C65" w:rsidRPr="00FD455F">
          <w:rPr>
            <w:rStyle w:val="Hypertextovodkaz"/>
          </w:rPr>
          <w:t>13.</w:t>
        </w:r>
        <w:r w:rsidR="00F00C65">
          <w:rPr>
            <w:rFonts w:eastAsiaTheme="minorEastAsia"/>
            <w:caps w:val="0"/>
            <w:noProof/>
            <w:sz w:val="22"/>
            <w:szCs w:val="22"/>
            <w:lang w:eastAsia="cs-CZ"/>
          </w:rPr>
          <w:tab/>
        </w:r>
        <w:r w:rsidR="00F00C65" w:rsidRPr="00FD455F">
          <w:rPr>
            <w:rStyle w:val="Hypertextovodkaz"/>
          </w:rPr>
          <w:t>POŽADAVKY NA ZPRACOVÁNÍ NABÍDKOVÉ CENY</w:t>
        </w:r>
        <w:r w:rsidR="00F00C65">
          <w:rPr>
            <w:noProof/>
            <w:webHidden/>
          </w:rPr>
          <w:tab/>
        </w:r>
        <w:r w:rsidR="00F00C65">
          <w:rPr>
            <w:noProof/>
            <w:webHidden/>
          </w:rPr>
          <w:fldChar w:fldCharType="begin"/>
        </w:r>
        <w:r w:rsidR="00F00C65">
          <w:rPr>
            <w:noProof/>
            <w:webHidden/>
          </w:rPr>
          <w:instrText xml:space="preserve"> PAGEREF _Toc147153720 \h </w:instrText>
        </w:r>
        <w:r w:rsidR="00F00C65">
          <w:rPr>
            <w:noProof/>
            <w:webHidden/>
          </w:rPr>
        </w:r>
        <w:r w:rsidR="00F00C65">
          <w:rPr>
            <w:noProof/>
            <w:webHidden/>
          </w:rPr>
          <w:fldChar w:fldCharType="separate"/>
        </w:r>
        <w:r w:rsidR="00F00C65">
          <w:rPr>
            <w:noProof/>
            <w:webHidden/>
          </w:rPr>
          <w:t>29</w:t>
        </w:r>
        <w:r w:rsidR="00F00C65">
          <w:rPr>
            <w:noProof/>
            <w:webHidden/>
          </w:rPr>
          <w:fldChar w:fldCharType="end"/>
        </w:r>
      </w:hyperlink>
    </w:p>
    <w:p w14:paraId="2ADAB897" w14:textId="308FC717" w:rsidR="00F00C65" w:rsidRDefault="00756350">
      <w:pPr>
        <w:pStyle w:val="Obsah1"/>
        <w:rPr>
          <w:rFonts w:eastAsiaTheme="minorEastAsia"/>
          <w:caps w:val="0"/>
          <w:noProof/>
          <w:sz w:val="22"/>
          <w:szCs w:val="22"/>
          <w:lang w:eastAsia="cs-CZ"/>
        </w:rPr>
      </w:pPr>
      <w:hyperlink w:anchor="_Toc147153721" w:history="1">
        <w:r w:rsidR="00F00C65" w:rsidRPr="00FD455F">
          <w:rPr>
            <w:rStyle w:val="Hypertextovodkaz"/>
          </w:rPr>
          <w:t>14.</w:t>
        </w:r>
        <w:r w:rsidR="00F00C65">
          <w:rPr>
            <w:rFonts w:eastAsiaTheme="minorEastAsia"/>
            <w:caps w:val="0"/>
            <w:noProof/>
            <w:sz w:val="22"/>
            <w:szCs w:val="22"/>
            <w:lang w:eastAsia="cs-CZ"/>
          </w:rPr>
          <w:tab/>
        </w:r>
        <w:r w:rsidR="00F00C65" w:rsidRPr="00FD455F">
          <w:rPr>
            <w:rStyle w:val="Hypertextovodkaz"/>
          </w:rPr>
          <w:t>VARIANTY NABÍDKY, VÝHRADA ZMĚNY DODAVATELE</w:t>
        </w:r>
        <w:r w:rsidR="00F00C65">
          <w:rPr>
            <w:noProof/>
            <w:webHidden/>
          </w:rPr>
          <w:tab/>
        </w:r>
        <w:r w:rsidR="00F00C65">
          <w:rPr>
            <w:noProof/>
            <w:webHidden/>
          </w:rPr>
          <w:fldChar w:fldCharType="begin"/>
        </w:r>
        <w:r w:rsidR="00F00C65">
          <w:rPr>
            <w:noProof/>
            <w:webHidden/>
          </w:rPr>
          <w:instrText xml:space="preserve"> PAGEREF _Toc147153721 \h </w:instrText>
        </w:r>
        <w:r w:rsidR="00F00C65">
          <w:rPr>
            <w:noProof/>
            <w:webHidden/>
          </w:rPr>
        </w:r>
        <w:r w:rsidR="00F00C65">
          <w:rPr>
            <w:noProof/>
            <w:webHidden/>
          </w:rPr>
          <w:fldChar w:fldCharType="separate"/>
        </w:r>
        <w:r w:rsidR="00F00C65">
          <w:rPr>
            <w:noProof/>
            <w:webHidden/>
          </w:rPr>
          <w:t>30</w:t>
        </w:r>
        <w:r w:rsidR="00F00C65">
          <w:rPr>
            <w:noProof/>
            <w:webHidden/>
          </w:rPr>
          <w:fldChar w:fldCharType="end"/>
        </w:r>
      </w:hyperlink>
    </w:p>
    <w:p w14:paraId="23E851B9" w14:textId="5A376A5B" w:rsidR="00F00C65" w:rsidRDefault="00756350">
      <w:pPr>
        <w:pStyle w:val="Obsah1"/>
        <w:rPr>
          <w:rFonts w:eastAsiaTheme="minorEastAsia"/>
          <w:caps w:val="0"/>
          <w:noProof/>
          <w:sz w:val="22"/>
          <w:szCs w:val="22"/>
          <w:lang w:eastAsia="cs-CZ"/>
        </w:rPr>
      </w:pPr>
      <w:hyperlink w:anchor="_Toc147153722" w:history="1">
        <w:r w:rsidR="00F00C65" w:rsidRPr="00FD455F">
          <w:rPr>
            <w:rStyle w:val="Hypertextovodkaz"/>
          </w:rPr>
          <w:t>15.</w:t>
        </w:r>
        <w:r w:rsidR="00F00C65">
          <w:rPr>
            <w:rFonts w:eastAsiaTheme="minorEastAsia"/>
            <w:caps w:val="0"/>
            <w:noProof/>
            <w:sz w:val="22"/>
            <w:szCs w:val="22"/>
            <w:lang w:eastAsia="cs-CZ"/>
          </w:rPr>
          <w:tab/>
        </w:r>
        <w:r w:rsidR="00F00C65" w:rsidRPr="00FD455F">
          <w:rPr>
            <w:rStyle w:val="Hypertextovodkaz"/>
          </w:rPr>
          <w:t>OTEVÍRÁNÍ NABÍDEK</w:t>
        </w:r>
        <w:r w:rsidR="00F00C65">
          <w:rPr>
            <w:noProof/>
            <w:webHidden/>
          </w:rPr>
          <w:tab/>
        </w:r>
        <w:r w:rsidR="00F00C65">
          <w:rPr>
            <w:noProof/>
            <w:webHidden/>
          </w:rPr>
          <w:fldChar w:fldCharType="begin"/>
        </w:r>
        <w:r w:rsidR="00F00C65">
          <w:rPr>
            <w:noProof/>
            <w:webHidden/>
          </w:rPr>
          <w:instrText xml:space="preserve"> PAGEREF _Toc147153722 \h </w:instrText>
        </w:r>
        <w:r w:rsidR="00F00C65">
          <w:rPr>
            <w:noProof/>
            <w:webHidden/>
          </w:rPr>
        </w:r>
        <w:r w:rsidR="00F00C65">
          <w:rPr>
            <w:noProof/>
            <w:webHidden/>
          </w:rPr>
          <w:fldChar w:fldCharType="separate"/>
        </w:r>
        <w:r w:rsidR="00F00C65">
          <w:rPr>
            <w:noProof/>
            <w:webHidden/>
          </w:rPr>
          <w:t>31</w:t>
        </w:r>
        <w:r w:rsidR="00F00C65">
          <w:rPr>
            <w:noProof/>
            <w:webHidden/>
          </w:rPr>
          <w:fldChar w:fldCharType="end"/>
        </w:r>
      </w:hyperlink>
    </w:p>
    <w:p w14:paraId="2293EA05" w14:textId="72B09180" w:rsidR="00F00C65" w:rsidRDefault="00756350">
      <w:pPr>
        <w:pStyle w:val="Obsah1"/>
        <w:rPr>
          <w:rFonts w:eastAsiaTheme="minorEastAsia"/>
          <w:caps w:val="0"/>
          <w:noProof/>
          <w:sz w:val="22"/>
          <w:szCs w:val="22"/>
          <w:lang w:eastAsia="cs-CZ"/>
        </w:rPr>
      </w:pPr>
      <w:hyperlink w:anchor="_Toc147153723" w:history="1">
        <w:r w:rsidR="00F00C65" w:rsidRPr="00FD455F">
          <w:rPr>
            <w:rStyle w:val="Hypertextovodkaz"/>
          </w:rPr>
          <w:t>16.</w:t>
        </w:r>
        <w:r w:rsidR="00F00C65">
          <w:rPr>
            <w:rFonts w:eastAsiaTheme="minorEastAsia"/>
            <w:caps w:val="0"/>
            <w:noProof/>
            <w:sz w:val="22"/>
            <w:szCs w:val="22"/>
            <w:lang w:eastAsia="cs-CZ"/>
          </w:rPr>
          <w:tab/>
        </w:r>
        <w:r w:rsidR="00F00C65" w:rsidRPr="00FD455F">
          <w:rPr>
            <w:rStyle w:val="Hypertextovodkaz"/>
          </w:rPr>
          <w:t>POSOUZENÍ SPLNĚNÍ PODMÍNEK ÚČASTI</w:t>
        </w:r>
        <w:r w:rsidR="00F00C65">
          <w:rPr>
            <w:noProof/>
            <w:webHidden/>
          </w:rPr>
          <w:tab/>
        </w:r>
        <w:r w:rsidR="00F00C65">
          <w:rPr>
            <w:noProof/>
            <w:webHidden/>
          </w:rPr>
          <w:fldChar w:fldCharType="begin"/>
        </w:r>
        <w:r w:rsidR="00F00C65">
          <w:rPr>
            <w:noProof/>
            <w:webHidden/>
          </w:rPr>
          <w:instrText xml:space="preserve"> PAGEREF _Toc147153723 \h </w:instrText>
        </w:r>
        <w:r w:rsidR="00F00C65">
          <w:rPr>
            <w:noProof/>
            <w:webHidden/>
          </w:rPr>
        </w:r>
        <w:r w:rsidR="00F00C65">
          <w:rPr>
            <w:noProof/>
            <w:webHidden/>
          </w:rPr>
          <w:fldChar w:fldCharType="separate"/>
        </w:r>
        <w:r w:rsidR="00F00C65">
          <w:rPr>
            <w:noProof/>
            <w:webHidden/>
          </w:rPr>
          <w:t>31</w:t>
        </w:r>
        <w:r w:rsidR="00F00C65">
          <w:rPr>
            <w:noProof/>
            <w:webHidden/>
          </w:rPr>
          <w:fldChar w:fldCharType="end"/>
        </w:r>
      </w:hyperlink>
    </w:p>
    <w:p w14:paraId="1F85840E" w14:textId="16C14ABE" w:rsidR="00F00C65" w:rsidRDefault="00756350">
      <w:pPr>
        <w:pStyle w:val="Obsah1"/>
        <w:rPr>
          <w:rFonts w:eastAsiaTheme="minorEastAsia"/>
          <w:caps w:val="0"/>
          <w:noProof/>
          <w:sz w:val="22"/>
          <w:szCs w:val="22"/>
          <w:lang w:eastAsia="cs-CZ"/>
        </w:rPr>
      </w:pPr>
      <w:hyperlink w:anchor="_Toc147153724" w:history="1">
        <w:r w:rsidR="00F00C65" w:rsidRPr="00FD455F">
          <w:rPr>
            <w:rStyle w:val="Hypertextovodkaz"/>
          </w:rPr>
          <w:t>17.</w:t>
        </w:r>
        <w:r w:rsidR="00F00C65">
          <w:rPr>
            <w:rFonts w:eastAsiaTheme="minorEastAsia"/>
            <w:caps w:val="0"/>
            <w:noProof/>
            <w:sz w:val="22"/>
            <w:szCs w:val="22"/>
            <w:lang w:eastAsia="cs-CZ"/>
          </w:rPr>
          <w:tab/>
        </w:r>
        <w:r w:rsidR="00F00C65" w:rsidRPr="00FD455F">
          <w:rPr>
            <w:rStyle w:val="Hypertextovodkaz"/>
          </w:rPr>
          <w:t>HODNOCENÍ NABÍDEK</w:t>
        </w:r>
        <w:r w:rsidR="00F00C65">
          <w:rPr>
            <w:noProof/>
            <w:webHidden/>
          </w:rPr>
          <w:tab/>
        </w:r>
        <w:r w:rsidR="00F00C65">
          <w:rPr>
            <w:noProof/>
            <w:webHidden/>
          </w:rPr>
          <w:fldChar w:fldCharType="begin"/>
        </w:r>
        <w:r w:rsidR="00F00C65">
          <w:rPr>
            <w:noProof/>
            <w:webHidden/>
          </w:rPr>
          <w:instrText xml:space="preserve"> PAGEREF _Toc147153724 \h </w:instrText>
        </w:r>
        <w:r w:rsidR="00F00C65">
          <w:rPr>
            <w:noProof/>
            <w:webHidden/>
          </w:rPr>
        </w:r>
        <w:r w:rsidR="00F00C65">
          <w:rPr>
            <w:noProof/>
            <w:webHidden/>
          </w:rPr>
          <w:fldChar w:fldCharType="separate"/>
        </w:r>
        <w:r w:rsidR="00F00C65">
          <w:rPr>
            <w:noProof/>
            <w:webHidden/>
          </w:rPr>
          <w:t>32</w:t>
        </w:r>
        <w:r w:rsidR="00F00C65">
          <w:rPr>
            <w:noProof/>
            <w:webHidden/>
          </w:rPr>
          <w:fldChar w:fldCharType="end"/>
        </w:r>
      </w:hyperlink>
    </w:p>
    <w:p w14:paraId="6027D670" w14:textId="7DB7659E" w:rsidR="00F00C65" w:rsidRDefault="00756350">
      <w:pPr>
        <w:pStyle w:val="Obsah1"/>
        <w:rPr>
          <w:rFonts w:eastAsiaTheme="minorEastAsia"/>
          <w:caps w:val="0"/>
          <w:noProof/>
          <w:sz w:val="22"/>
          <w:szCs w:val="22"/>
          <w:lang w:eastAsia="cs-CZ"/>
        </w:rPr>
      </w:pPr>
      <w:hyperlink w:anchor="_Toc147153725" w:history="1">
        <w:r w:rsidR="00F00C65" w:rsidRPr="00FD455F">
          <w:rPr>
            <w:rStyle w:val="Hypertextovodkaz"/>
          </w:rPr>
          <w:t>18.</w:t>
        </w:r>
        <w:r w:rsidR="00F00C65">
          <w:rPr>
            <w:rFonts w:eastAsiaTheme="minorEastAsia"/>
            <w:caps w:val="0"/>
            <w:noProof/>
            <w:sz w:val="22"/>
            <w:szCs w:val="22"/>
            <w:lang w:eastAsia="cs-CZ"/>
          </w:rPr>
          <w:tab/>
        </w:r>
        <w:r w:rsidR="00F00C65" w:rsidRPr="00FD455F">
          <w:rPr>
            <w:rStyle w:val="Hypertextovodkaz"/>
          </w:rPr>
          <w:t>ZRUŠENÍ VÝBĚROVÉHO ŘÍZENÍ</w:t>
        </w:r>
        <w:r w:rsidR="00F00C65">
          <w:rPr>
            <w:noProof/>
            <w:webHidden/>
          </w:rPr>
          <w:tab/>
        </w:r>
        <w:r w:rsidR="00F00C65">
          <w:rPr>
            <w:noProof/>
            <w:webHidden/>
          </w:rPr>
          <w:fldChar w:fldCharType="begin"/>
        </w:r>
        <w:r w:rsidR="00F00C65">
          <w:rPr>
            <w:noProof/>
            <w:webHidden/>
          </w:rPr>
          <w:instrText xml:space="preserve"> PAGEREF _Toc147153725 \h </w:instrText>
        </w:r>
        <w:r w:rsidR="00F00C65">
          <w:rPr>
            <w:noProof/>
            <w:webHidden/>
          </w:rPr>
        </w:r>
        <w:r w:rsidR="00F00C65">
          <w:rPr>
            <w:noProof/>
            <w:webHidden/>
          </w:rPr>
          <w:fldChar w:fldCharType="separate"/>
        </w:r>
        <w:r w:rsidR="00F00C65">
          <w:rPr>
            <w:noProof/>
            <w:webHidden/>
          </w:rPr>
          <w:t>33</w:t>
        </w:r>
        <w:r w:rsidR="00F00C65">
          <w:rPr>
            <w:noProof/>
            <w:webHidden/>
          </w:rPr>
          <w:fldChar w:fldCharType="end"/>
        </w:r>
      </w:hyperlink>
    </w:p>
    <w:p w14:paraId="735A8038" w14:textId="455745BF" w:rsidR="00F00C65" w:rsidRDefault="00756350">
      <w:pPr>
        <w:pStyle w:val="Obsah1"/>
        <w:rPr>
          <w:rFonts w:eastAsiaTheme="minorEastAsia"/>
          <w:caps w:val="0"/>
          <w:noProof/>
          <w:sz w:val="22"/>
          <w:szCs w:val="22"/>
          <w:lang w:eastAsia="cs-CZ"/>
        </w:rPr>
      </w:pPr>
      <w:hyperlink w:anchor="_Toc147153726" w:history="1">
        <w:r w:rsidR="00F00C65" w:rsidRPr="00FD455F">
          <w:rPr>
            <w:rStyle w:val="Hypertextovodkaz"/>
          </w:rPr>
          <w:t>19.</w:t>
        </w:r>
        <w:r w:rsidR="00F00C65">
          <w:rPr>
            <w:rFonts w:eastAsiaTheme="minorEastAsia"/>
            <w:caps w:val="0"/>
            <w:noProof/>
            <w:sz w:val="22"/>
            <w:szCs w:val="22"/>
            <w:lang w:eastAsia="cs-CZ"/>
          </w:rPr>
          <w:tab/>
        </w:r>
        <w:r w:rsidR="00F00C65" w:rsidRPr="00FD455F">
          <w:rPr>
            <w:rStyle w:val="Hypertextovodkaz"/>
          </w:rPr>
          <w:t>UZAVŘENÍ SMLOUVY</w:t>
        </w:r>
        <w:r w:rsidR="00F00C65">
          <w:rPr>
            <w:noProof/>
            <w:webHidden/>
          </w:rPr>
          <w:tab/>
        </w:r>
        <w:r w:rsidR="00F00C65">
          <w:rPr>
            <w:noProof/>
            <w:webHidden/>
          </w:rPr>
          <w:fldChar w:fldCharType="begin"/>
        </w:r>
        <w:r w:rsidR="00F00C65">
          <w:rPr>
            <w:noProof/>
            <w:webHidden/>
          </w:rPr>
          <w:instrText xml:space="preserve"> PAGEREF _Toc147153726 \h </w:instrText>
        </w:r>
        <w:r w:rsidR="00F00C65">
          <w:rPr>
            <w:noProof/>
            <w:webHidden/>
          </w:rPr>
        </w:r>
        <w:r w:rsidR="00F00C65">
          <w:rPr>
            <w:noProof/>
            <w:webHidden/>
          </w:rPr>
          <w:fldChar w:fldCharType="separate"/>
        </w:r>
        <w:r w:rsidR="00F00C65">
          <w:rPr>
            <w:noProof/>
            <w:webHidden/>
          </w:rPr>
          <w:t>33</w:t>
        </w:r>
        <w:r w:rsidR="00F00C65">
          <w:rPr>
            <w:noProof/>
            <w:webHidden/>
          </w:rPr>
          <w:fldChar w:fldCharType="end"/>
        </w:r>
      </w:hyperlink>
    </w:p>
    <w:p w14:paraId="71F5D602" w14:textId="34860BA4" w:rsidR="00F00C65" w:rsidRDefault="00756350">
      <w:pPr>
        <w:pStyle w:val="Obsah1"/>
        <w:rPr>
          <w:rFonts w:eastAsiaTheme="minorEastAsia"/>
          <w:caps w:val="0"/>
          <w:noProof/>
          <w:sz w:val="22"/>
          <w:szCs w:val="22"/>
          <w:lang w:eastAsia="cs-CZ"/>
        </w:rPr>
      </w:pPr>
      <w:hyperlink w:anchor="_Toc147153727" w:history="1">
        <w:r w:rsidR="00F00C65" w:rsidRPr="00FD455F">
          <w:rPr>
            <w:rStyle w:val="Hypertextovodkaz"/>
          </w:rPr>
          <w:t>20.</w:t>
        </w:r>
        <w:r w:rsidR="00F00C65">
          <w:rPr>
            <w:rFonts w:eastAsiaTheme="minorEastAsia"/>
            <w:caps w:val="0"/>
            <w:noProof/>
            <w:sz w:val="22"/>
            <w:szCs w:val="22"/>
            <w:lang w:eastAsia="cs-CZ"/>
          </w:rPr>
          <w:tab/>
        </w:r>
        <w:r w:rsidR="00F00C65" w:rsidRPr="00FD455F">
          <w:rPr>
            <w:rStyle w:val="Hypertextovodkaz"/>
          </w:rPr>
          <w:t>OCHRANA INFORMACÍ</w:t>
        </w:r>
        <w:r w:rsidR="00F00C65">
          <w:rPr>
            <w:noProof/>
            <w:webHidden/>
          </w:rPr>
          <w:tab/>
        </w:r>
        <w:r w:rsidR="00F00C65">
          <w:rPr>
            <w:noProof/>
            <w:webHidden/>
          </w:rPr>
          <w:fldChar w:fldCharType="begin"/>
        </w:r>
        <w:r w:rsidR="00F00C65">
          <w:rPr>
            <w:noProof/>
            <w:webHidden/>
          </w:rPr>
          <w:instrText xml:space="preserve"> PAGEREF _Toc147153727 \h </w:instrText>
        </w:r>
        <w:r w:rsidR="00F00C65">
          <w:rPr>
            <w:noProof/>
            <w:webHidden/>
          </w:rPr>
        </w:r>
        <w:r w:rsidR="00F00C65">
          <w:rPr>
            <w:noProof/>
            <w:webHidden/>
          </w:rPr>
          <w:fldChar w:fldCharType="separate"/>
        </w:r>
        <w:r w:rsidR="00F00C65">
          <w:rPr>
            <w:noProof/>
            <w:webHidden/>
          </w:rPr>
          <w:t>36</w:t>
        </w:r>
        <w:r w:rsidR="00F00C65">
          <w:rPr>
            <w:noProof/>
            <w:webHidden/>
          </w:rPr>
          <w:fldChar w:fldCharType="end"/>
        </w:r>
      </w:hyperlink>
    </w:p>
    <w:p w14:paraId="7F1FF9B1" w14:textId="4E688A53" w:rsidR="00F00C65" w:rsidRDefault="00756350">
      <w:pPr>
        <w:pStyle w:val="Obsah1"/>
        <w:rPr>
          <w:rFonts w:eastAsiaTheme="minorEastAsia"/>
          <w:caps w:val="0"/>
          <w:noProof/>
          <w:sz w:val="22"/>
          <w:szCs w:val="22"/>
          <w:lang w:eastAsia="cs-CZ"/>
        </w:rPr>
      </w:pPr>
      <w:hyperlink w:anchor="_Toc147153728" w:history="1">
        <w:r w:rsidR="00F00C65" w:rsidRPr="00FD455F">
          <w:rPr>
            <w:rStyle w:val="Hypertextovodkaz"/>
          </w:rPr>
          <w:t>21.</w:t>
        </w:r>
        <w:r w:rsidR="00F00C65">
          <w:rPr>
            <w:rFonts w:eastAsiaTheme="minorEastAsia"/>
            <w:caps w:val="0"/>
            <w:noProof/>
            <w:sz w:val="22"/>
            <w:szCs w:val="22"/>
            <w:lang w:eastAsia="cs-CZ"/>
          </w:rPr>
          <w:tab/>
        </w:r>
        <w:r w:rsidR="00F00C65" w:rsidRPr="00FD455F">
          <w:rPr>
            <w:rStyle w:val="Hypertextovodkaz"/>
          </w:rPr>
          <w:t>SOCIÁLNĚ A ENVIRONMENTÁLNĚ ODPOVĚDNÉ ZADÁVÁNÍ, INOVACE</w:t>
        </w:r>
        <w:r w:rsidR="00F00C65">
          <w:rPr>
            <w:noProof/>
            <w:webHidden/>
          </w:rPr>
          <w:tab/>
        </w:r>
        <w:r w:rsidR="00F00C65">
          <w:rPr>
            <w:noProof/>
            <w:webHidden/>
          </w:rPr>
          <w:fldChar w:fldCharType="begin"/>
        </w:r>
        <w:r w:rsidR="00F00C65">
          <w:rPr>
            <w:noProof/>
            <w:webHidden/>
          </w:rPr>
          <w:instrText xml:space="preserve"> PAGEREF _Toc147153728 \h </w:instrText>
        </w:r>
        <w:r w:rsidR="00F00C65">
          <w:rPr>
            <w:noProof/>
            <w:webHidden/>
          </w:rPr>
        </w:r>
        <w:r w:rsidR="00F00C65">
          <w:rPr>
            <w:noProof/>
            <w:webHidden/>
          </w:rPr>
          <w:fldChar w:fldCharType="separate"/>
        </w:r>
        <w:r w:rsidR="00F00C65">
          <w:rPr>
            <w:noProof/>
            <w:webHidden/>
          </w:rPr>
          <w:t>36</w:t>
        </w:r>
        <w:r w:rsidR="00F00C65">
          <w:rPr>
            <w:noProof/>
            <w:webHidden/>
          </w:rPr>
          <w:fldChar w:fldCharType="end"/>
        </w:r>
      </w:hyperlink>
    </w:p>
    <w:p w14:paraId="08BAFBF5" w14:textId="2981E0CD" w:rsidR="00F00C65" w:rsidRDefault="00756350">
      <w:pPr>
        <w:pStyle w:val="Obsah1"/>
        <w:rPr>
          <w:rFonts w:eastAsiaTheme="minorEastAsia"/>
          <w:caps w:val="0"/>
          <w:noProof/>
          <w:sz w:val="22"/>
          <w:szCs w:val="22"/>
          <w:lang w:eastAsia="cs-CZ"/>
        </w:rPr>
      </w:pPr>
      <w:hyperlink w:anchor="_Toc147153729" w:history="1">
        <w:r w:rsidR="00F00C65" w:rsidRPr="00FD455F">
          <w:rPr>
            <w:rStyle w:val="Hypertextovodkaz"/>
          </w:rPr>
          <w:t>22.</w:t>
        </w:r>
        <w:r w:rsidR="00F00C65">
          <w:rPr>
            <w:rFonts w:eastAsiaTheme="minorEastAsia"/>
            <w:caps w:val="0"/>
            <w:noProof/>
            <w:sz w:val="22"/>
            <w:szCs w:val="22"/>
            <w:lang w:eastAsia="cs-CZ"/>
          </w:rPr>
          <w:tab/>
        </w:r>
        <w:r w:rsidR="00F00C65" w:rsidRPr="00FD455F">
          <w:rPr>
            <w:rStyle w:val="Hypertextovodkaz"/>
          </w:rPr>
          <w:t>Další zadávací podmínky v návaznosti na MEZINÁRODNÍ sankce, zákaz zadání veřejné zakázky</w:t>
        </w:r>
        <w:r w:rsidR="00F00C65">
          <w:rPr>
            <w:noProof/>
            <w:webHidden/>
          </w:rPr>
          <w:tab/>
        </w:r>
        <w:r w:rsidR="00F00C65">
          <w:rPr>
            <w:noProof/>
            <w:webHidden/>
          </w:rPr>
          <w:fldChar w:fldCharType="begin"/>
        </w:r>
        <w:r w:rsidR="00F00C65">
          <w:rPr>
            <w:noProof/>
            <w:webHidden/>
          </w:rPr>
          <w:instrText xml:space="preserve"> PAGEREF _Toc147153729 \h </w:instrText>
        </w:r>
        <w:r w:rsidR="00F00C65">
          <w:rPr>
            <w:noProof/>
            <w:webHidden/>
          </w:rPr>
        </w:r>
        <w:r w:rsidR="00F00C65">
          <w:rPr>
            <w:noProof/>
            <w:webHidden/>
          </w:rPr>
          <w:fldChar w:fldCharType="separate"/>
        </w:r>
        <w:r w:rsidR="00F00C65">
          <w:rPr>
            <w:noProof/>
            <w:webHidden/>
          </w:rPr>
          <w:t>37</w:t>
        </w:r>
        <w:r w:rsidR="00F00C65">
          <w:rPr>
            <w:noProof/>
            <w:webHidden/>
          </w:rPr>
          <w:fldChar w:fldCharType="end"/>
        </w:r>
      </w:hyperlink>
    </w:p>
    <w:p w14:paraId="086094D6" w14:textId="2752C3A2" w:rsidR="00F00C65" w:rsidRDefault="00756350">
      <w:pPr>
        <w:pStyle w:val="Obsah1"/>
        <w:rPr>
          <w:rFonts w:eastAsiaTheme="minorEastAsia"/>
          <w:caps w:val="0"/>
          <w:noProof/>
          <w:sz w:val="22"/>
          <w:szCs w:val="22"/>
          <w:lang w:eastAsia="cs-CZ"/>
        </w:rPr>
      </w:pPr>
      <w:hyperlink w:anchor="_Toc147153730" w:history="1">
        <w:r w:rsidR="00F00C65" w:rsidRPr="00FD455F">
          <w:rPr>
            <w:rStyle w:val="Hypertextovodkaz"/>
          </w:rPr>
          <w:t>23.</w:t>
        </w:r>
        <w:r w:rsidR="00F00C65">
          <w:rPr>
            <w:rFonts w:eastAsiaTheme="minorEastAsia"/>
            <w:caps w:val="0"/>
            <w:noProof/>
            <w:sz w:val="22"/>
            <w:szCs w:val="22"/>
            <w:lang w:eastAsia="cs-CZ"/>
          </w:rPr>
          <w:tab/>
        </w:r>
        <w:r w:rsidR="00F00C65" w:rsidRPr="00FD455F">
          <w:rPr>
            <w:rStyle w:val="Hypertextovodkaz"/>
          </w:rPr>
          <w:t>PŘÍLOHY TÉTO VÝZVY</w:t>
        </w:r>
        <w:r w:rsidR="00F00C65">
          <w:rPr>
            <w:noProof/>
            <w:webHidden/>
          </w:rPr>
          <w:tab/>
        </w:r>
        <w:r w:rsidR="00F00C65">
          <w:rPr>
            <w:noProof/>
            <w:webHidden/>
          </w:rPr>
          <w:fldChar w:fldCharType="begin"/>
        </w:r>
        <w:r w:rsidR="00F00C65">
          <w:rPr>
            <w:noProof/>
            <w:webHidden/>
          </w:rPr>
          <w:instrText xml:space="preserve"> PAGEREF _Toc147153730 \h </w:instrText>
        </w:r>
        <w:r w:rsidR="00F00C65">
          <w:rPr>
            <w:noProof/>
            <w:webHidden/>
          </w:rPr>
        </w:r>
        <w:r w:rsidR="00F00C65">
          <w:rPr>
            <w:noProof/>
            <w:webHidden/>
          </w:rPr>
          <w:fldChar w:fldCharType="separate"/>
        </w:r>
        <w:r w:rsidR="00F00C65">
          <w:rPr>
            <w:noProof/>
            <w:webHidden/>
          </w:rPr>
          <w:t>38</w:t>
        </w:r>
        <w:r w:rsidR="00F00C65">
          <w:rPr>
            <w:noProof/>
            <w:webHidden/>
          </w:rPr>
          <w:fldChar w:fldCharType="end"/>
        </w:r>
      </w:hyperlink>
    </w:p>
    <w:p w14:paraId="6BCC7D72" w14:textId="1D6F5EDE"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0" w:name="_Toc147153708"/>
      <w:bookmarkStart w:id="1" w:name="_Toc389559699"/>
      <w:bookmarkStart w:id="2" w:name="_Toc397429847"/>
      <w:bookmarkStart w:id="3" w:name="_Ref433028040"/>
      <w:bookmarkStart w:id="4" w:name="_Toc1048197"/>
      <w:r>
        <w:lastRenderedPageBreak/>
        <w:t>ÚVODNÍ USTANOVENÍ</w:t>
      </w:r>
      <w:bookmarkEnd w:id="0"/>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12CBC898"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zadávána 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5" w:name="_Toc147153709"/>
      <w:r>
        <w:t>IDENTIFIKAČNÍ ÚDAJE ZADAVATELE</w:t>
      </w:r>
      <w:bookmarkEnd w:id="5"/>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Identifikátor datové schránky: uccchjm</w:t>
      </w:r>
    </w:p>
    <w:p w14:paraId="00602311" w14:textId="4C8B8253" w:rsidR="0035531B" w:rsidRPr="000174E8" w:rsidRDefault="0035531B" w:rsidP="0035531B">
      <w:pPr>
        <w:pStyle w:val="Textbezslovn"/>
        <w:spacing w:after="0"/>
        <w:ind w:left="2127" w:hanging="1390"/>
      </w:pPr>
      <w:r>
        <w:lastRenderedPageBreak/>
        <w:t xml:space="preserve">zastoupená: </w:t>
      </w:r>
      <w:r>
        <w:tab/>
      </w:r>
      <w:r w:rsidR="007530A7" w:rsidRPr="007530A7">
        <w:t>Ing. Miroslavem Bocákem, ředitelem organizační jednotky Stavební správa východ, na základě Řádu SŽ R3 Podpisový řád Správy železnic, státní organizace.</w:t>
      </w:r>
    </w:p>
    <w:p w14:paraId="032DFE86" w14:textId="4C2239A1" w:rsidR="0035531B" w:rsidRDefault="0035531B" w:rsidP="0035531B">
      <w:pPr>
        <w:pStyle w:val="Textbezslovn"/>
      </w:pPr>
      <w:r w:rsidRPr="000174E8">
        <w:tab/>
      </w:r>
      <w:r w:rsidRPr="000174E8">
        <w:tab/>
      </w:r>
    </w:p>
    <w:p w14:paraId="168A08C4" w14:textId="77777777" w:rsidR="0035531B" w:rsidRDefault="0035531B" w:rsidP="0035531B">
      <w:pPr>
        <w:pStyle w:val="Nadpis1-1"/>
      </w:pPr>
      <w:bookmarkStart w:id="6" w:name="_Toc147153710"/>
      <w:r>
        <w:t>KOMUNIKACE MEZI ZADAVATELEM</w:t>
      </w:r>
      <w:r w:rsidR="00845C50">
        <w:t xml:space="preserve"> a </w:t>
      </w:r>
      <w:r>
        <w:t>DODAVATELEM</w:t>
      </w:r>
      <w:bookmarkEnd w:id="6"/>
      <w:r>
        <w:t xml:space="preserve"> </w:t>
      </w:r>
    </w:p>
    <w:p w14:paraId="487EFDE4" w14:textId="4DCF1415" w:rsidR="0035531B" w:rsidRDefault="00FC1166" w:rsidP="007354E9">
      <w:pPr>
        <w:pStyle w:val="Text1-1"/>
      </w:pPr>
      <w:r w:rsidRPr="001A0918">
        <w:t>Komunikace mezi zadavatelem a dodavatelem v</w:t>
      </w:r>
      <w:r>
        <w:t xml:space="preserve">e výběrovém </w:t>
      </w:r>
      <w:r w:rsidRPr="001A0918">
        <w:t xml:space="preserve">řízení probíhá písemně. Ústní komunikace je připuštěna za podmínek </w:t>
      </w:r>
      <w:r>
        <w:t xml:space="preserve">obdobně </w:t>
      </w:r>
      <w:r w:rsidRPr="001A0918">
        <w:t>dle § 211 odst. 2 a 3 ZZVZ a její obsah musí být vždy zdokumentován</w:t>
      </w:r>
      <w:r>
        <w:t xml:space="preserve">. </w:t>
      </w:r>
      <w:r w:rsidR="007354E9" w:rsidRPr="007354E9">
        <w:t xml:space="preserve">Veškerá písemná komunikace mezi zadavatelem a dodavateli ve výběrovém řízení musí probíhat pouze elektronicky. </w:t>
      </w:r>
      <w:r w:rsidR="000A4679">
        <w:t xml:space="preserve">Písemná </w:t>
      </w:r>
      <w:r w:rsidR="007354E9" w:rsidRPr="007354E9">
        <w:t xml:space="preserve">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007354E9" w:rsidRPr="00046545">
        <w:t>),</w:t>
      </w:r>
      <w:r w:rsidR="007354E9"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w:t>
      </w:r>
      <w:r w:rsidR="000A4679">
        <w:t xml:space="preserve">písemnou </w:t>
      </w:r>
      <w:r w:rsidR="007354E9" w:rsidRPr="007354E9">
        <w:t>komunikaci ze strany dodavatele učiněnou elektronicky, avšak nikoliv prostřednictvím elektronického nástroje E-ZAK, bude zadavatel vždy odpovídat prostřed</w:t>
      </w:r>
      <w:r w:rsidR="007354E9">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3EC4CBD6" w14:textId="6F057C50" w:rsidR="00592454" w:rsidRPr="00714034" w:rsidRDefault="0035531B" w:rsidP="00592454">
      <w:pPr>
        <w:pStyle w:val="Text1-1"/>
      </w:pPr>
      <w:r>
        <w:t xml:space="preserve">Kontaktní osobou zadavatele pro </w:t>
      </w:r>
      <w:r w:rsidR="009531C1">
        <w:t xml:space="preserve">výběrové </w:t>
      </w:r>
      <w:r>
        <w:t>řízení je:</w:t>
      </w:r>
      <w:r w:rsidR="00592454" w:rsidRPr="00592454">
        <w:t xml:space="preserve"> </w:t>
      </w:r>
      <w:r w:rsidR="00592454" w:rsidRPr="00714034">
        <w:t>Ing. Radomíra Rečková</w:t>
      </w:r>
    </w:p>
    <w:p w14:paraId="1ECC9FCB" w14:textId="77777777" w:rsidR="00592454" w:rsidRPr="00714034" w:rsidRDefault="00592454" w:rsidP="00592454">
      <w:pPr>
        <w:spacing w:after="0"/>
        <w:ind w:left="737"/>
        <w:jc w:val="both"/>
      </w:pPr>
      <w:r w:rsidRPr="00714034">
        <w:t xml:space="preserve">telefon: </w:t>
      </w:r>
      <w:r w:rsidRPr="00714034">
        <w:tab/>
        <w:t>725 744 197</w:t>
      </w:r>
    </w:p>
    <w:p w14:paraId="2B1AFA6D" w14:textId="77777777" w:rsidR="00592454" w:rsidRPr="00714034" w:rsidRDefault="00592454" w:rsidP="00592454">
      <w:pPr>
        <w:spacing w:after="0"/>
        <w:ind w:left="737"/>
        <w:jc w:val="both"/>
      </w:pPr>
      <w:r w:rsidRPr="00714034">
        <w:t xml:space="preserve">e-mail: </w:t>
      </w:r>
      <w:r w:rsidRPr="00714034">
        <w:tab/>
        <w:t>Reckova@spravazeleznic.cz</w:t>
      </w:r>
    </w:p>
    <w:p w14:paraId="4505EC9B" w14:textId="77777777" w:rsidR="00592454" w:rsidRPr="00714034" w:rsidRDefault="00592454" w:rsidP="00592454">
      <w:pPr>
        <w:spacing w:after="0"/>
        <w:ind w:left="737"/>
        <w:jc w:val="both"/>
      </w:pPr>
      <w:r w:rsidRPr="00714034">
        <w:t xml:space="preserve">adresa: </w:t>
      </w:r>
      <w:r w:rsidRPr="00714034">
        <w:tab/>
        <w:t>Správa železnic, státní organizace</w:t>
      </w:r>
    </w:p>
    <w:p w14:paraId="0F52DB51" w14:textId="77777777" w:rsidR="00592454" w:rsidRPr="00714034" w:rsidRDefault="00592454" w:rsidP="00592454">
      <w:pPr>
        <w:spacing w:after="0"/>
        <w:ind w:left="1446" w:firstLine="681"/>
        <w:jc w:val="both"/>
      </w:pPr>
      <w:r w:rsidRPr="00714034">
        <w:t>Stavební správa východ</w:t>
      </w:r>
    </w:p>
    <w:p w14:paraId="62968731" w14:textId="77777777" w:rsidR="00592454" w:rsidRDefault="00592454" w:rsidP="00592454">
      <w:pPr>
        <w:spacing w:after="0"/>
        <w:ind w:left="1446" w:firstLine="681"/>
        <w:jc w:val="both"/>
      </w:pPr>
      <w:r w:rsidRPr="00714034">
        <w:t>Nerudova 1</w:t>
      </w:r>
    </w:p>
    <w:p w14:paraId="32D39B6C" w14:textId="38424D26" w:rsidR="0035531B" w:rsidRDefault="00592454" w:rsidP="00592454">
      <w:pPr>
        <w:spacing w:after="0"/>
        <w:ind w:left="1446" w:firstLine="681"/>
        <w:jc w:val="both"/>
      </w:pPr>
      <w:r>
        <w:t>7</w:t>
      </w:r>
      <w:r w:rsidRPr="00714034">
        <w:t>79 00 Olomouc</w:t>
      </w:r>
    </w:p>
    <w:p w14:paraId="7AFE4171" w14:textId="77777777" w:rsidR="0035531B" w:rsidRDefault="0035531B" w:rsidP="0035531B">
      <w:pPr>
        <w:pStyle w:val="Nadpis1-1"/>
      </w:pPr>
      <w:bookmarkStart w:id="7" w:name="_Toc147153711"/>
      <w:r>
        <w:t>ÚČEL</w:t>
      </w:r>
      <w:r w:rsidR="00845C50">
        <w:t xml:space="preserve"> </w:t>
      </w:r>
      <w:r w:rsidR="00776A8A">
        <w:t>A</w:t>
      </w:r>
      <w:r w:rsidR="00845C50">
        <w:t> </w:t>
      </w:r>
      <w:r>
        <w:t>PŘEDMĚT PLNĚNÍ VEŘEJNÉ ZAKÁZKY</w:t>
      </w:r>
      <w:bookmarkEnd w:id="7"/>
    </w:p>
    <w:p w14:paraId="072189A2" w14:textId="77777777" w:rsidR="0035531B" w:rsidRDefault="0035531B" w:rsidP="0035531B">
      <w:pPr>
        <w:pStyle w:val="Text1-1"/>
      </w:pPr>
      <w:r>
        <w:t>Účel veřejné zakázky</w:t>
      </w:r>
    </w:p>
    <w:p w14:paraId="2CA9CFD0" w14:textId="21110F48" w:rsidR="0035531B" w:rsidRDefault="00EE0833" w:rsidP="0035531B">
      <w:pPr>
        <w:pStyle w:val="Textbezslovn"/>
      </w:pPr>
      <w:r w:rsidRPr="00EE0833">
        <w:t>Zvýšení bezpečnosti na železničních přejezdech a také zajištění větší spolehlivosti a technické úrovně železniční dopravní cesty.</w:t>
      </w:r>
    </w:p>
    <w:p w14:paraId="09962EBD" w14:textId="77777777" w:rsidR="0035531B" w:rsidRDefault="0035531B" w:rsidP="0035531B">
      <w:pPr>
        <w:pStyle w:val="Text1-1"/>
      </w:pPr>
      <w:r>
        <w:t>Předmět plnění veřejné zakázky</w:t>
      </w:r>
    </w:p>
    <w:p w14:paraId="65EFEFA5" w14:textId="2E5FC946" w:rsidR="00EE0833" w:rsidRDefault="00EE0833" w:rsidP="00EE0833">
      <w:pPr>
        <w:pStyle w:val="Textbezslovn"/>
      </w:pPr>
      <w:r>
        <w:t>Předmětem veřejné zakázky je realizace stavby „Doplnění závor na přejezdu P7871 v km 27,441 trati Hlučín – Opava východ“.</w:t>
      </w:r>
    </w:p>
    <w:p w14:paraId="09CF1474" w14:textId="77777777" w:rsidR="00EE0833" w:rsidRDefault="00EE0833" w:rsidP="00EE0833">
      <w:pPr>
        <w:pStyle w:val="Textbezslovn"/>
      </w:pPr>
      <w:r>
        <w:t>Jedná se o doplnění stávající technologie závorami na přejezdu P7871 v km 27,441, který je v současnosti zabezpečen zabezpečovacím zařízením kategorie PZS 3SNI dle ČSN 34 2650 ed.2. Technologie přejezdu bude umístěna v novém technologickém domku. Součástí stavby jsou úpravy železničního svršku a spodku, včetně úpravy GPK a odvodnění, rekonstrukce přejezdové konstrukce a silniční komunikace v místě přejezdu a úprava chodníku.</w:t>
      </w:r>
    </w:p>
    <w:p w14:paraId="05606675" w14:textId="2BB95321" w:rsidR="0035531B" w:rsidRDefault="001E1A3D" w:rsidP="001E1A3D">
      <w:pPr>
        <w:pStyle w:val="Textbezslovn"/>
      </w:pPr>
      <w:r w:rsidRPr="00BC090D">
        <w:t xml:space="preserve"> </w:t>
      </w:r>
      <w:r w:rsidR="0035531B">
        <w:t>Bližší specifikace předmětu plnění veřejné zakázky je upravena</w:t>
      </w:r>
      <w:r w:rsidR="00092CC9">
        <w:t xml:space="preserve"> v </w:t>
      </w:r>
      <w:r w:rsidR="0035531B">
        <w:t>dalších částech zadávací dokumentace.</w:t>
      </w:r>
    </w:p>
    <w:p w14:paraId="5E4753A5" w14:textId="77777777" w:rsidR="0035531B" w:rsidRDefault="0035531B" w:rsidP="0035531B">
      <w:pPr>
        <w:pStyle w:val="Text1-1"/>
      </w:pPr>
      <w:r>
        <w:t>Klasifikace předmětu veřejné zakázky</w:t>
      </w:r>
    </w:p>
    <w:p w14:paraId="7160C32B" w14:textId="77777777" w:rsidR="0035531B" w:rsidRPr="005C36A0" w:rsidRDefault="0035531B" w:rsidP="006F6B09">
      <w:pPr>
        <w:pStyle w:val="Textbezslovn"/>
        <w:spacing w:after="0"/>
      </w:pPr>
      <w:r w:rsidRPr="005C36A0">
        <w:t>CPV kód  45234110-0 Výstavba meziměstských železničních drah</w:t>
      </w:r>
    </w:p>
    <w:p w14:paraId="6421176C" w14:textId="77777777" w:rsidR="00F0634D" w:rsidRPr="006B77B3" w:rsidRDefault="007C21AA" w:rsidP="00F0634D">
      <w:pPr>
        <w:pStyle w:val="Textbezslovn"/>
        <w:spacing w:after="0"/>
      </w:pPr>
      <w:r w:rsidRPr="005C36A0">
        <w:t>CPV kód  45234115-5 Železniční signalizace</w:t>
      </w:r>
      <w:r w:rsidR="00F0634D" w:rsidRPr="00006798">
        <w:t xml:space="preserve">  </w:t>
      </w:r>
    </w:p>
    <w:p w14:paraId="648C7B26" w14:textId="77777777" w:rsidR="00F0634D" w:rsidRDefault="00F0634D" w:rsidP="007354E9">
      <w:pPr>
        <w:pStyle w:val="Textbezslovn"/>
        <w:rPr>
          <w:highlight w:val="green"/>
        </w:rPr>
      </w:pPr>
    </w:p>
    <w:p w14:paraId="7C5D56BD" w14:textId="176B2960"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8" w:name="_Toc147153712"/>
      <w:r>
        <w:lastRenderedPageBreak/>
        <w:t>ZDROJE FINANCOVÁNÍ</w:t>
      </w:r>
      <w:r w:rsidR="00845C50">
        <w:t xml:space="preserve"> </w:t>
      </w:r>
      <w:r w:rsidR="00776A8A">
        <w:t>A</w:t>
      </w:r>
      <w:r w:rsidR="00845C50">
        <w:t> </w:t>
      </w:r>
      <w:r>
        <w:t xml:space="preserve">PŘEDPOKLÁDANÁ HODNOTA VEŘEJNÉ </w:t>
      </w:r>
      <w:r w:rsidRPr="00B37552">
        <w:t>ZAKÁZKY</w:t>
      </w:r>
      <w:bookmarkEnd w:id="8"/>
    </w:p>
    <w:p w14:paraId="598D964A" w14:textId="4F9B0787" w:rsidR="00D500B1" w:rsidRDefault="007354E9" w:rsidP="005C36A0">
      <w:pPr>
        <w:pStyle w:val="Text1-1"/>
      </w:pPr>
      <w:r>
        <w:t>Předpokládá se financování této veřejné zakázky z prostředků České republiky - Státního fondu dopravní infrastruktury.</w:t>
      </w: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56532F30" w14:textId="48B1516E" w:rsidR="007354E9" w:rsidRDefault="007354E9" w:rsidP="00337143">
      <w:pPr>
        <w:pStyle w:val="Text1-1"/>
        <w:spacing w:after="0"/>
      </w:pPr>
      <w:r w:rsidRPr="004F70A1">
        <w:t xml:space="preserve">Předpokládaná hodnota veřejné zakázky činí </w:t>
      </w:r>
      <w:r w:rsidR="00EE0833" w:rsidRPr="00EE0833">
        <w:rPr>
          <w:b/>
          <w:bCs/>
        </w:rPr>
        <w:t xml:space="preserve">21 466 209 </w:t>
      </w:r>
      <w:r w:rsidRPr="007354E9">
        <w:rPr>
          <w:b/>
        </w:rPr>
        <w:t xml:space="preserve">Kč </w:t>
      </w:r>
      <w:r w:rsidRPr="004F70A1">
        <w:t>(bez DPH).</w:t>
      </w:r>
    </w:p>
    <w:p w14:paraId="041DE93A" w14:textId="77777777" w:rsidR="0035531B" w:rsidRDefault="0035531B" w:rsidP="006F6B09">
      <w:pPr>
        <w:pStyle w:val="Nadpis1-1"/>
      </w:pPr>
      <w:bookmarkStart w:id="9" w:name="_Toc147153713"/>
      <w:r>
        <w:t>OBSAH ZADÁVACÍ DOKUMENTACE</w:t>
      </w:r>
      <w:bookmarkEnd w:id="9"/>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618B07C"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3C37596B"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6C2A8BAA" w14:textId="7AE5921A" w:rsidR="0035531B" w:rsidRDefault="00FD39DE" w:rsidP="005464A3">
      <w:pPr>
        <w:pStyle w:val="Text1-1"/>
      </w:pPr>
      <w:r>
        <w:t xml:space="preserve">Zadávací dokumentace je přístupná na profilu zadavatele: </w:t>
      </w:r>
      <w:hyperlink r:id="rId13"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DF38CF3" w14:textId="5DCDACA4" w:rsidR="0035531B" w:rsidRPr="008513D8" w:rsidRDefault="00FD39DE" w:rsidP="00FD39DE">
      <w:pPr>
        <w:pStyle w:val="Text1-1"/>
      </w:pPr>
      <w:r w:rsidRPr="008513D8">
        <w:t>Zadavatel sděluje, že následující části zadávací dokumentace vypracovala osoba odlišná</w:t>
      </w:r>
      <w:r w:rsidRPr="00FD39DE">
        <w:t xml:space="preserve"> od zadavatele, a to: </w:t>
      </w:r>
      <w:r w:rsidR="00592454" w:rsidRPr="00592454">
        <w:rPr>
          <w:bCs/>
        </w:rPr>
        <w:t xml:space="preserve">DUSP (Projekt stavby), zpracovaný společností </w:t>
      </w:r>
      <w:r w:rsidR="00592454" w:rsidRPr="00592454">
        <w:t>SUDOP PRAHA a.s., Olšanská 1a, 130 80 Praha, IČO: 25793349 z 10/2021</w:t>
      </w:r>
    </w:p>
    <w:p w14:paraId="1373219E" w14:textId="77777777" w:rsidR="00FD39DE" w:rsidRDefault="00FD39DE" w:rsidP="00FD39DE">
      <w:pPr>
        <w:pStyle w:val="Text1-1"/>
      </w:pPr>
      <w:r>
        <w:t>Pro vyloučení pochybností zadavatel uvádí, že ohledně této veřejné zakázky nevedl předběžné tržní konzultace.</w:t>
      </w:r>
    </w:p>
    <w:p w14:paraId="4B34903E" w14:textId="77777777" w:rsidR="0035531B" w:rsidRDefault="0035531B" w:rsidP="00CC4380">
      <w:pPr>
        <w:pStyle w:val="Nadpis1-1"/>
      </w:pPr>
      <w:bookmarkStart w:id="10" w:name="_Toc147153714"/>
      <w:r>
        <w:t>VYSVĚTLENÍ, ZMĚNY</w:t>
      </w:r>
      <w:r w:rsidR="00845C50">
        <w:t xml:space="preserve"> </w:t>
      </w:r>
      <w:r w:rsidR="00776A8A">
        <w:t>A</w:t>
      </w:r>
      <w:r w:rsidR="00845C50">
        <w:t> </w:t>
      </w:r>
      <w:r>
        <w:t>DOPLNĚNÍ ZADÁVACÍ DOKUMENTACE</w:t>
      </w:r>
      <w:bookmarkEnd w:id="10"/>
      <w:r>
        <w:t xml:space="preserve"> </w:t>
      </w:r>
    </w:p>
    <w:p w14:paraId="3A8E6C92" w14:textId="07778BE9"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A6336E">
          <w:rPr>
            <w:rStyle w:val="Hypertextovodkaz"/>
            <w:noProof w:val="0"/>
          </w:rPr>
          <w:t>https://zakazky.spravazeleznic.cz/</w:t>
        </w:r>
      </w:hyperlink>
      <w:r w:rsidRPr="00FD39DE">
        <w:t xml:space="preserve">. Písemná žádost musí být zadavateli doručena </w:t>
      </w:r>
      <w:r w:rsidRPr="00B56B20">
        <w:rPr>
          <w:b/>
        </w:rPr>
        <w:t>nejpozději 4 pracovní dny</w:t>
      </w:r>
      <w:r w:rsidRPr="00B56B20">
        <w:t xml:space="preserve"> před uplynutím lhůty pro podání nabídek</w:t>
      </w:r>
      <w:r w:rsidR="00693188" w:rsidRPr="00B56B20">
        <w:t>, jinak zadavatel není povinen vysvětlení poskytnout</w:t>
      </w:r>
      <w:r w:rsidRPr="00FD39DE">
        <w:t>.</w:t>
      </w:r>
    </w:p>
    <w:p w14:paraId="04E7F2E9" w14:textId="61168408" w:rsidR="0035531B" w:rsidRDefault="00FD39DE" w:rsidP="00FD39DE">
      <w:pPr>
        <w:pStyle w:val="Text1-1"/>
      </w:pPr>
      <w:r w:rsidRPr="00FD39DE">
        <w:t xml:space="preserve">Zadavatel poskytne vysvětlení </w:t>
      </w:r>
      <w:r w:rsidRPr="00B56B20">
        <w:t>zadávací dokumentace nejpozději do 2 pracovních dnů po doručení žádosti podle předchozího odstavce. Pokud zadavatel na žádost o vysvětlení, která není doručena včas, vysvětlení poskytne, nemusí dodržet lhůtu uvedenou v předchozí větě</w:t>
      </w:r>
      <w:r w:rsidR="0035531B" w:rsidRPr="00B56B20">
        <w:t>.</w:t>
      </w:r>
      <w:r w:rsidR="00693188" w:rsidRPr="00B56B20">
        <w:t xml:space="preserve"> Vysvětlení zadávací dokumentace může zadavatel poskytnout i bez předchozí žádosti, a to nejméně </w:t>
      </w:r>
      <w:r w:rsidR="00CE5F6A" w:rsidRPr="00B56B20">
        <w:t xml:space="preserve">2 </w:t>
      </w:r>
      <w:r w:rsidR="00693188" w:rsidRPr="00B56B20">
        <w:t>pracovní</w:t>
      </w:r>
      <w:r w:rsidR="00693188">
        <w:t xml:space="preserve"> dny před uplynutím lhůty pro podání nabídek.</w:t>
      </w:r>
    </w:p>
    <w:p w14:paraId="33849454" w14:textId="4E1A9328" w:rsidR="0035531B" w:rsidRDefault="00FD39DE" w:rsidP="00B56B20">
      <w:pPr>
        <w:pStyle w:val="Text1-1"/>
      </w:pPr>
      <w:r>
        <w:lastRenderedPageBreak/>
        <w:t xml:space="preserve">Vysvětlení zadávací dokumentace, včetně přesného znění žádosti, zadavatel uveřejní stejným způsobem, jakým uveřejnil výzvu k podání nabídek, tedy na profilu zadavatele: </w:t>
      </w:r>
      <w:hyperlink r:id="rId18"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6055481B"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1" w:name="_Toc147153715"/>
      <w:r>
        <w:t>POŽADAVKY ZADAVATELE NA KVALIFIKACI</w:t>
      </w:r>
      <w:bookmarkEnd w:id="11"/>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lastRenderedPageBreak/>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77777777"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623DE31E" w14:textId="77777777" w:rsidR="0035531B" w:rsidRPr="00A7334D" w:rsidRDefault="0035531B" w:rsidP="00D10A2D">
      <w:pPr>
        <w:pStyle w:val="Odrka1-2-"/>
      </w:pPr>
      <w:r w:rsidRPr="00A7334D">
        <w:t>Provádění staveb, jejich změn</w:t>
      </w:r>
      <w:r w:rsidR="00845C50" w:rsidRPr="00A7334D">
        <w:t xml:space="preserve"> a </w:t>
      </w:r>
      <w:r w:rsidRPr="00A7334D">
        <w:t>odstraňování,</w:t>
      </w:r>
    </w:p>
    <w:p w14:paraId="7B3ED4C1" w14:textId="77777777" w:rsidR="0035531B" w:rsidRPr="00A7334D" w:rsidRDefault="0035531B" w:rsidP="00CC4380">
      <w:pPr>
        <w:pStyle w:val="Odrka1-2-"/>
      </w:pPr>
      <w:r w:rsidRPr="00A7334D">
        <w:t>Revize, prohlídky</w:t>
      </w:r>
      <w:r w:rsidR="00845C50" w:rsidRPr="00A7334D">
        <w:t xml:space="preserve"> a </w:t>
      </w:r>
      <w:r w:rsidRPr="00A7334D">
        <w:t>zkoušky určených technických zařízení</w:t>
      </w:r>
      <w:r w:rsidR="00092CC9" w:rsidRPr="00A7334D">
        <w:t xml:space="preserve"> v </w:t>
      </w:r>
      <w:r w:rsidRPr="00A7334D">
        <w:t>provozu,</w:t>
      </w:r>
    </w:p>
    <w:p w14:paraId="3474EEAB" w14:textId="5EAE5130" w:rsidR="0035531B" w:rsidRPr="00A7334D" w:rsidRDefault="0035531B" w:rsidP="00CC4380">
      <w:pPr>
        <w:pStyle w:val="Odrka1-2-"/>
      </w:pPr>
      <w:r w:rsidRPr="00A7334D">
        <w:t>Výkon zeměměřických činností</w:t>
      </w:r>
      <w:r w:rsidR="00A7334D">
        <w:t>.</w:t>
      </w:r>
    </w:p>
    <w:p w14:paraId="3C96E5EA" w14:textId="77777777" w:rsidR="00267CF3" w:rsidRDefault="00267CF3" w:rsidP="00A7334D">
      <w:pPr>
        <w:pStyle w:val="Odrka1-2-"/>
        <w:numPr>
          <w:ilvl w:val="0"/>
          <w:numId w:val="0"/>
        </w:numPr>
      </w:pPr>
    </w:p>
    <w:p w14:paraId="03FF036D" w14:textId="77777777" w:rsidR="0035531B" w:rsidRDefault="0035531B" w:rsidP="00092CC9">
      <w:pPr>
        <w:pStyle w:val="Odrka1-1"/>
      </w:pPr>
      <w:r>
        <w:t>Odborná způsobilost:</w:t>
      </w:r>
    </w:p>
    <w:p w14:paraId="69330FA9" w14:textId="77777777" w:rsidR="00344A9C" w:rsidRPr="00A7334D"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w:t>
      </w:r>
      <w:r w:rsidRPr="00A7334D">
        <w:t xml:space="preserve">písm. </w:t>
      </w:r>
    </w:p>
    <w:p w14:paraId="66ECC6E5" w14:textId="77777777" w:rsidR="00344A9C" w:rsidRPr="00A7334D" w:rsidRDefault="00344A9C" w:rsidP="00344A9C">
      <w:pPr>
        <w:pStyle w:val="Odrka1-1"/>
        <w:numPr>
          <w:ilvl w:val="0"/>
          <w:numId w:val="0"/>
        </w:numPr>
        <w:ind w:left="1190" w:firstLine="341"/>
        <w:rPr>
          <w:b/>
        </w:rPr>
      </w:pPr>
      <w:r w:rsidRPr="00A7334D">
        <w:rPr>
          <w:b/>
        </w:rPr>
        <w:t xml:space="preserve">b) </w:t>
      </w:r>
      <w:r w:rsidRPr="00A7334D">
        <w:t>dopravní stavby</w:t>
      </w:r>
    </w:p>
    <w:p w14:paraId="569C1790" w14:textId="77777777" w:rsidR="00344A9C" w:rsidRPr="00A7334D" w:rsidRDefault="00344A9C" w:rsidP="00344A9C">
      <w:pPr>
        <w:pStyle w:val="Odrka1-1"/>
        <w:numPr>
          <w:ilvl w:val="0"/>
          <w:numId w:val="0"/>
        </w:numPr>
        <w:ind w:left="1190" w:firstLine="341"/>
        <w:rPr>
          <w:b/>
        </w:rPr>
      </w:pPr>
      <w:r w:rsidRPr="00A7334D">
        <w:rPr>
          <w:b/>
        </w:rPr>
        <w:t xml:space="preserve">e) </w:t>
      </w:r>
      <w:r w:rsidRPr="00A7334D">
        <w:t>technologická zařízení staveb</w:t>
      </w:r>
    </w:p>
    <w:p w14:paraId="3D40E566" w14:textId="70E176C8" w:rsidR="0035531B" w:rsidRPr="00A7334D" w:rsidRDefault="0035531B" w:rsidP="00344A9C">
      <w:pPr>
        <w:pStyle w:val="Odrka1-2-"/>
        <w:numPr>
          <w:ilvl w:val="0"/>
          <w:numId w:val="0"/>
        </w:numPr>
        <w:ind w:left="1531"/>
      </w:pPr>
      <w:r w:rsidRPr="00A7334D">
        <w:t>zákona č. 360/1992 Sb.,</w:t>
      </w:r>
      <w:r w:rsidR="00092CC9" w:rsidRPr="00A7334D">
        <w:t xml:space="preserve"> o </w:t>
      </w:r>
      <w:r w:rsidRPr="00A7334D">
        <w:t>výkonu povolání autorizovaných architektů</w:t>
      </w:r>
      <w:r w:rsidR="00845C50" w:rsidRPr="00A7334D">
        <w:t xml:space="preserve"> a</w:t>
      </w:r>
      <w:r w:rsidR="00092CC9" w:rsidRPr="00A7334D">
        <w:t xml:space="preserve"> o </w:t>
      </w:r>
      <w:r w:rsidRPr="00A7334D">
        <w:t>výkonu povolání autorizovaných inženýrů</w:t>
      </w:r>
      <w:r w:rsidR="00845C50" w:rsidRPr="00A7334D">
        <w:t xml:space="preserve"> a </w:t>
      </w:r>
      <w:r w:rsidRPr="00A7334D">
        <w:t>techniků činných ve výstavbě, ve znění pozdějších předpisů</w:t>
      </w:r>
      <w:r w:rsidR="007476A8" w:rsidRPr="00A7334D">
        <w:t xml:space="preserve"> (dále jen „autorizační zákon“)</w:t>
      </w:r>
      <w:r w:rsidRPr="00A7334D">
        <w:t>.</w:t>
      </w:r>
    </w:p>
    <w:p w14:paraId="201EBDF5" w14:textId="0373F5A1" w:rsidR="00344A9C" w:rsidRPr="00A7334D" w:rsidRDefault="00463296" w:rsidP="00A7334D">
      <w:pPr>
        <w:pStyle w:val="Odrka1-2-"/>
      </w:pPr>
      <w:r w:rsidRPr="00463296">
        <w:t xml:space="preserve">Zadavatel požaduje předložení autorizace pro ověřování výsledků zeměměřických činností v rozsahu dle § 16f odst. 1 písm. </w:t>
      </w:r>
      <w:r w:rsidRPr="00463296">
        <w:rPr>
          <w:b/>
        </w:rPr>
        <w:t xml:space="preserve">a) </w:t>
      </w:r>
      <w:r w:rsidRPr="00463296">
        <w:t>a</w:t>
      </w:r>
      <w:r w:rsidRPr="00463296">
        <w:rPr>
          <w:b/>
        </w:rPr>
        <w:t> c)</w:t>
      </w:r>
      <w:r w:rsidRPr="00463296">
        <w:t xml:space="preserve"> zákona č. 200/1994 Sb., o zeměměřictví a o změně a doplnění některých zákonů souvisejících s jeho zavedením, ve znění pozdějších předpisů</w:t>
      </w:r>
      <w:r w:rsidR="0035531B" w:rsidRPr="00A7334D">
        <w:t>.</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2E64F4AC" w14:textId="77777777" w:rsidR="00A7334D" w:rsidRDefault="00A7334D" w:rsidP="00A7334D">
      <w:pPr>
        <w:pStyle w:val="Textbezslovn"/>
      </w:pPr>
      <w:r>
        <w:t xml:space="preserve">Zadavatel požaduje předložení </w:t>
      </w:r>
      <w:r w:rsidRPr="00987F13">
        <w:rPr>
          <w:b/>
          <w:bCs/>
        </w:rPr>
        <w:t>seznamu</w:t>
      </w:r>
      <w:r>
        <w:t xml:space="preserve"> stavebních prací spočívajících v provedení novostavby nebo rekonstrukce na stavbách železničních drah celostátních či regionálních, jak jsou vymezeny v § 5 odst. 1 a v § 3 odst. 1 písm. a) a b) zákona č. 266/1994 Sb., o dráhách, ve znění pozdějších předpisů, poskytnutých dodavatelem za posledních </w:t>
      </w:r>
      <w:r w:rsidRPr="00987F13">
        <w:rPr>
          <w:b/>
          <w:bCs/>
        </w:rPr>
        <w:t>5 let</w:t>
      </w:r>
      <w:r>
        <w:t xml:space="preserve"> před zahájením výběrového řízení (dále jako </w:t>
      </w:r>
      <w:r w:rsidRPr="00987F13">
        <w:rPr>
          <w:b/>
          <w:bCs/>
        </w:rPr>
        <w:t>„stavební práce“</w:t>
      </w:r>
      <w:r>
        <w:t>).</w:t>
      </w:r>
    </w:p>
    <w:p w14:paraId="720B3E54" w14:textId="7E559377" w:rsidR="00A7334D" w:rsidRDefault="00A7334D" w:rsidP="00A7334D">
      <w:pPr>
        <w:pStyle w:val="Textbezslovn"/>
      </w:pPr>
      <w:r>
        <w:t xml:space="preserve">Zadavatel požaduje, aby dodavatel předložil i </w:t>
      </w:r>
      <w:r w:rsidRPr="00987F13">
        <w:rPr>
          <w:b/>
          <w:bCs/>
        </w:rPr>
        <w:t>osvědčení</w:t>
      </w:r>
      <w: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 stavební práce v celkové hodnotě v součtu, včetně případných poddodávek, </w:t>
      </w:r>
      <w:r>
        <w:lastRenderedPageBreak/>
        <w:t xml:space="preserve">alespoň ve výši </w:t>
      </w:r>
      <w:r w:rsidRPr="00D52FB6">
        <w:rPr>
          <w:b/>
          <w:bCs/>
        </w:rPr>
        <w:t>21</w:t>
      </w:r>
      <w:r w:rsidR="00D52FB6" w:rsidRPr="00D52FB6">
        <w:rPr>
          <w:b/>
          <w:bCs/>
        </w:rPr>
        <w:t> 000 000,-</w:t>
      </w:r>
      <w:r w:rsidRPr="00D52FB6">
        <w:rPr>
          <w:b/>
          <w:bCs/>
        </w:rPr>
        <w:t xml:space="preserve"> Kč</w:t>
      </w:r>
      <w:r>
        <w:t xml:space="preserve"> bez DPH, </w:t>
      </w:r>
      <w:r w:rsidRPr="00D52FB6">
        <w:rPr>
          <w:b/>
          <w:bCs/>
        </w:rPr>
        <w:t>jejichž součástí byla novostavba nebo rekonstrukce přejezdového zabezpečovacího zařízení (dále jen „PZZ</w:t>
      </w:r>
      <w:r w:rsidRPr="00D52FB6">
        <w:t>“)</w:t>
      </w:r>
      <w:r>
        <w:t xml:space="preserve">. </w:t>
      </w:r>
    </w:p>
    <w:p w14:paraId="2204E1BD" w14:textId="3CB22ADC" w:rsidR="00A7334D" w:rsidRDefault="00A7334D" w:rsidP="00A7334D">
      <w:pPr>
        <w:pStyle w:val="Textbezslovn"/>
      </w:pPr>
      <w:r>
        <w:t xml:space="preserve">Zadavatel dále požaduje, aby hodnota plnění spočívajícího v novostavbě nebo rekonstrukci PZZ v těchto stavebních pracích činila v součtu alespoň </w:t>
      </w:r>
      <w:r w:rsidRPr="00987F13">
        <w:rPr>
          <w:b/>
          <w:bCs/>
        </w:rPr>
        <w:t>8</w:t>
      </w:r>
      <w:r w:rsidR="00D52FB6" w:rsidRPr="00987F13">
        <w:rPr>
          <w:b/>
          <w:bCs/>
        </w:rPr>
        <w:t> 000 000,-</w:t>
      </w:r>
      <w:r w:rsidRPr="00987F13">
        <w:rPr>
          <w:b/>
          <w:bCs/>
        </w:rPr>
        <w:t xml:space="preserve"> Kč</w:t>
      </w:r>
      <w:r>
        <w:t xml:space="preserve"> bez DPH (částka 8 mil. Kč bez DPH se vztahuje k hodnotě novostavby nebo rekonstrukce</w:t>
      </w:r>
      <w:r w:rsidR="00DA0FD3">
        <w:t xml:space="preserve"> PZZ</w:t>
      </w:r>
      <w:r>
        <w:t xml:space="preserve">, nikoli k hodnotě stavebních prací, tj. zakázek jako celku) s tím, že u každé jednotlivé stavební práce musí hodnota plnění spočívajícího v novostavbě nebo rekonstrukci PZZ v těchto stavebních pracích činit alespoň </w:t>
      </w:r>
      <w:r w:rsidRPr="00987F13">
        <w:rPr>
          <w:b/>
          <w:bCs/>
        </w:rPr>
        <w:t>4</w:t>
      </w:r>
      <w:r w:rsidR="00987F13" w:rsidRPr="00987F13">
        <w:rPr>
          <w:b/>
          <w:bCs/>
        </w:rPr>
        <w:t> 000 000,-</w:t>
      </w:r>
      <w:r w:rsidRPr="00987F13">
        <w:rPr>
          <w:b/>
          <w:bCs/>
        </w:rPr>
        <w:t xml:space="preserve"> Kč</w:t>
      </w:r>
      <w:r>
        <w:t xml:space="preserve"> bez DPH. Hodnotou stavebních prací se pro účely posouzení splnění kritérií technické kvalifikace rozumí cena, za kterou dodavatel provedl předmětné stavební práce; tato cena nebude upravována o míru inflace tak, aby odpovídala současným hodnotám stavebních prací.</w:t>
      </w:r>
    </w:p>
    <w:p w14:paraId="2C1314FC" w14:textId="7AAF7CB2" w:rsidR="00A7334D" w:rsidRDefault="00A7334D" w:rsidP="003D42AA">
      <w:pPr>
        <w:pStyle w:val="Textbezslovn"/>
        <w:rPr>
          <w:rFonts w:cs="Arial"/>
          <w:iCs/>
        </w:rPr>
      </w:pPr>
      <w:r w:rsidRPr="00A7334D">
        <w:rPr>
          <w:rFonts w:cs="Arial"/>
          <w:iCs/>
        </w:rPr>
        <w:t>Pro odstranění pochybností zadavatel uvádí, že požadavek kritéria technické kvalifikace na doložení stavebních prací v součtu za posledních 5 let lze splnit předložením seznamu a osvědčení o řádném poskytnutí a dokončení i pouze jediné stavební práce, jejíž hodnota představuje současně alespoň požadovanou hodnotu stavebních prací v součtu za posledních 5 let a splňuje i další požadavky zadavatele na předmět plnění.</w:t>
      </w:r>
    </w:p>
    <w:p w14:paraId="171FFE27" w14:textId="7318DBEA"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795E2725" w14:textId="394FAC21" w:rsidR="00CD2B30" w:rsidRDefault="00CD2B30" w:rsidP="00CD2B30">
      <w:pPr>
        <w:pStyle w:val="Textbezslovn"/>
      </w:pP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Pr="00D52FB6" w:rsidRDefault="00F95A2C" w:rsidP="00F95A2C">
      <w:pPr>
        <w:pStyle w:val="Textbezslovn"/>
      </w:pPr>
      <w:r w:rsidRPr="00F95A2C">
        <w:t xml:space="preserve">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w:t>
      </w:r>
      <w:r w:rsidRPr="00D52FB6">
        <w:t>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rsidRPr="00D52FB6">
        <w:t>c</w:t>
      </w:r>
      <w:r w:rsidRPr="00D52FB6">
        <w:t>, státní organizace</w:t>
      </w:r>
      <w:r w:rsidR="0035531B" w:rsidRPr="00D52FB6">
        <w:t>.</w:t>
      </w:r>
    </w:p>
    <w:p w14:paraId="4375AA74" w14:textId="5B0EE404" w:rsidR="00AF4A09" w:rsidRPr="00D52FB6" w:rsidRDefault="00AF4A09" w:rsidP="002C04EE">
      <w:pPr>
        <w:pStyle w:val="Textbezslovn"/>
      </w:pPr>
      <w:r w:rsidRPr="00D52FB6">
        <w:t xml:space="preserve">Doba </w:t>
      </w:r>
      <w:r w:rsidR="0087311C" w:rsidRPr="00D52FB6">
        <w:t xml:space="preserve">posledních </w:t>
      </w:r>
      <w:r w:rsidRPr="00D52FB6">
        <w:t xml:space="preserve">5 let </w:t>
      </w:r>
      <w:r w:rsidR="0087311C" w:rsidRPr="00D52FB6">
        <w:t xml:space="preserve">před zahájením výběrového řízení </w:t>
      </w:r>
      <w:r w:rsidRPr="00D52FB6">
        <w:t xml:space="preserve">se </w:t>
      </w:r>
      <w:r w:rsidR="0087311C" w:rsidRPr="00D52FB6">
        <w:t xml:space="preserve">pro účely prokázání technické kvalifikace ohledně referenčních zakázek </w:t>
      </w:r>
      <w:r w:rsidRPr="00D52FB6">
        <w:t xml:space="preserve">považuje za splněnou, pokud byly stavební práce </w:t>
      </w:r>
      <w:r w:rsidR="0087311C" w:rsidRPr="00D52FB6">
        <w:t xml:space="preserve">dokončeny </w:t>
      </w:r>
      <w:r w:rsidRPr="00D52FB6">
        <w:t>v průběhu této doby</w:t>
      </w:r>
      <w:r w:rsidR="0087311C" w:rsidRPr="00D52FB6">
        <w:t xml:space="preserve"> nebo kdykoli po zahájení výběrového řízení, včetně doby po podání nabídek, a to nejpozději do doby zadavatelem případně stanovené k předložení údajů a dokladů dle bodu 16.3 této Výzvy. P</w:t>
      </w:r>
      <w:r w:rsidRPr="00D52FB6">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D52FB6">
        <w:t xml:space="preserve">pro účely prokázání technické kvalifikace v tomto výběrovém řízení </w:t>
      </w:r>
      <w:r w:rsidRPr="00D52FB6">
        <w:t xml:space="preserve">rozumí </w:t>
      </w:r>
      <w:r w:rsidR="000E15C8" w:rsidRPr="00D52FB6">
        <w:t xml:space="preserve">i </w:t>
      </w:r>
      <w:r w:rsidRPr="00D52FB6">
        <w:t>uvedení díla</w:t>
      </w:r>
      <w:r w:rsidR="000E15C8" w:rsidRPr="00D52FB6">
        <w:t>, resp. poslední části</w:t>
      </w:r>
      <w:r w:rsidR="00560665" w:rsidRPr="00D52FB6">
        <w:t xml:space="preserve"> stavební práce</w:t>
      </w:r>
      <w:r w:rsidR="000E15C8" w:rsidRPr="00D52FB6">
        <w:t>,</w:t>
      </w:r>
      <w:r w:rsidRPr="00D52FB6">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1418F6DD" w14:textId="77777777" w:rsidR="00AF4A09" w:rsidRDefault="00AF4A09" w:rsidP="002C04EE">
      <w:pPr>
        <w:pStyle w:val="Textbezslovn"/>
      </w:pPr>
      <w:r w:rsidRPr="00D52FB6">
        <w:lastRenderedPageBreak/>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72CFD7BF" w:rsidR="00AF4A09" w:rsidRDefault="00DC2F80" w:rsidP="00AF4A09">
      <w:pPr>
        <w:pStyle w:val="Textbezslovn"/>
      </w:pPr>
      <w:r w:rsidRPr="00DC2F80">
        <w:t xml:space="preserve">Zadavatel požaduje předložení seznamu níže uvedených členů odborného personálu dodavatele (resp. personálu Zhotovitele). Pro každou osobu odborného personálu v níže uvedené funkci, s výjimkou autorizovaného zeměměřického inženýra, může být za účelem splnění kvalifikace doložena pouze jedna fyzická osoba. Jednotlivé požadavky na kvalifikační kritéria u každé jednotlivé funkce tedy, s výjimkou autorizovaného zeměměřického inženýra, nelze jakkoliv rozdělit mezi více fyzických osob, takže u téže </w:t>
      </w:r>
      <w:r w:rsidRPr="00DC2F80">
        <w:lastRenderedPageBreak/>
        <w:t xml:space="preserve">funkce člena personálu nemůže být prokázáno splnění např. požadované praxe jednou osobou a pomocí jiné osoby odborná způsobilost. I v případě, že bude kvalifikace jednotlivých členů odborného personálu v plném rozsahu prokázána samostatně více fyzickými osobami, může být ve smlouvě uvedena, s výjimkou autorizovaného zeměměřického inženýra, na příslušné pozici člena odborného personálu pouze jedna fyzická osoba. Tuto osobu je dodavatel povinen určit nejpozději v rámci součinnosti před uzavřením smlouvy. Dodavatel je oprávněn svěřit jedné fyzické osobě výkon více funkcí člena odborného personálu dodavatele za předpokladu, že tato osoba splňuje všechna kvalifikační kritéria požadovaná na výkon těchto funkcí. </w:t>
      </w:r>
      <w:r w:rsidRPr="00DC2F80">
        <w:rPr>
          <w:b/>
        </w:rPr>
        <w:t>Funkci stavbyvedoucího a zástupce stavbyvedoucího však nelze takto sloučit, tyto funkce musí zastávat vždy odlišné fyzické osoby.</w:t>
      </w:r>
    </w:p>
    <w:p w14:paraId="01F2B035" w14:textId="4A7B01AD" w:rsidR="00AF4A09"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14:paraId="044069D6" w14:textId="77777777" w:rsidR="0035531B" w:rsidRPr="00CC33B9" w:rsidRDefault="0035531B" w:rsidP="00F01B2B">
      <w:pPr>
        <w:pStyle w:val="Odstavec1-1a"/>
        <w:numPr>
          <w:ilvl w:val="0"/>
          <w:numId w:val="22"/>
        </w:numPr>
        <w:rPr>
          <w:rStyle w:val="Tun9b"/>
        </w:rPr>
      </w:pPr>
      <w:r w:rsidRPr="00CC33B9">
        <w:rPr>
          <w:rStyle w:val="Tun9b"/>
        </w:rPr>
        <w:t>stavbyvedoucí</w:t>
      </w:r>
    </w:p>
    <w:p w14:paraId="5D013D3E" w14:textId="77777777" w:rsidR="0035531B" w:rsidRPr="00CC33B9" w:rsidRDefault="0035531B" w:rsidP="00930B79">
      <w:pPr>
        <w:pStyle w:val="Odrka1-2-"/>
      </w:pPr>
      <w:r w:rsidRPr="00CC33B9">
        <w:t>nejméně 5 let praxe</w:t>
      </w:r>
      <w:r w:rsidR="00092CC9" w:rsidRPr="00CC33B9">
        <w:t xml:space="preserve"> v </w:t>
      </w:r>
      <w:r w:rsidRPr="00CC33B9">
        <w:t xml:space="preserve">řízení provádění staveb železničních drah; </w:t>
      </w:r>
    </w:p>
    <w:p w14:paraId="13976A36" w14:textId="498D4704" w:rsidR="0035531B" w:rsidRPr="00CC33B9" w:rsidRDefault="00AF4A09" w:rsidP="00AF4A09">
      <w:pPr>
        <w:pStyle w:val="Odrka1-2-"/>
      </w:pPr>
      <w:r w:rsidRPr="00CC33B9">
        <w:t xml:space="preserve">zkušenost s řízením realizace alespoň jedné zakázky </w:t>
      </w:r>
      <w:r w:rsidR="00642162" w:rsidRPr="00CC33B9">
        <w:t xml:space="preserve">na stavební práce, </w:t>
      </w:r>
      <w:r w:rsidR="00CC33B9" w:rsidRPr="00CC33B9">
        <w:t xml:space="preserve">jež zahrnovala novostavbu nebo rekonstrukci stavby železničních drah v hodnotě nejméně </w:t>
      </w:r>
      <w:r w:rsidR="00CC33B9" w:rsidRPr="00CC33B9">
        <w:rPr>
          <w:b/>
        </w:rPr>
        <w:t>10</w:t>
      </w:r>
      <w:r w:rsidR="00362D66">
        <w:rPr>
          <w:b/>
        </w:rPr>
        <w:t> 000 000,-</w:t>
      </w:r>
      <w:r w:rsidR="00CC33B9" w:rsidRPr="00CC33B9">
        <w:t xml:space="preserve"> </w:t>
      </w:r>
      <w:r w:rsidR="00CC33B9" w:rsidRPr="00CC33B9">
        <w:rPr>
          <w:b/>
        </w:rPr>
        <w:t xml:space="preserve">Kč </w:t>
      </w:r>
      <w:r w:rsidR="00CC33B9" w:rsidRPr="00CC33B9">
        <w:t xml:space="preserve">bez DPH, a to v posledních 10 letech před zahájením výběrového řízení, </w:t>
      </w:r>
      <w:r w:rsidR="00CC33B9" w:rsidRPr="00CC33B9">
        <w:rPr>
          <w:b/>
        </w:rPr>
        <w:t>jejichž součástí byla</w:t>
      </w:r>
      <w:r w:rsidR="00CC33B9" w:rsidRPr="00CC33B9">
        <w:t xml:space="preserve"> </w:t>
      </w:r>
      <w:r w:rsidR="00CC33B9" w:rsidRPr="00CC33B9">
        <w:rPr>
          <w:b/>
        </w:rPr>
        <w:t>novostavba nebo rekonstrukce PZZ</w:t>
      </w:r>
      <w:r w:rsidR="00CC33B9" w:rsidRPr="00CC33B9">
        <w:t>;</w:t>
      </w:r>
    </w:p>
    <w:p w14:paraId="32D268AB" w14:textId="5CAE5BE2" w:rsidR="0035531B" w:rsidRPr="00F01B2B" w:rsidRDefault="0035531B" w:rsidP="00AD1771">
      <w:pPr>
        <w:pStyle w:val="Odrka1-2-"/>
      </w:pPr>
      <w:r w:rsidRPr="00CC33B9">
        <w:t>musí předložit doklad</w:t>
      </w:r>
      <w:r w:rsidR="00092CC9" w:rsidRPr="00CC33B9">
        <w:t xml:space="preserve"> o </w:t>
      </w:r>
      <w:r w:rsidRPr="00CC33B9">
        <w:t>autorizaci</w:t>
      </w:r>
      <w:r w:rsidR="00092CC9" w:rsidRPr="00CC33B9">
        <w:t xml:space="preserve"> v </w:t>
      </w:r>
      <w:r w:rsidRPr="00CC33B9">
        <w:t xml:space="preserve">rozsahu dle § 5 odst. 3 písm. </w:t>
      </w:r>
      <w:r w:rsidR="00CC33B9" w:rsidRPr="00CC33B9">
        <w:rPr>
          <w:b/>
        </w:rPr>
        <w:t>b)</w:t>
      </w:r>
      <w:r w:rsidR="00CC33B9" w:rsidRPr="00CC33B9">
        <w:t xml:space="preserve"> nebo </w:t>
      </w:r>
      <w:r w:rsidR="00CC33B9" w:rsidRPr="00CC33B9">
        <w:rPr>
          <w:b/>
        </w:rPr>
        <w:t>e)</w:t>
      </w:r>
      <w:r w:rsidR="00CC33B9" w:rsidRPr="00CC33B9">
        <w:t xml:space="preserve"> autorizačního zákona, tedy v oboru </w:t>
      </w:r>
      <w:r w:rsidR="00CC33B9" w:rsidRPr="00CC33B9">
        <w:rPr>
          <w:b/>
        </w:rPr>
        <w:t>dopravní stavby</w:t>
      </w:r>
      <w:r w:rsidR="00CC33B9" w:rsidRPr="00CC33B9">
        <w:t xml:space="preserve"> nebo </w:t>
      </w:r>
      <w:r w:rsidR="00CC33B9" w:rsidRPr="00CC33B9">
        <w:rPr>
          <w:rFonts w:eastAsia="Times New Roman" w:cs="Arial"/>
          <w:b/>
          <w:lang w:eastAsia="cs-CZ"/>
        </w:rPr>
        <w:t xml:space="preserve">technologická </w:t>
      </w:r>
      <w:r w:rsidR="00CC33B9" w:rsidRPr="00F01B2B">
        <w:rPr>
          <w:rFonts w:eastAsia="Times New Roman" w:cs="Arial"/>
          <w:b/>
          <w:lang w:eastAsia="cs-CZ"/>
        </w:rPr>
        <w:t>zařízení</w:t>
      </w:r>
      <w:r w:rsidR="00CC33B9" w:rsidRPr="00F01B2B">
        <w:rPr>
          <w:rFonts w:ascii="Calibri" w:hAnsi="Calibri" w:cs="Arial"/>
        </w:rPr>
        <w:t xml:space="preserve"> </w:t>
      </w:r>
      <w:r w:rsidR="00CC33B9" w:rsidRPr="00F01B2B">
        <w:rPr>
          <w:rFonts w:eastAsia="Times New Roman" w:cs="Arial"/>
          <w:b/>
          <w:lang w:eastAsia="cs-CZ"/>
        </w:rPr>
        <w:t>staveb</w:t>
      </w:r>
      <w:r w:rsidRPr="00F01B2B">
        <w:t>;</w:t>
      </w:r>
    </w:p>
    <w:p w14:paraId="4D0633CC" w14:textId="77777777" w:rsidR="0035531B" w:rsidRPr="00F01B2B" w:rsidRDefault="0035531B" w:rsidP="00930B79">
      <w:pPr>
        <w:pStyle w:val="Odstavec1-1a"/>
        <w:rPr>
          <w:rStyle w:val="Tun9b"/>
        </w:rPr>
      </w:pPr>
      <w:r w:rsidRPr="00F01B2B">
        <w:rPr>
          <w:rStyle w:val="Tun9b"/>
        </w:rPr>
        <w:t>zástupce stavbyvedoucího</w:t>
      </w:r>
    </w:p>
    <w:p w14:paraId="08FEC7B1" w14:textId="63ED93B2" w:rsidR="0035531B" w:rsidRPr="00F01B2B" w:rsidRDefault="0035531B" w:rsidP="00930B79">
      <w:pPr>
        <w:pStyle w:val="Odrka1-2-"/>
      </w:pPr>
      <w:r w:rsidRPr="00F01B2B">
        <w:t>nejméně 5 let praxe</w:t>
      </w:r>
      <w:r w:rsidR="00092CC9" w:rsidRPr="00F01B2B">
        <w:t xml:space="preserve"> v </w:t>
      </w:r>
      <w:r w:rsidRPr="00F01B2B">
        <w:t>provádění staveb železničních drah;</w:t>
      </w:r>
    </w:p>
    <w:p w14:paraId="313F7F16" w14:textId="4B6B8043" w:rsidR="0035531B" w:rsidRPr="00F01B2B" w:rsidRDefault="00F01B2B" w:rsidP="00930B79">
      <w:pPr>
        <w:pStyle w:val="Odrka1-2-"/>
      </w:pPr>
      <w:r w:rsidRPr="00F01B2B">
        <w:t xml:space="preserve">musí předložit doklad o autorizaci v rozsahu dle § 5 odst. 3 písm. </w:t>
      </w:r>
      <w:r w:rsidRPr="00F01B2B">
        <w:rPr>
          <w:b/>
        </w:rPr>
        <w:t>b)</w:t>
      </w:r>
      <w:r w:rsidRPr="00F01B2B">
        <w:t xml:space="preserve"> nebo </w:t>
      </w:r>
      <w:r w:rsidRPr="00F01B2B">
        <w:rPr>
          <w:b/>
        </w:rPr>
        <w:t>e)</w:t>
      </w:r>
      <w:r w:rsidRPr="00F01B2B">
        <w:t xml:space="preserve"> autorizačního zákona, tedy v oboru </w:t>
      </w:r>
      <w:r w:rsidRPr="00F01B2B">
        <w:rPr>
          <w:b/>
        </w:rPr>
        <w:t>dopravní stavby</w:t>
      </w:r>
      <w:r w:rsidRPr="00F01B2B">
        <w:t xml:space="preserve"> nebo </w:t>
      </w:r>
      <w:r w:rsidRPr="00F01B2B">
        <w:rPr>
          <w:b/>
        </w:rPr>
        <w:t>technologická zařízení</w:t>
      </w:r>
      <w:r w:rsidRPr="00F01B2B">
        <w:t xml:space="preserve"> </w:t>
      </w:r>
      <w:r w:rsidRPr="00F01B2B">
        <w:rPr>
          <w:b/>
        </w:rPr>
        <w:t>staveb</w:t>
      </w:r>
      <w:r w:rsidR="0035531B" w:rsidRPr="00F01B2B">
        <w:t>;</w:t>
      </w:r>
    </w:p>
    <w:p w14:paraId="6BFB38C9" w14:textId="77777777" w:rsidR="0035531B" w:rsidRPr="00F01B2B" w:rsidRDefault="0035531B" w:rsidP="00930B79">
      <w:pPr>
        <w:pStyle w:val="Odstavec1-1a"/>
        <w:rPr>
          <w:rStyle w:val="Tun9b"/>
        </w:rPr>
      </w:pPr>
      <w:r w:rsidRPr="00F01B2B">
        <w:rPr>
          <w:rStyle w:val="Tun9b"/>
        </w:rPr>
        <w:t>specialista (vedoucí prací) na železniční svršek</w:t>
      </w:r>
      <w:r w:rsidR="00AF4A09" w:rsidRPr="00F01B2B">
        <w:rPr>
          <w:rStyle w:val="Tun9b"/>
        </w:rPr>
        <w:t xml:space="preserve"> a spodek</w:t>
      </w:r>
      <w:r w:rsidRPr="00F01B2B">
        <w:rPr>
          <w:rStyle w:val="Tun9b"/>
        </w:rPr>
        <w:t xml:space="preserve"> </w:t>
      </w:r>
    </w:p>
    <w:p w14:paraId="662C075E" w14:textId="77777777" w:rsidR="0035531B" w:rsidRPr="00F01B2B" w:rsidRDefault="0035531B" w:rsidP="00930B79">
      <w:pPr>
        <w:pStyle w:val="Odrka1-2-"/>
      </w:pPr>
      <w:r w:rsidRPr="00F01B2B">
        <w:t>nejméně 5 let praxe</w:t>
      </w:r>
      <w:r w:rsidR="00092CC9" w:rsidRPr="00F01B2B">
        <w:t xml:space="preserve"> v </w:t>
      </w:r>
      <w:r w:rsidRPr="00F01B2B">
        <w:t xml:space="preserve">oboru své specializace </w:t>
      </w:r>
      <w:r w:rsidR="00B07880" w:rsidRPr="00F01B2B">
        <w:t xml:space="preserve">(železniční svršek a spodek) </w:t>
      </w:r>
      <w:r w:rsidRPr="00F01B2B">
        <w:t>při provádění staveb;</w:t>
      </w:r>
    </w:p>
    <w:p w14:paraId="42239763" w14:textId="39251778" w:rsidR="0035531B" w:rsidRPr="00F01B2B" w:rsidRDefault="00F01B2B" w:rsidP="00F01B2B">
      <w:pPr>
        <w:pStyle w:val="Odrka1-2-"/>
        <w:spacing w:line="240" w:lineRule="auto"/>
      </w:pPr>
      <w:r w:rsidRPr="00E36F6F">
        <w:t xml:space="preserve">musí předložit doklad o autorizaci v rozsahu dle § 5 odst. 3 písm. </w:t>
      </w:r>
      <w:r w:rsidRPr="00E36F6F">
        <w:rPr>
          <w:b/>
        </w:rPr>
        <w:t>b)</w:t>
      </w:r>
      <w:r w:rsidRPr="00E36F6F">
        <w:t xml:space="preserve"> </w:t>
      </w:r>
      <w:r w:rsidRPr="00F01B2B">
        <w:t xml:space="preserve">autorizačního zákona, tedy v oboru </w:t>
      </w:r>
      <w:r w:rsidRPr="00F01B2B">
        <w:rPr>
          <w:b/>
        </w:rPr>
        <w:t>dopravní stavby</w:t>
      </w:r>
      <w:r w:rsidRPr="00F01B2B">
        <w:t>;</w:t>
      </w:r>
    </w:p>
    <w:p w14:paraId="4B856CAB" w14:textId="77777777" w:rsidR="0035531B" w:rsidRPr="00F01B2B" w:rsidRDefault="0035531B" w:rsidP="008B2021">
      <w:pPr>
        <w:pStyle w:val="Odstavec1-1a"/>
        <w:rPr>
          <w:rStyle w:val="Tun9b"/>
        </w:rPr>
      </w:pPr>
      <w:r w:rsidRPr="00F01B2B">
        <w:rPr>
          <w:rStyle w:val="Tun9b"/>
        </w:rPr>
        <w:t xml:space="preserve">specialista (vedoucí prací) na </w:t>
      </w:r>
      <w:r w:rsidR="00AF4A09" w:rsidRPr="00F01B2B">
        <w:rPr>
          <w:rStyle w:val="Tun9b"/>
        </w:rPr>
        <w:t xml:space="preserve">sdělovací a </w:t>
      </w:r>
      <w:r w:rsidRPr="00F01B2B">
        <w:rPr>
          <w:rStyle w:val="Tun9b"/>
        </w:rPr>
        <w:t>zabezpečovací zařízení</w:t>
      </w:r>
    </w:p>
    <w:p w14:paraId="117B2E17" w14:textId="77777777" w:rsidR="00F01B2B" w:rsidRPr="00E36F6F" w:rsidRDefault="00F01B2B" w:rsidP="00F01B2B">
      <w:pPr>
        <w:pStyle w:val="Odrka1-2-"/>
        <w:spacing w:line="240" w:lineRule="auto"/>
      </w:pPr>
      <w:r w:rsidRPr="00E36F6F">
        <w:t>nejméně 5 let praxe v oboru své specializace (sdělovací a zabezpečovací zařízení) při provádění staveb;</w:t>
      </w:r>
    </w:p>
    <w:p w14:paraId="394B6F75" w14:textId="7864738D" w:rsidR="0035531B" w:rsidRPr="00F01B2B" w:rsidRDefault="00F01B2B" w:rsidP="00F01B2B">
      <w:pPr>
        <w:pStyle w:val="Odrka1-2-"/>
        <w:spacing w:line="240" w:lineRule="auto"/>
      </w:pPr>
      <w:r w:rsidRPr="00E36F6F">
        <w:t xml:space="preserve">musí předložit doklad o autorizaci v rozsahu dle § 5 odst. 3 písm. </w:t>
      </w:r>
      <w:r w:rsidRPr="00E36F6F">
        <w:rPr>
          <w:b/>
        </w:rPr>
        <w:t>e)</w:t>
      </w:r>
      <w:r w:rsidRPr="00E36F6F">
        <w:t xml:space="preserve"> autorizačního zákona, tedy v oboru </w:t>
      </w:r>
      <w:r w:rsidRPr="00E36F6F">
        <w:rPr>
          <w:b/>
        </w:rPr>
        <w:t>technologická zařízení staveb</w:t>
      </w:r>
      <w:r w:rsidRPr="00E36F6F">
        <w:t>;</w:t>
      </w:r>
    </w:p>
    <w:p w14:paraId="1DFF9EA4" w14:textId="028B7F44" w:rsidR="0035531B" w:rsidRPr="00F01B2B" w:rsidRDefault="0035531B" w:rsidP="008B2021">
      <w:pPr>
        <w:pStyle w:val="Odstavec1-1a"/>
        <w:rPr>
          <w:rStyle w:val="Tun9b"/>
        </w:rPr>
      </w:pPr>
      <w:r w:rsidRPr="00F01B2B">
        <w:rPr>
          <w:rStyle w:val="Tun9b"/>
        </w:rPr>
        <w:t xml:space="preserve">specialista (vedoucí prací) </w:t>
      </w:r>
      <w:r w:rsidR="00AF4A09" w:rsidRPr="00F01B2B">
        <w:rPr>
          <w:rStyle w:val="Tun9b"/>
        </w:rPr>
        <w:t>silnoproud</w:t>
      </w:r>
      <w:r w:rsidRPr="00F01B2B">
        <w:rPr>
          <w:rStyle w:val="Tun9b"/>
        </w:rPr>
        <w:t xml:space="preserve"> </w:t>
      </w:r>
    </w:p>
    <w:p w14:paraId="2BCC9219" w14:textId="32A6B327" w:rsidR="0035531B" w:rsidRPr="00F01B2B" w:rsidRDefault="0035531B" w:rsidP="008B2021">
      <w:pPr>
        <w:pStyle w:val="Odrka1-2-"/>
      </w:pPr>
      <w:r w:rsidRPr="00F01B2B">
        <w:t>nejméně 5 let praxe</w:t>
      </w:r>
      <w:r w:rsidR="00092CC9" w:rsidRPr="00F01B2B">
        <w:t xml:space="preserve"> v </w:t>
      </w:r>
      <w:r w:rsidRPr="00F01B2B">
        <w:t xml:space="preserve">oboru své specializace </w:t>
      </w:r>
      <w:r w:rsidR="00B07880" w:rsidRPr="00F01B2B">
        <w:t xml:space="preserve">(silnoproud) </w:t>
      </w:r>
      <w:r w:rsidRPr="00F01B2B">
        <w:t>při provádění staveb;</w:t>
      </w:r>
    </w:p>
    <w:p w14:paraId="5C6A8D4E" w14:textId="77777777" w:rsidR="00F01B2B" w:rsidRPr="00F01B2B" w:rsidRDefault="00F01B2B" w:rsidP="00F01B2B">
      <w:pPr>
        <w:pStyle w:val="Odrka1-2-"/>
        <w:spacing w:line="240" w:lineRule="auto"/>
      </w:pPr>
      <w:r w:rsidRPr="00E36F6F">
        <w:t xml:space="preserve">musí předložit doklad o autorizaci v rozsahu dle § 5 odst. 3 písm. </w:t>
      </w:r>
      <w:r w:rsidRPr="00E36F6F">
        <w:rPr>
          <w:b/>
        </w:rPr>
        <w:t>e)</w:t>
      </w:r>
      <w:r w:rsidRPr="00E36F6F">
        <w:t xml:space="preserve"> autorizačního zákona, tedy v oboru </w:t>
      </w:r>
      <w:r w:rsidRPr="00E36F6F">
        <w:rPr>
          <w:b/>
        </w:rPr>
        <w:t>technologická zařízení staveb</w:t>
      </w:r>
      <w:r w:rsidRPr="00E36F6F">
        <w:t>;</w:t>
      </w:r>
    </w:p>
    <w:p w14:paraId="48D60CF3" w14:textId="77777777" w:rsidR="0035531B" w:rsidRPr="00F01B2B" w:rsidRDefault="0035531B" w:rsidP="008B2021">
      <w:pPr>
        <w:pStyle w:val="Odstavec1-1a"/>
        <w:rPr>
          <w:rStyle w:val="Tun9b"/>
        </w:rPr>
      </w:pPr>
      <w:r w:rsidRPr="00F01B2B">
        <w:rPr>
          <w:rStyle w:val="Tun9b"/>
        </w:rPr>
        <w:t>osoba odpovědná za ochranu životního prostředí</w:t>
      </w:r>
    </w:p>
    <w:p w14:paraId="7792C9B7" w14:textId="77777777" w:rsidR="0035531B" w:rsidRPr="00F01B2B" w:rsidRDefault="0035531B" w:rsidP="008B2021">
      <w:pPr>
        <w:pStyle w:val="Odrka1-2-"/>
      </w:pPr>
      <w:r w:rsidRPr="00F01B2B">
        <w:t>nejméně 5 let praxe</w:t>
      </w:r>
      <w:r w:rsidR="00092CC9" w:rsidRPr="00F01B2B">
        <w:t xml:space="preserve"> v </w:t>
      </w:r>
      <w:r w:rsidRPr="00F01B2B">
        <w:t>oboru ochrany životního prostředí;</w:t>
      </w:r>
    </w:p>
    <w:p w14:paraId="3EC1E69A" w14:textId="74FF07B5" w:rsidR="0035531B" w:rsidRPr="00F01B2B" w:rsidRDefault="00362D66" w:rsidP="008B2021">
      <w:pPr>
        <w:pStyle w:val="Odstavec1-1a"/>
        <w:rPr>
          <w:rStyle w:val="Tun9b"/>
        </w:rPr>
      </w:pPr>
      <w:r w:rsidRPr="00362D66">
        <w:rPr>
          <w:b/>
        </w:rPr>
        <w:t>autorizovaný zeměměřický inženýr</w:t>
      </w:r>
    </w:p>
    <w:p w14:paraId="2FB873C5" w14:textId="29A118A5" w:rsidR="0035531B" w:rsidRPr="00F01B2B" w:rsidRDefault="00362D66" w:rsidP="008B2021">
      <w:pPr>
        <w:pStyle w:val="Odrka1-2-"/>
      </w:pPr>
      <w:r w:rsidRPr="00362D66">
        <w:t xml:space="preserve">autorizace pro ověřování výsledků zeměměřických činností v rozsahu dle § 16f odst. 1 písm. </w:t>
      </w:r>
      <w:r w:rsidRPr="00362D66">
        <w:rPr>
          <w:b/>
        </w:rPr>
        <w:t>a)</w:t>
      </w:r>
      <w:r w:rsidRPr="00362D66">
        <w:t xml:space="preserve"> a </w:t>
      </w:r>
      <w:r w:rsidRPr="00362D66">
        <w:rPr>
          <w:b/>
        </w:rPr>
        <w:t>c)</w:t>
      </w:r>
      <w:r w:rsidRPr="00362D66">
        <w:t xml:space="preserve"> zákona č. 200/1994 Sb., o zeměměřictví a o změně a </w:t>
      </w:r>
      <w:r w:rsidRPr="00362D66">
        <w:lastRenderedPageBreak/>
        <w:t>doplnění některých zákonů souvisejících s jeho zavedením, ve znění pozdějších předpisů</w:t>
      </w:r>
      <w:r w:rsidR="00F62556" w:rsidRPr="00F01B2B">
        <w:t>.</w:t>
      </w:r>
    </w:p>
    <w:p w14:paraId="4DC37ABB" w14:textId="77777777" w:rsidR="00EE2244" w:rsidRPr="008B2021" w:rsidRDefault="00EE2244" w:rsidP="00EE2244">
      <w:pPr>
        <w:pStyle w:val="Odrka1-2-"/>
        <w:numPr>
          <w:ilvl w:val="0"/>
          <w:numId w:val="0"/>
        </w:numPr>
        <w:ind w:left="1531"/>
        <w:rPr>
          <w:highlight w:val="green"/>
        </w:rPr>
      </w:pP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08E4515A"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řízením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3B33F0D7" w14:textId="550D5CD7" w:rsidR="00FF08AB" w:rsidRDefault="00D944A3" w:rsidP="008B2021">
      <w:pPr>
        <w:pStyle w:val="Textbezslovn"/>
      </w:pPr>
      <w:r w:rsidRPr="00D944A3">
        <w:t>V případě, že je v seznamu členů odborného personálu dodavatele ve funkci autorizovaného zeměměřického inženýra dodavatelem uvedeno za účelem prokázání kvalifikace více osob, zadavatel požaduje, aby požadovaný rozsah autorizace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16f odst. 1 zák. č. č. 200/1994 Sb., o zeměměřictví a o změně a doplnění některých zákonů souvisejících s jeho zavedením, ve znění pozdějších předpisů).</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lastRenderedPageBreak/>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56F526AD"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44E1ACAF" w14:textId="77777777" w:rsidR="001B54EF" w:rsidRDefault="001B54EF" w:rsidP="008B70C7">
      <w:pPr>
        <w:pStyle w:val="Textbezslovn"/>
      </w:pP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53CFE6BF" w:rsidR="00F62556" w:rsidRDefault="00F62556" w:rsidP="00F62556">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výběrového řízení je dodavatel povinen postupovat podle čl. </w:t>
      </w:r>
      <w:r w:rsidR="008D7962">
        <w:t>8.11</w:t>
      </w:r>
      <w:r>
        <w:t xml:space="preserve"> této Výzvy obdobně. </w:t>
      </w:r>
    </w:p>
    <w:p w14:paraId="4B54D343" w14:textId="69D40E6B" w:rsidR="00F62556" w:rsidRDefault="00F62556" w:rsidP="00F62556">
      <w:pPr>
        <w:pStyle w:val="Textbezslovn"/>
      </w:pPr>
      <w:r>
        <w:t>Zadavatel může požadovat nahrazení poddodavatele, který neprokáže splnění zadavatelem požadovaných kritérií způsobilosti uvedených shora v tomto článku nebo</w:t>
      </w:r>
      <w:r w:rsidR="00D057ED" w:rsidRPr="00D057ED">
        <w:t xml:space="preserve"> v případě jeho nezpůsobilosti; důvody nezpůsobilosti se posuzují podle § 48 odst. 5 nebo 6 </w:t>
      </w:r>
      <w:r w:rsidR="00D057ED">
        <w:t xml:space="preserve">ZZVZ </w:t>
      </w:r>
      <w:r w:rsidR="00D057ED" w:rsidRPr="00D057ED">
        <w:t>obdobně</w:t>
      </w:r>
      <w:r>
        <w:t xml:space="preserve">. </w:t>
      </w:r>
    </w:p>
    <w:p w14:paraId="103993E0" w14:textId="77777777" w:rsidR="00F62556" w:rsidRDefault="00F62556" w:rsidP="00F62556">
      <w:pPr>
        <w:pStyle w:val="Textbezslovn"/>
      </w:pPr>
      <w:r>
        <w:t xml:space="preserve">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w:t>
      </w:r>
      <w:r>
        <w:lastRenderedPageBreak/>
        <w:t>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4B665A81" w14:textId="77777777" w:rsidR="001B54EF" w:rsidRDefault="001B54EF" w:rsidP="00F62556">
      <w:pPr>
        <w:pStyle w:val="Text1-1"/>
        <w:numPr>
          <w:ilvl w:val="0"/>
          <w:numId w:val="0"/>
        </w:numPr>
        <w:ind w:left="737"/>
        <w:rPr>
          <w:rStyle w:val="Tun9b"/>
        </w:rPr>
      </w:pP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073A0155"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w:t>
      </w:r>
      <w:r w:rsidR="00EF42B4">
        <w:t xml:space="preserve">dodavatele </w:t>
      </w:r>
      <w:r w:rsidRPr="008B70C7">
        <w:t xml:space="preserve">o prokázání jeho kvalifikace, a to i prostřednictvím jiné osoby, nahrazující doklady vydané orgány veřejné správy nebo třetími stranami na formuláři zpřístupněném v informačním systému e-Certis. </w:t>
      </w:r>
      <w:r w:rsidRPr="008B70C7">
        <w:rPr>
          <w:b/>
        </w:rPr>
        <w:t xml:space="preserve">S výjimkou jednotného evropského osvědčení, případů stanovených touto Výzvou nebo v případě, že se podle příslušného právního řádu požadovaný doklad nevydává, není dodavatel oprávněn nahradit předložení požadovaných dokladů </w:t>
      </w:r>
      <w:r w:rsidR="00C90EC2">
        <w:rPr>
          <w:rStyle w:val="Tun9b"/>
        </w:rPr>
        <w:t xml:space="preserve">písemným </w:t>
      </w:r>
      <w:r w:rsidRPr="008B70C7">
        <w:rPr>
          <w:b/>
        </w:rPr>
        <w:t>čestným prohlášením</w:t>
      </w:r>
      <w:r w:rsidR="0035531B" w:rsidRPr="008B70C7">
        <w:rPr>
          <w:rStyle w:val="Tun9b"/>
          <w:b w:val="0"/>
        </w:rPr>
        <w:t>.</w:t>
      </w:r>
      <w:r w:rsidR="0035531B">
        <w:t xml:space="preserve"> </w:t>
      </w:r>
    </w:p>
    <w:p w14:paraId="75720E5E" w14:textId="77777777" w:rsidR="00DC2F80" w:rsidRDefault="008B70C7" w:rsidP="008B70C7">
      <w:pPr>
        <w:pStyle w:val="Textbezslovn"/>
      </w:pPr>
      <w:r>
        <w:t xml:space="preserve">Dodavatelé v nabídkách předkládají prosté kopie dokladů prokazujících splnění kvalifikace. </w:t>
      </w:r>
      <w:r w:rsidR="00DC2F80">
        <w:t>Tím není dotčeno právo zadavatele požadovat předložení originálů nebo úředně ověřených kopií dokladů.</w:t>
      </w:r>
    </w:p>
    <w:p w14:paraId="5210505F" w14:textId="13D1DF59" w:rsidR="008B70C7" w:rsidRDefault="008B70C7" w:rsidP="008B70C7">
      <w:pPr>
        <w:pStyle w:val="Textbezslovn"/>
      </w:pPr>
      <w:r>
        <w:t>Doklady prokazující základní způsobilost podle bodu 8.2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29218C8B" w14:textId="77777777" w:rsidR="001B54EF" w:rsidRDefault="001B54EF" w:rsidP="008B70C7">
      <w:pPr>
        <w:pStyle w:val="Textbezslovn"/>
      </w:pPr>
    </w:p>
    <w:p w14:paraId="5309B443" w14:textId="77777777" w:rsidR="008B70C7" w:rsidRPr="008B70C7" w:rsidRDefault="008B70C7" w:rsidP="00CD2B30">
      <w:pPr>
        <w:pStyle w:val="Text1-1"/>
        <w:rPr>
          <w:b/>
        </w:rPr>
      </w:pPr>
      <w:r w:rsidRPr="00CD2B30">
        <w:rPr>
          <w:rStyle w:val="Tun9b"/>
        </w:rPr>
        <w:lastRenderedPageBreak/>
        <w:t>Prokazování</w:t>
      </w:r>
      <w:r w:rsidRPr="008B70C7">
        <w:rPr>
          <w:b/>
        </w:rPr>
        <w:t xml:space="preserve"> odborné způsobilosti zahraničními osobami podle zvláštních právních předpisů:</w:t>
      </w:r>
    </w:p>
    <w:p w14:paraId="3655481B" w14:textId="7740A50D"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w:t>
      </w:r>
      <w:r w:rsidR="00DC2F80">
        <w:t xml:space="preserve"> písemné</w:t>
      </w:r>
      <w:r>
        <w:t xml:space="preserve">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71FC51A" w14:textId="7D286822" w:rsidR="0035531B" w:rsidRDefault="00F40826" w:rsidP="0006499F">
      <w:pPr>
        <w:pStyle w:val="Odrka1-1"/>
      </w:pPr>
      <w:r>
        <w:t xml:space="preserve">Informace k doložení autorizace pro ověřování výsledků zeměměřických činností v rozsahu dle § 16f odst. 1 zákona č. 200/1994 Sb., o zeměměřictví a o změně a doplnění některých zákonů souvisejících s jeho zavedením, ve znění pozdějších předpisů, zahraničními osobami: přeshraniční poskytování služeb v České republice je možné pouze na základě autorizace. Autorizaci udělí </w:t>
      </w:r>
      <w:r w:rsidRPr="00B370A2">
        <w:t>Česk</w:t>
      </w:r>
      <w:r>
        <w:t>á</w:t>
      </w:r>
      <w:r w:rsidRPr="00B370A2">
        <w:t xml:space="preserve"> komor</w:t>
      </w:r>
      <w:r>
        <w:t>a</w:t>
      </w:r>
      <w:r w:rsidRPr="00B370A2">
        <w:t xml:space="preserve"> zeměměřičů</w:t>
      </w:r>
      <w:r>
        <w:t xml:space="preserve"> fyzické osobě, které uzná odbornou kvalifikaci a bezúhonnost podle zákona o uznávání odborné kvalifikace (zák. č. 18/2004 Sb., ve znění pozdějších předpisů) a která složí předepsaný slib. Doklady o splnění výše uvedených povinností dokládá vybraný dodavatel jako podmínku pro uzavření smlouvy</w:t>
      </w:r>
      <w:r w:rsidR="0035531B">
        <w:t>.</w:t>
      </w:r>
    </w:p>
    <w:p w14:paraId="28D9444C"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21DF259" w14:textId="77777777" w:rsidR="0035531B" w:rsidRDefault="00756350"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14:paraId="41E718E6" w14:textId="77777777"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14:paraId="59B2FDDA" w14:textId="5EBA8F50" w:rsidR="0035531B" w:rsidRDefault="0035531B" w:rsidP="0006499F">
      <w:pPr>
        <w:pStyle w:val="Textbezslovn"/>
        <w:ind w:left="1077"/>
      </w:pP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0F03B14A" w:rsidR="0035531B" w:rsidRDefault="00DC2F80" w:rsidP="008B70C7">
      <w:pPr>
        <w:pStyle w:val="Textbezslovn"/>
      </w:pPr>
      <w:r w:rsidRPr="00DC2F80">
        <w:t>Dodavatel může technickou kvalifikaci nebo profesní způsobilost s výjimkou kritéria podle bodu 8.3 první odrážka této Výzvy prokázat prostřednictvím jiných osob. Za jiné osoby považuje zadavatel jak poddodavatele, tak i osoby, které s dodavatelem tvoří koncern</w:t>
      </w:r>
      <w:r w:rsidR="00090767">
        <w:t>.</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FAC3DA1" w:rsidR="0035531B" w:rsidRPr="0006499F" w:rsidRDefault="006963ED" w:rsidP="0006499F">
      <w:pPr>
        <w:pStyle w:val="Odrka1-1"/>
        <w:rPr>
          <w:rStyle w:val="Tun9b"/>
        </w:rPr>
      </w:pPr>
      <w:r w:rsidRPr="00851A5C">
        <w:rPr>
          <w:b/>
        </w:rPr>
        <w:t>smlouvu nebo</w:t>
      </w:r>
      <w:r>
        <w:t xml:space="preserve"> </w:t>
      </w:r>
      <w:r w:rsidRPr="00E86BE3">
        <w:rPr>
          <w:b/>
        </w:rPr>
        <w:t>jinou osobou</w:t>
      </w:r>
      <w:r w:rsidRPr="009A4ED7">
        <w:t xml:space="preserve"> </w:t>
      </w:r>
      <w:r w:rsidRPr="009A4ED7">
        <w:rPr>
          <w:b/>
        </w:rPr>
        <w:t>podepsané potvrzení o její existenci, jejímž obsahem je závazek jiné osoby</w:t>
      </w:r>
      <w:r w:rsidRPr="00E86BE3">
        <w:rPr>
          <w:b/>
        </w:rPr>
        <w:t xml:space="preserve">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2C9CB926" w14:textId="0DC5584E" w:rsidR="0035531B" w:rsidRDefault="00074F3B"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w:t>
      </w:r>
      <w:r w:rsidR="0035531B" w:rsidRPr="00930357">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1377BC3A" w14:textId="169B97BC" w:rsidR="0035531B" w:rsidRDefault="0035531B" w:rsidP="0006499F">
      <w:pPr>
        <w:pStyle w:val="Odrka1-2-"/>
      </w:pPr>
      <w:r>
        <w:t xml:space="preserve">Požadavek ohledně </w:t>
      </w:r>
      <w:r w:rsidR="00074F3B">
        <w:t xml:space="preserve">předložení smlouvy nebo potvrzení o její existenci, jejímž obsahem je závazek </w:t>
      </w:r>
      <w:r>
        <w:t>jiné osoby</w:t>
      </w:r>
      <w:r w:rsidR="00074F3B">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jakém tato osoba prokázala kvalifikaci za dodavatele, pokud</w:t>
      </w:r>
      <w:r w:rsidR="00074F3B" w:rsidRPr="00074F3B">
        <w:t xml:space="preserve"> </w:t>
      </w:r>
      <w:r w:rsidR="00074F3B" w:rsidRPr="00C66878">
        <w:t xml:space="preserve">z obsahu smlouvy nebo potvrzení o její existenci vyplývá závazek jiné osoby plnit veřejnou zakázku </w:t>
      </w:r>
      <w:r w:rsidR="00074F3B" w:rsidRPr="00C66878">
        <w:rPr>
          <w:b/>
        </w:rPr>
        <w:t>společně a nerozdílně s dodavatelem</w:t>
      </w:r>
      <w:r>
        <w:t xml:space="preserve">.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074F3B" w:rsidRPr="00074F3B">
        <w:rPr>
          <w:b/>
          <w:color w:val="000000"/>
        </w:rPr>
        <w:t xml:space="preserve"> </w:t>
      </w:r>
      <w:r w:rsidR="00074F3B">
        <w:rPr>
          <w:b/>
          <w:color w:val="000000"/>
        </w:rPr>
        <w:t xml:space="preserve">ze smlouvy nebo potvrzení o její existenci </w:t>
      </w:r>
      <w:r w:rsidR="00074F3B" w:rsidRPr="00E86BE3">
        <w:rPr>
          <w:b/>
          <w:color w:val="000000"/>
        </w:rPr>
        <w:t>vyplývat závazek, že jiná osoba bude vykonávat stavební práce</w:t>
      </w:r>
      <w:r w:rsidR="00074F3B">
        <w:rPr>
          <w:b/>
          <w:color w:val="000000"/>
        </w:rPr>
        <w:t>, resp. příslušné části plnění</w:t>
      </w:r>
      <w:r w:rsidR="00074F3B" w:rsidRPr="00E86BE3">
        <w:rPr>
          <w:b/>
          <w:color w:val="000000"/>
        </w:rPr>
        <w:t>, ke kterým se prokazované kritérium kvalifikace vztahuje</w:t>
      </w:r>
      <w:r w:rsidRPr="0006499F">
        <w:rPr>
          <w:rStyle w:val="Tun9b"/>
        </w:rPr>
        <w:t>.</w:t>
      </w:r>
      <w:r>
        <w:t xml:space="preserve"> </w:t>
      </w:r>
    </w:p>
    <w:p w14:paraId="428D79A4" w14:textId="3AD07E4D" w:rsidR="006023D7" w:rsidRDefault="00074F3B" w:rsidP="0006499F">
      <w:pPr>
        <w:pStyle w:val="Textbezslovn"/>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6023D7">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1974AC6C" w:rsidR="0035531B" w:rsidRDefault="008B70C7" w:rsidP="00124D0D">
      <w:pPr>
        <w:pStyle w:val="Textbezslovn"/>
      </w:pPr>
      <w:r w:rsidRPr="008B70C7">
        <w:t xml:space="preserve">Dodavatel není oprávněn prokazovat splnění kvalifikace prostřednictvím poddodavatele u těch částí veřejné zakázky, u kterých si zadavatel vyhradil, že musí být plněny </w:t>
      </w:r>
      <w:r w:rsidRPr="008B70C7">
        <w:lastRenderedPageBreak/>
        <w:t>vlastními prostředky dodavatele. Tyto části jsou podrobně specifikovány v odst. 9.3 této Výzvy</w:t>
      </w:r>
      <w:r w:rsidR="009A23F0">
        <w:t xml:space="preserve"> (viz níže, je-li tak v čl. 9.3 této Výzvy stanoveno)</w:t>
      </w:r>
      <w:r w:rsidRPr="008B70C7">
        <w:t>. Toto omezení se nevztahuje na osoby, které s dodavatelem tvoří koncern</w:t>
      </w:r>
      <w:r w:rsidR="00FD5DB3">
        <w:t xml:space="preserve"> (za splnění podmínek uvedených v čl. 9.3 této Výzvy)</w:t>
      </w:r>
      <w:r w:rsidRPr="008B70C7">
        <w:t>. Jejich prostřednictvím dodavatel může za splnění ostatních podmínek dle tohoto článku prokazovat i tyto části kvalifikace</w:t>
      </w:r>
      <w:r w:rsidR="0035531B">
        <w:t>.</w:t>
      </w:r>
    </w:p>
    <w:p w14:paraId="3C196E50" w14:textId="07197C67" w:rsidR="00FE6C08" w:rsidRPr="00DC3174" w:rsidRDefault="00FE6C08" w:rsidP="00FE6C08">
      <w:pPr>
        <w:pStyle w:val="Text1-1"/>
        <w:rPr>
          <w:b/>
        </w:rPr>
      </w:pPr>
      <w:r w:rsidRPr="00DC3174">
        <w:rPr>
          <w:rStyle w:val="Tun9b"/>
        </w:rPr>
        <w:t>Změny</w:t>
      </w:r>
      <w:r w:rsidRPr="00DC3174">
        <w:rPr>
          <w:b/>
        </w:rPr>
        <w:t xml:space="preserve"> v kvalifikaci </w:t>
      </w:r>
      <w:r>
        <w:rPr>
          <w:b/>
        </w:rPr>
        <w:t>účastníka výběrového řízení</w:t>
      </w:r>
    </w:p>
    <w:p w14:paraId="56D3E20F" w14:textId="2E51A166" w:rsidR="00DC3174" w:rsidRDefault="00FE6C08" w:rsidP="00FE6C08">
      <w:pPr>
        <w:pStyle w:val="Textbezslovn"/>
      </w:pPr>
      <w:r>
        <w:t>Pokud po předložení dokladů nebo prohlášení o kvalifikaci dojde v průběhu výběrového řízení ke změně kvalifikace</w:t>
      </w:r>
      <w:r w:rsidRPr="003F121F">
        <w:t xml:space="preserve"> </w:t>
      </w:r>
      <w:r>
        <w:t>účastníka výběrového řízení, je účastník výběrového řízení povinen tuto změnu zadavateli do 5 pracovních dnů oznámit a do 10 pracovních dnů od oznámení této změny předložit nové doklady nebo prohlášení ke kvalifikaci. Zadavatel může tyto lhůty prodloužit nebo prominout jejich zmeškání.</w:t>
      </w:r>
      <w:r w:rsidR="0064673D">
        <w:t xml:space="preserve"> </w:t>
      </w:r>
      <w:r w:rsidR="00DC3174">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23A7635E" w:rsidR="00DC3174" w:rsidRDefault="002E5046" w:rsidP="0064673D">
      <w:pPr>
        <w:pStyle w:val="Textbezslovn"/>
        <w:spacing w:before="240"/>
      </w:pPr>
      <w:r>
        <w:t xml:space="preserve"> </w:t>
      </w:r>
      <w:r w:rsidR="0001718F" w:rsidRPr="0062553C">
        <w:t xml:space="preserve">Zadavatel může vyloučit účastníka </w:t>
      </w:r>
      <w:r w:rsidR="0001718F">
        <w:t xml:space="preserve">výběrového </w:t>
      </w:r>
      <w:r w:rsidR="0001718F" w:rsidRPr="0062553C">
        <w:t xml:space="preserve">řízení, pokud prokáže, že účastník </w:t>
      </w:r>
      <w:r w:rsidR="0001718F">
        <w:t xml:space="preserve">výběrového </w:t>
      </w:r>
      <w:r w:rsidR="0001718F" w:rsidRPr="0062553C">
        <w:t xml:space="preserve">řízení nesplnil povinnost podle </w:t>
      </w:r>
      <w:r w:rsidR="0001718F">
        <w:t>předchozího odstavce.</w:t>
      </w:r>
    </w:p>
    <w:p w14:paraId="7C51BD80" w14:textId="77777777" w:rsidR="0035531B" w:rsidRDefault="0035531B" w:rsidP="00193D8F">
      <w:pPr>
        <w:pStyle w:val="Nadpis1-1"/>
      </w:pPr>
      <w:bookmarkStart w:id="12" w:name="_Toc147153716"/>
      <w:r>
        <w:t>DALŠÍ INFORMACE/DOKUMENTY PŘEDKLÁDANÉ DODAVATELEM</w:t>
      </w:r>
      <w:r w:rsidR="00092CC9">
        <w:t xml:space="preserve"> </w:t>
      </w:r>
      <w:r w:rsidR="00776A8A">
        <w:t>V</w:t>
      </w:r>
      <w:r w:rsidR="00092CC9">
        <w:t> </w:t>
      </w:r>
      <w:r>
        <w:t>NABÍDCE</w:t>
      </w:r>
      <w:bookmarkEnd w:id="12"/>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614857EC" w14:textId="0871EC05" w:rsidR="001D53F3" w:rsidRDefault="001D53F3" w:rsidP="001D53F3">
      <w:pPr>
        <w:pStyle w:val="Odrka1-1"/>
      </w:pPr>
      <w:r>
        <w:t xml:space="preserve">Specifikaci typu zabezpečovacího zařízení, zařízení elektrotechniky a energetiky, které bude dodavatelem určeno k použití pro plnění předmětné veřejné zakázky a které bude v souladu se Směrnicí č. 34 SŽDC „Směrnice pro uvádění do provozu výrobků, které jsou součástí sdělovacích a zabezpečovacích zařízení a zařízení elektrotechniky a energetiky, na železniční dopravní cestě ve vlastnictví státu státní organizace Správa železniční dopravní cesty“, v platném znění. </w:t>
      </w:r>
      <w:r w:rsidR="00FC022E">
        <w:t xml:space="preserve">Specifikaci typu zařízení předloží všichni dodavatelé v nabídce. </w:t>
      </w:r>
      <w:r>
        <w:t xml:space="preserve">Nebude-li dodavatel současně i výrobcem nebo dodavatelem takto určeného zařízení, předloží následně vybraný dodavatel v rámci poskytnutí součinnosti před uzavřením smlouvy postupem dle čl. 19 této Výzvy smlouvu uzavřenou s výrobcem nebo dodavatelem tohoto zařízení či jednostranné písemné vyjádření závazku výrobce nebo dodavatele tohoto zařízení, kterými dodavatel prokáže, že bude mít toto zařízení k jeho použití pro plnění předmětné veřejné zakázky k dispozici a že bude mít zajištěnu i jeho odbornou montáž, případně bude smlouva či závazek obsahovat souhlas výrobce nebo </w:t>
      </w:r>
      <w:r>
        <w:lastRenderedPageBreak/>
        <w:t xml:space="preserve">dodavatele zařízení s tím, že je dodavatel sám schopen toto zařízení odborně sestavit a namontovat. Specifikace typu, případně smlouva s výrobcem nebo dodavatelem či závazek, budou požadovány pro následující zařízení: </w:t>
      </w:r>
    </w:p>
    <w:p w14:paraId="0E1F929C" w14:textId="2F61F03F" w:rsidR="0035531B" w:rsidRDefault="001D53F3" w:rsidP="001D53F3">
      <w:pPr>
        <w:pStyle w:val="Odrka1-1"/>
        <w:numPr>
          <w:ilvl w:val="0"/>
          <w:numId w:val="24"/>
        </w:numPr>
        <w:ind w:firstLine="624"/>
      </w:pPr>
      <w:r>
        <w:t>Přejezdové zabezpečovací zařízení (3. Kategorie – PZZ-EA)</w:t>
      </w:r>
    </w:p>
    <w:p w14:paraId="6C481A40" w14:textId="66D5856F"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679BDF45" w:rsidR="00B52819" w:rsidRDefault="00B52819" w:rsidP="00E37347">
      <w:pPr>
        <w:pStyle w:val="Odrka1-1"/>
      </w:pPr>
      <w:r>
        <w:t xml:space="preserve">Dodavatel je povinen předložit ve své nabídce čestné prohlášení </w:t>
      </w:r>
      <w:r w:rsidRPr="00010882">
        <w:rPr>
          <w:lang w:eastAsia="cs-CZ"/>
        </w:rPr>
        <w:t xml:space="preserve">o splnění podmínek v souvislosti se </w:t>
      </w:r>
      <w:r w:rsidR="00927CC1">
        <w:rPr>
          <w:lang w:eastAsia="cs-CZ"/>
        </w:rPr>
        <w:t>zákonem upravujícím provádění mezinárodních sankcí</w:t>
      </w:r>
      <w:r>
        <w:rPr>
          <w:lang w:eastAsia="cs-CZ"/>
        </w:rPr>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1A9E1E1F"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w:t>
      </w:r>
      <w:r w:rsidR="002F67BC">
        <w:t xml:space="preserve"> </w:t>
      </w:r>
      <w:r w:rsidRPr="00AA257A">
        <w:t xml:space="preserve">- faktury je povinen pouze vedoucí společník. Na daňovém dokladu bude uveden (identifikován) vedoucí společník jako osoba uskutečňující ekonomickou činnost jako poskytovatel služby v souladu se zákonem č. 235/2004 Sb. o dani z </w:t>
      </w:r>
      <w:r w:rsidRPr="00AA257A">
        <w:lastRenderedPageBreak/>
        <w:t>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3450FE04"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w:t>
      </w:r>
      <w:r w:rsidR="00287628">
        <w:rPr>
          <w:rStyle w:val="Tun9b"/>
          <w:b w:val="0"/>
        </w:rPr>
        <w:t>,</w:t>
      </w:r>
      <w:r w:rsidRPr="00AA257A">
        <w:rPr>
          <w:rStyle w:val="Tun9b"/>
          <w:b w:val="0"/>
        </w:rPr>
        <w:t xml:space="preserve"> resp. odeslaná okamžikem doručení, resp. odeslání tomuto společníkovi</w:t>
      </w:r>
      <w:r w:rsidR="0035531B" w:rsidRPr="00AA257A">
        <w:rPr>
          <w:b/>
        </w:rPr>
        <w:t>.</w:t>
      </w:r>
    </w:p>
    <w:p w14:paraId="7E64267A" w14:textId="77777777" w:rsidR="0035531B" w:rsidRPr="0060115D" w:rsidRDefault="0035531B" w:rsidP="0035531B">
      <w:pPr>
        <w:pStyle w:val="Text1-1"/>
        <w:rPr>
          <w:rStyle w:val="Tun9b"/>
        </w:rPr>
      </w:pPr>
      <w:r w:rsidRPr="0060115D">
        <w:rPr>
          <w:rStyle w:val="Tun9b"/>
        </w:rPr>
        <w:t>Poddodavatelské omezení</w:t>
      </w:r>
    </w:p>
    <w:p w14:paraId="223C94A7" w14:textId="77777777" w:rsidR="0035531B" w:rsidRDefault="00322579" w:rsidP="00322579">
      <w:pPr>
        <w:pStyle w:val="Odrka1-1"/>
      </w:pPr>
      <w:r w:rsidRPr="00322579">
        <w:t>Zadavatel si vyhrazuje požadavek, že níže uvedené významné činnosti při plnění veřejné zakázky musí být plněny přímo vybraným dodavatelem vlastními prostředky (resp. některým z dodavatelů, kteří případně podali nabídku v rámci společné účasti)</w:t>
      </w:r>
      <w:r w:rsidR="0035531B">
        <w:t>:</w:t>
      </w:r>
    </w:p>
    <w:p w14:paraId="091F809F" w14:textId="09F73F7F" w:rsidR="0035531B" w:rsidRDefault="00C27EDA" w:rsidP="0060115D">
      <w:pPr>
        <w:pStyle w:val="Textbezslovn"/>
        <w:ind w:left="1077"/>
      </w:pPr>
      <w:r w:rsidRPr="00C27EDA">
        <w:t>•</w:t>
      </w:r>
      <w:r w:rsidR="002A1EF3">
        <w:t xml:space="preserve"> </w:t>
      </w:r>
      <w:r w:rsidR="0063247D" w:rsidRPr="0063247D">
        <w:t xml:space="preserve">Dodávka a montáž technologického zařízení v rámci: </w:t>
      </w:r>
      <w:r w:rsidRPr="00C27EDA">
        <w:t>PS 1301 P7871, výstavby PZS mimo zeměměřická měření</w:t>
      </w:r>
    </w:p>
    <w:p w14:paraId="1895FED9" w14:textId="138121A9" w:rsidR="0035531B" w:rsidRDefault="007C3E84" w:rsidP="00322579">
      <w:pPr>
        <w:pStyle w:val="Odrka1-1"/>
      </w:pPr>
      <w:r w:rsidRPr="00F423D1">
        <w:t xml:space="preserve">Za vybraného dodavatele se pro účely </w:t>
      </w:r>
      <w:r>
        <w:t>tohoto článku</w:t>
      </w:r>
      <w:r w:rsidRPr="00F423D1">
        <w:t xml:space="preserve"> považuje i osoba, která je členem téhož koncernu jako účastník </w:t>
      </w:r>
      <w:r>
        <w:t xml:space="preserve">výběrového </w:t>
      </w:r>
      <w:r w:rsidRPr="00F423D1">
        <w:t xml:space="preserve">řízení, jestliže tato osoba nepodala v témže </w:t>
      </w:r>
      <w:r>
        <w:t xml:space="preserve">výběrovém </w:t>
      </w:r>
      <w:r w:rsidRPr="00F423D1">
        <w:t xml:space="preserve">řízení nabídku samostatně nebo společně s jinými dodavateli a splňuje základní způsobilost podle </w:t>
      </w:r>
      <w:r w:rsidR="00760D0C">
        <w:t>čl. 8.2 této Výzvy</w:t>
      </w:r>
      <w:r w:rsidRPr="00F423D1">
        <w:t>.</w:t>
      </w:r>
      <w:r>
        <w:t xml:space="preserve"> </w:t>
      </w:r>
      <w:r w:rsidR="00322579" w:rsidRPr="00322579">
        <w:t xml:space="preserve">Vlastními prostředky se rozumí věci a zdroje stanovené v čl. 7.4 obchodních podmínek, které tvoří Přílohu č. 1 Smlouvy o dílo. </w:t>
      </w:r>
    </w:p>
    <w:p w14:paraId="4D5E8F51" w14:textId="4FFD7BB2" w:rsidR="0035531B" w:rsidRDefault="0035531B" w:rsidP="00322579">
      <w:pPr>
        <w:pStyle w:val="Odrka1-1"/>
      </w:pPr>
      <w:r>
        <w:t xml:space="preserve">Výše uvedené vyhrazené části plnění veřejné zakázky jsou </w:t>
      </w:r>
      <w:r w:rsidRPr="00B41649">
        <w:t xml:space="preserve">tvořeny </w:t>
      </w:r>
      <w:r w:rsidR="00170521" w:rsidRPr="00B41649">
        <w:t>PS</w:t>
      </w:r>
      <w:r w:rsidRPr="00B41649">
        <w:t>, jejichž</w:t>
      </w:r>
      <w:r>
        <w:t xml:space="preserve"> provádění má důležitý význam pro </w:t>
      </w:r>
      <w:r w:rsidR="00B41649" w:rsidRPr="00E36F6F">
        <w:rPr>
          <w:b/>
        </w:rPr>
        <w:t>dosažení hlavního cíle veřejné zakázky – zvýšení bezpečnosti na přejezdech.</w:t>
      </w:r>
      <w:r>
        <w:t xml:space="preserve"> Zadavatel má</w:t>
      </w:r>
      <w:r w:rsidR="0060115D">
        <w:t xml:space="preserve"> z </w:t>
      </w:r>
      <w:r>
        <w:t>těchto důvodů zvýšený zájem na řádném</w:t>
      </w:r>
      <w:r w:rsidR="00845C50">
        <w:t xml:space="preserve"> a </w:t>
      </w:r>
      <w:r>
        <w:t>včasném plnění těchto částí předmětu veřejné zakázky.</w:t>
      </w:r>
      <w:r w:rsidR="0060115D">
        <w:t xml:space="preserve"> S </w:t>
      </w:r>
      <w:r>
        <w:t>ohledem na to považuje zadavatel za potřebné zajistit, aby tuto část předmětu plnění prováděl kvalifikovaný</w:t>
      </w:r>
      <w:r w:rsidR="00845C50">
        <w:t xml:space="preserve"> a </w:t>
      </w:r>
      <w:r>
        <w:t>ekonomicky způsobilý dodavatel, vůči kterému může zadavatel na základě uzavřené smlouvy</w:t>
      </w:r>
      <w:r w:rsidR="00092CC9">
        <w:t xml:space="preserve"> o </w:t>
      </w:r>
      <w:r>
        <w:t>dílo uplatňovat přímý vliv.</w:t>
      </w:r>
    </w:p>
    <w:p w14:paraId="3FACF104" w14:textId="496F2B7E" w:rsidR="0035531B" w:rsidRDefault="00322579" w:rsidP="00322579">
      <w:pPr>
        <w:pStyle w:val="Odrka1-1"/>
      </w:pPr>
      <w:r w:rsidRPr="00322579">
        <w:t xml:space="preserve">Výše uvedené vyhrazené části plnění veřejné zakázky představují svou finanční hodnotou celkem cca z předmětu plnění veřejné zakázky. S ohledem na to a dále s ohledem na účel zadavatelem provedené výhrady uvedené výše v tomto čl. 9.3, označuje zadavatel níže ty požadavky na prokázání kvalifikace, které svým obsahem odpovídají rozsahu, v němž je plnění veřejné zakázky vyhrazeno. Splnění </w:t>
      </w:r>
      <w:r w:rsidR="00447B84">
        <w:t xml:space="preserve">následujících </w:t>
      </w:r>
      <w:r w:rsidRPr="00322579">
        <w:t>požadavků na prokázání kvalifikace tedy nesmí být prokazováno prostřednictvím poddodavatele</w:t>
      </w:r>
      <w:r w:rsidR="00447B84">
        <w:t>, resp. osoby, která nemůže plnit činnosti při plnění veřejné zakázky vyhrazené výše v tomto článku</w:t>
      </w:r>
      <w:r w:rsidR="0035531B">
        <w:t>:</w:t>
      </w:r>
    </w:p>
    <w:p w14:paraId="46537D82" w14:textId="77777777" w:rsidR="00B41649" w:rsidRPr="00B41649" w:rsidRDefault="0035531B" w:rsidP="00B41649">
      <w:pPr>
        <w:pStyle w:val="Odrka1-2-"/>
        <w:rPr>
          <w:b/>
        </w:rPr>
      </w:pPr>
      <w:r w:rsidRPr="00B41649">
        <w:t>profesní způsobilost týkající se oprávnění</w:t>
      </w:r>
      <w:r w:rsidR="00BC6D2B" w:rsidRPr="00B41649">
        <w:t xml:space="preserve"> k </w:t>
      </w:r>
      <w:r w:rsidRPr="00B41649">
        <w:t>podnikání</w:t>
      </w:r>
      <w:r w:rsidR="00092CC9" w:rsidRPr="00B41649">
        <w:t xml:space="preserve"> v </w:t>
      </w:r>
      <w:r w:rsidRPr="00B41649">
        <w:t xml:space="preserve">rozsahu živnosti </w:t>
      </w:r>
    </w:p>
    <w:p w14:paraId="5973BCF4" w14:textId="0C02B2AE" w:rsidR="00B41649" w:rsidRPr="00B41649" w:rsidRDefault="00B41649" w:rsidP="00B41649">
      <w:pPr>
        <w:pStyle w:val="Odrka1-2-"/>
        <w:numPr>
          <w:ilvl w:val="0"/>
          <w:numId w:val="0"/>
        </w:numPr>
        <w:ind w:left="1077" w:firstLine="483"/>
        <w:rPr>
          <w:b/>
        </w:rPr>
      </w:pPr>
      <w:r w:rsidRPr="00B41649">
        <w:rPr>
          <w:b/>
        </w:rPr>
        <w:t xml:space="preserve">Provádění staveb, jejich změn a odstraňování, </w:t>
      </w:r>
    </w:p>
    <w:p w14:paraId="68A6F114" w14:textId="6A7D069E" w:rsidR="0035531B" w:rsidRPr="00B41649" w:rsidRDefault="00B41649" w:rsidP="00B41649">
      <w:pPr>
        <w:pStyle w:val="Odrka1-2-"/>
        <w:numPr>
          <w:ilvl w:val="0"/>
          <w:numId w:val="0"/>
        </w:numPr>
        <w:ind w:left="1077" w:firstLine="483"/>
        <w:rPr>
          <w:b/>
        </w:rPr>
      </w:pPr>
      <w:r w:rsidRPr="00B41649">
        <w:rPr>
          <w:b/>
        </w:rPr>
        <w:t>Revize, prohlídky a zkoušky určených technických zařízení v provozu</w:t>
      </w:r>
    </w:p>
    <w:p w14:paraId="677B892B" w14:textId="11EB0E5D" w:rsidR="00AA2C03" w:rsidRDefault="0035531B" w:rsidP="0060115D">
      <w:pPr>
        <w:pStyle w:val="Odrka1-2-"/>
      </w:pPr>
      <w:r>
        <w:t xml:space="preserve">profesní </w:t>
      </w:r>
      <w:r w:rsidRPr="00B41649">
        <w:t>způsobilost týkající se předložení dokladu</w:t>
      </w:r>
      <w:r w:rsidR="00092CC9" w:rsidRPr="00B41649">
        <w:t xml:space="preserve"> o </w:t>
      </w:r>
      <w:r w:rsidRPr="00B41649">
        <w:t>autorizaci</w:t>
      </w:r>
      <w:r w:rsidR="00092CC9" w:rsidRPr="00B41649">
        <w:t xml:space="preserve"> v </w:t>
      </w:r>
      <w:r w:rsidR="00BB4AF2" w:rsidRPr="00B41649">
        <w:t>rozsahu dle § </w:t>
      </w:r>
      <w:r w:rsidRPr="00B41649">
        <w:t xml:space="preserve">5 odst. 3 </w:t>
      </w:r>
      <w:r w:rsidR="00B41649" w:rsidRPr="00B41649">
        <w:rPr>
          <w:b/>
        </w:rPr>
        <w:t>e) technologická zařízení staveb</w:t>
      </w:r>
      <w:r w:rsidRPr="00B41649">
        <w:t xml:space="preserve"> autorizačního</w:t>
      </w:r>
      <w:r>
        <w:t xml:space="preserve"> zákona; </w:t>
      </w:r>
    </w:p>
    <w:p w14:paraId="094A2EF6" w14:textId="482D33A1" w:rsidR="0035531B" w:rsidRPr="00BC6D2B" w:rsidRDefault="00422A15" w:rsidP="00AA2C03">
      <w:pPr>
        <w:pStyle w:val="Odrka1-2-"/>
        <w:rPr>
          <w:i/>
          <w:color w:val="FF0000"/>
        </w:rPr>
      </w:pPr>
      <w:r w:rsidRPr="00422A15">
        <w:rPr>
          <w:u w:val="single"/>
        </w:rPr>
        <w:t>požadavek kritéria technické kvalifikace na doložení seznamem a osvědčením</w:t>
      </w:r>
      <w:r w:rsidRPr="00422A15">
        <w:t xml:space="preserve"> alespoň stavebních prací, u kterých hodnota plnění spočívajícího v novostavbě nebo rekonstrukci PZZ v těchto stavebních pracích (zakázkách) činila v součtu alespoň </w:t>
      </w:r>
      <w:r w:rsidRPr="00422A15">
        <w:rPr>
          <w:b/>
        </w:rPr>
        <w:t>8</w:t>
      </w:r>
      <w:r w:rsidR="00EC46D5">
        <w:rPr>
          <w:b/>
        </w:rPr>
        <w:t> 000 000,-</w:t>
      </w:r>
      <w:r w:rsidRPr="00422A15">
        <w:rPr>
          <w:b/>
        </w:rPr>
        <w:t xml:space="preserve"> Kč</w:t>
      </w:r>
      <w:r w:rsidRPr="00422A15">
        <w:t xml:space="preserve"> bez DPH (částka 8</w:t>
      </w:r>
      <w:r w:rsidR="00EC46D5">
        <w:t> 000 000,-</w:t>
      </w:r>
      <w:r w:rsidRPr="00422A15">
        <w:t xml:space="preserve"> Kč se vztahuje k hodnotě novostavby nebo rekonstrukce PZZ, nikoli k hodnotě stavebních prací, tj. </w:t>
      </w:r>
      <w:r w:rsidRPr="00422A15">
        <w:lastRenderedPageBreak/>
        <w:t xml:space="preserve">zakázek jako celku), s tím, že u každé jednotlivé stavební práce musí hodnota plnění spočívajícího v novostavbě nebo rekonstrukci PZZ v těchto stavebních pracích činit alespoň </w:t>
      </w:r>
      <w:r w:rsidRPr="00422A15">
        <w:rPr>
          <w:b/>
          <w:bCs/>
        </w:rPr>
        <w:t>4</w:t>
      </w:r>
      <w:r w:rsidR="00EC46D5">
        <w:rPr>
          <w:b/>
        </w:rPr>
        <w:t> 000 000,-</w:t>
      </w:r>
      <w:r w:rsidRPr="00422A15">
        <w:t xml:space="preserve"> </w:t>
      </w:r>
      <w:r w:rsidRPr="00422A15">
        <w:rPr>
          <w:b/>
        </w:rPr>
        <w:t>Kč</w:t>
      </w:r>
      <w:r w:rsidRPr="00422A15">
        <w:t xml:space="preserve"> bez DPH, přičemž z předloženého seznamu nebo osvědčení musí vyplývat, že výše uvedené části předmětu plnění stavebních prací, které nelze prokazovat prostřednictvím poddodavatele, prováděl v referenční zakázce dodavatel či osoba tvořící s dodavatelem koncern vlastními prostředky, tj. prostředky dodavatele nebo s využitím prostředků osob tvořícími s dodavatelem koncern (identifikační údaje takových případných koncernových osob budou rovněž uvedeny v seznamu nebo osvědčení)</w:t>
      </w:r>
      <w:r w:rsidR="00AA2C03">
        <w:t>;</w:t>
      </w:r>
    </w:p>
    <w:p w14:paraId="7DF83BE6" w14:textId="1412E06B" w:rsidR="0035531B" w:rsidRDefault="0035531B" w:rsidP="00BC6D2B">
      <w:pPr>
        <w:pStyle w:val="Odrka1-2-"/>
      </w:pPr>
      <w:r>
        <w:t xml:space="preserve">požadavek kritéria technické </w:t>
      </w:r>
      <w:r w:rsidRPr="00EC46D5">
        <w:t>kvalifikace na předložení seznamu odborného personálu dodavatele</w:t>
      </w:r>
      <w:r w:rsidR="00092CC9" w:rsidRPr="00EC46D5">
        <w:t xml:space="preserve"> v </w:t>
      </w:r>
      <w:r w:rsidRPr="00EC46D5">
        <w:t xml:space="preserve">rozsahu funkce </w:t>
      </w:r>
      <w:r w:rsidR="00EC46D5" w:rsidRPr="00EC46D5">
        <w:rPr>
          <w:b/>
        </w:rPr>
        <w:t>specialisty (vedoucího prací) na sdělovacím a zabezpečovacím zařízení</w:t>
      </w:r>
      <w:r w:rsidR="00AA2C03" w:rsidRPr="00EC46D5">
        <w:t>.</w:t>
      </w:r>
    </w:p>
    <w:p w14:paraId="5DFABBB3" w14:textId="77777777" w:rsidR="00EC46D5" w:rsidRDefault="00EC46D5" w:rsidP="00EC46D5">
      <w:pPr>
        <w:pStyle w:val="Odrka1-2-"/>
        <w:numPr>
          <w:ilvl w:val="0"/>
          <w:numId w:val="0"/>
        </w:numPr>
        <w:ind w:left="1077"/>
      </w:pPr>
    </w:p>
    <w:p w14:paraId="04BA02A3" w14:textId="74741516" w:rsidR="00BC6D2B" w:rsidRDefault="0075030F" w:rsidP="00616090">
      <w:pPr>
        <w:pStyle w:val="Text1-1"/>
      </w:pPr>
      <w:r w:rsidRPr="0075030F">
        <w:t xml:space="preserve">Závazný návrh smlouvy na plnění této veřejné </w:t>
      </w:r>
      <w:r w:rsidR="00616090" w:rsidRPr="00616090">
        <w:t>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3" w:name="_Toc147153717"/>
      <w:r>
        <w:t>PROHLÍDKA MÍSTA PLNĚNÍ (STAVENIŠTĚ)</w:t>
      </w:r>
      <w:bookmarkEnd w:id="13"/>
    </w:p>
    <w:p w14:paraId="1A2B0884" w14:textId="77777777" w:rsidR="0035531B" w:rsidRDefault="00FD2EA2" w:rsidP="00FD2EA2">
      <w:pPr>
        <w:pStyle w:val="Text1-1"/>
      </w:pPr>
      <w:r w:rsidRPr="00FD2EA2">
        <w:t xml:space="preserve">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w:t>
      </w:r>
      <w:r w:rsidRPr="00FD2EA2">
        <w:lastRenderedPageBreak/>
        <w:t>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4" w:name="_Toc147153718"/>
      <w:r>
        <w:t>JAZYK NABÍDEK</w:t>
      </w:r>
      <w:r w:rsidR="00D25D67" w:rsidRPr="00D25D67">
        <w:t xml:space="preserve"> </w:t>
      </w:r>
      <w:r w:rsidR="00D25D67">
        <w:t>A KOMUNIKAČNÍ JAZYK</w:t>
      </w:r>
      <w:bookmarkEnd w:id="14"/>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573879BB"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C65466">
        <w:t xml:space="preserve">písemným </w:t>
      </w:r>
      <w:r w:rsidRPr="00FD2EA2">
        <w:t>čestným prohlášením</w:t>
      </w:r>
      <w:r w:rsidR="0035531B">
        <w:t>.</w:t>
      </w:r>
    </w:p>
    <w:p w14:paraId="08A0A106" w14:textId="77777777" w:rsidR="002F67BC" w:rsidRDefault="002F67BC" w:rsidP="002F67BC">
      <w:pPr>
        <w:pStyle w:val="Text1-1"/>
        <w:numPr>
          <w:ilvl w:val="0"/>
          <w:numId w:val="0"/>
        </w:numPr>
      </w:pPr>
    </w:p>
    <w:p w14:paraId="5A3E2461" w14:textId="77777777" w:rsidR="0035531B" w:rsidRDefault="0035531B" w:rsidP="00BC6D2B">
      <w:pPr>
        <w:pStyle w:val="Nadpis1-1"/>
      </w:pPr>
      <w:bookmarkStart w:id="15" w:name="_Toc147153719"/>
      <w:r>
        <w:t>OBSAH</w:t>
      </w:r>
      <w:r w:rsidR="00845C50">
        <w:t xml:space="preserve"> </w:t>
      </w:r>
      <w:r w:rsidR="00776A8A">
        <w:t>A</w:t>
      </w:r>
      <w:r w:rsidR="00845C50">
        <w:t> </w:t>
      </w:r>
      <w:r>
        <w:t>PODÁVÁNÍ NABÍDEK</w:t>
      </w:r>
      <w:bookmarkEnd w:id="15"/>
    </w:p>
    <w:p w14:paraId="1D0681DF" w14:textId="5CBD4BA8" w:rsidR="0035531B" w:rsidRPr="002F67BC"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0" w:history="1">
        <w:r w:rsidR="00F279D0" w:rsidRPr="00A6336E">
          <w:rPr>
            <w:rStyle w:val="Hypertextovodkaz"/>
            <w:noProof w:val="0"/>
          </w:rPr>
          <w:t>https://zakazky.spravazeleznic.cz/</w:t>
        </w:r>
      </w:hyperlink>
      <w:r w:rsidRPr="00283302">
        <w:t xml:space="preserve">. Zadavatel upozorňuje, že nabídka se považuje za doručenou okamžikem dokončení přenosu dat do elektronického nástroje E-ZAK. Je třeba, aby dodavatel zahájil proces podání nabídky s dostatečnou časovou rezervou pro </w:t>
      </w:r>
      <w:r w:rsidRPr="002F67BC">
        <w:t>případné výkyvy systému, za které zadavatel nenese odpovědnost</w:t>
      </w:r>
      <w:r w:rsidR="0035531B" w:rsidRPr="002F67BC">
        <w:t>.</w:t>
      </w:r>
    </w:p>
    <w:p w14:paraId="64BE4C30" w14:textId="77777777" w:rsidR="00CD2E13" w:rsidRPr="00AB5AE0" w:rsidRDefault="00CD2E13" w:rsidP="00CD2E13">
      <w:pPr>
        <w:pStyle w:val="Textbezslovn"/>
        <w:rPr>
          <w:b/>
        </w:rPr>
      </w:pPr>
      <w:r w:rsidRPr="002F67BC">
        <w:rPr>
          <w:rFonts w:cs="Arial"/>
          <w:b/>
        </w:rPr>
        <w:t>Nabídky lze podat v termínu, který je uveden na profilu zadavatele:</w:t>
      </w:r>
      <w:r w:rsidRPr="002F67BC">
        <w:rPr>
          <w:rFonts w:cs="Arial"/>
        </w:rPr>
        <w:t xml:space="preserve"> </w:t>
      </w:r>
      <w:hyperlink r:id="rId21" w:history="1">
        <w:r w:rsidRPr="002F67BC">
          <w:rPr>
            <w:rStyle w:val="Hypertextovodkaz"/>
            <w:rFonts w:cs="Arial"/>
            <w:b/>
            <w:bCs/>
            <w:lang w:eastAsia="cs-CZ"/>
          </w:rPr>
          <w:t>https://zakazky.spravazeleznic.cz/</w:t>
        </w:r>
      </w:hyperlink>
      <w:r w:rsidRPr="002F67BC">
        <w:rPr>
          <w:rFonts w:cs="Arial"/>
          <w:b/>
        </w:rPr>
        <w:t>.</w:t>
      </w:r>
    </w:p>
    <w:p w14:paraId="6A3CE470" w14:textId="59E74F18" w:rsidR="0035531B" w:rsidRDefault="003F78E7" w:rsidP="007C2BEC">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7E1529">
          <w:rPr>
            <w:rStyle w:val="Hypertextovodkaz"/>
          </w:rPr>
          <w:t>https://zakazky.spravazeleznic.cz/manual.html</w:t>
        </w:r>
      </w:hyperlink>
      <w:r w:rsidRPr="003F78E7">
        <w:t xml:space="preserve">. Nabídka nemusí být opatřena elektronickým podpisem osoby oprávněné jednat za dodavatele. </w:t>
      </w:r>
      <w:r w:rsidR="00784A7F" w:rsidRPr="00683213">
        <w:t>Uznávaný</w:t>
      </w:r>
      <w:r w:rsidR="00784A7F">
        <w:t xml:space="preserve"> e</w:t>
      </w:r>
      <w:r w:rsidRPr="003F78E7">
        <w:t xml:space="preserve">lektronický podpis </w:t>
      </w:r>
      <w:r w:rsidR="00784A7F" w:rsidRPr="00683213">
        <w:t>založený na kvalifikovaném certifikátu</w:t>
      </w:r>
      <w:r w:rsidR="00784A7F">
        <w:t xml:space="preserve"> </w:t>
      </w:r>
      <w:r w:rsidRPr="003F78E7">
        <w:t>je vyžadován pouze při registraci dodavatele do elektronického nástroje</w:t>
      </w:r>
      <w:r w:rsidR="00784A7F">
        <w:t xml:space="preserve"> zadavatele</w:t>
      </w:r>
      <w:r w:rsidRPr="003F78E7">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ve formátech analogicky k § 18 odst. 2 a 3 vyhl</w:t>
      </w:r>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lastRenderedPageBreak/>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39742675"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Pr="00B07A50" w:rsidRDefault="00695DAA" w:rsidP="00695DAA">
      <w:pPr>
        <w:pStyle w:val="Odrka1-1"/>
      </w:pPr>
      <w:r>
        <w:t xml:space="preserve">Harmonogram postupu prací zpracovaný podle požadavků zadavatele stanovených v </w:t>
      </w:r>
      <w:r w:rsidRPr="00B07A50">
        <w:t>článku 9.1 této Výzvy.</w:t>
      </w:r>
    </w:p>
    <w:p w14:paraId="5BCB91B5" w14:textId="19528B09" w:rsidR="00695DAA" w:rsidRPr="00B07A50" w:rsidRDefault="00695DAA" w:rsidP="00695DAA">
      <w:pPr>
        <w:pStyle w:val="Odrka1-1"/>
      </w:pPr>
      <w:r w:rsidRPr="00B07A50">
        <w:t xml:space="preserve">Specifikace typu zabezpečovacího zařízení, </w:t>
      </w:r>
      <w:r w:rsidR="00EF6C46" w:rsidRPr="00B07A50">
        <w:t xml:space="preserve">sdělovacího zařízení, </w:t>
      </w:r>
      <w:r w:rsidRPr="00B07A50">
        <w:t xml:space="preserve">zařízení elektrotechniky a energetiky dle č. 9.1 této Výzvy. </w:t>
      </w:r>
    </w:p>
    <w:p w14:paraId="18BD850D" w14:textId="0DD1D70C" w:rsidR="00071EF2" w:rsidRPr="00B07A50" w:rsidRDefault="00071EF2" w:rsidP="00695DAA">
      <w:pPr>
        <w:pStyle w:val="Odrka1-1"/>
      </w:pPr>
      <w:r w:rsidRPr="00010882">
        <w:rPr>
          <w:lang w:eastAsia="cs-CZ"/>
        </w:rPr>
        <w:t xml:space="preserve">Čestné prohlášení o splnění podmínek v souvislosti se </w:t>
      </w:r>
      <w:r w:rsidR="005A4062">
        <w:rPr>
          <w:lang w:eastAsia="cs-CZ"/>
        </w:rPr>
        <w:t>zákonem upravujícím provádění mezinárodních sankcí</w:t>
      </w:r>
      <w:r>
        <w:rPr>
          <w:lang w:eastAsia="cs-CZ"/>
        </w:rPr>
        <w:t xml:space="preserve"> </w:t>
      </w:r>
      <w:r>
        <w:t>zpracované ve formě formuláře obsaženého v </w:t>
      </w:r>
      <w:r w:rsidRPr="00B07A50">
        <w:t>příloze č. 10 této Výzvy.</w:t>
      </w:r>
    </w:p>
    <w:p w14:paraId="2BA1B043" w14:textId="2E694D0C" w:rsidR="00695DAA" w:rsidRPr="00B07A50" w:rsidRDefault="00695DAA" w:rsidP="00695DAA">
      <w:pPr>
        <w:pStyle w:val="Odrka1-1"/>
      </w:pPr>
      <w:r w:rsidRPr="00B07A50">
        <w:t>Další dokumenty, dle uvážení dodavatele, na které nebyl prostor v předcházejících částech nabídky.</w:t>
      </w:r>
    </w:p>
    <w:p w14:paraId="10377F4A" w14:textId="311FE93D" w:rsidR="00B07A50" w:rsidRPr="00B07A50" w:rsidRDefault="00695DAA" w:rsidP="00247884">
      <w:pPr>
        <w:pStyle w:val="Odrka1-1"/>
      </w:pPr>
      <w:r w:rsidRPr="00B07A50">
        <w:t xml:space="preserve">Oceněný Soupis prací </w:t>
      </w:r>
      <w:r w:rsidR="00BB0379" w:rsidRPr="00B07A50">
        <w:t>obsažený</w:t>
      </w:r>
      <w:r w:rsidRPr="00B07A50">
        <w:t xml:space="preserve"> v Dílu 4 zadávací dokumentace</w:t>
      </w:r>
      <w:r w:rsidR="00BB0379" w:rsidRPr="00B07A50">
        <w:t>, včetně Rekapitulace ceny dle SO a PS</w:t>
      </w:r>
      <w:r w:rsidR="00B07A50" w:rsidRPr="00B07A50">
        <w:t>.</w:t>
      </w:r>
    </w:p>
    <w:p w14:paraId="44A1EE1D" w14:textId="2DEDC761" w:rsidR="0035531B" w:rsidRDefault="00695DAA" w:rsidP="00247884">
      <w:pPr>
        <w:pStyle w:val="Odrka1-1"/>
      </w:pPr>
      <w:r w:rsidRPr="00695DAA">
        <w:t>Nabídky podané po uplynutí lhůty pro podání nabídky nebo podané jiným, než výše uvedeným způsobem, nebudou otevřeny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 xml:space="preserve">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w:t>
      </w:r>
      <w:r w:rsidRPr="00695DAA">
        <w:lastRenderedPageBreak/>
        <w:t>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6" w:name="_Toc147153720"/>
      <w:r>
        <w:t>POŽADAVKY NA ZPRACOVÁNÍ NABÍDKOVÉ CENY</w:t>
      </w:r>
      <w:bookmarkEnd w:id="16"/>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5BFF85A4" w14:textId="55278EB1" w:rsidR="0035531B" w:rsidRDefault="004C086E"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77777777" w:rsidR="0035531B" w:rsidRDefault="0035531B" w:rsidP="004C086E">
      <w:pPr>
        <w:pStyle w:val="Nadpis1-1"/>
      </w:pPr>
      <w:bookmarkStart w:id="17" w:name="_Toc147153721"/>
      <w:r>
        <w:t>VARIANTY NABÍDKY, VÝHRADA ZMĚNY DODAVATELE</w:t>
      </w:r>
      <w:bookmarkEnd w:id="17"/>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 xml:space="preserve">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w:t>
      </w:r>
      <w:r w:rsidRPr="004C086E">
        <w:lastRenderedPageBreak/>
        <w:t>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54AD74CA"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8" w:name="_Toc147153722"/>
      <w:r>
        <w:t>OTEVÍRÁNÍ NABÍDEK</w:t>
      </w:r>
      <w:bookmarkEnd w:id="18"/>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19" w:name="_Toc147153723"/>
      <w:r>
        <w:t>POSOUZENÍ SPLNĚNÍ PODMÍNEK ÚČASTI</w:t>
      </w:r>
      <w:bookmarkEnd w:id="19"/>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6894113E" w:rsidR="0035531B" w:rsidRDefault="004C086E" w:rsidP="004C086E">
      <w:pPr>
        <w:pStyle w:val="Text1-1"/>
      </w:pPr>
      <w:r w:rsidRPr="004C086E">
        <w:t xml:space="preserve">Zadavatel je oprávněn ověřovat věrohodnost </w:t>
      </w:r>
      <w:r w:rsidR="002E5046">
        <w:t xml:space="preserve">  </w:t>
      </w:r>
      <w:r w:rsidR="00A122D4">
        <w:t>účastníkem</w:t>
      </w:r>
      <w:r w:rsidRPr="004C086E">
        <w:t xml:space="preserve"> poskytnutých údajů a dokladů a rovněž si je i sám opatřovat</w:t>
      </w:r>
      <w:r w:rsidR="00D961D8">
        <w:t xml:space="preserve">, </w:t>
      </w:r>
      <w:r w:rsidR="00D961D8" w:rsidRPr="004039B9">
        <w:t>pokud nejde o údaje</w:t>
      </w:r>
      <w:r w:rsidR="00D961D8">
        <w:t xml:space="preserve"> a</w:t>
      </w:r>
      <w:r w:rsidR="00D961D8" w:rsidRPr="004039B9">
        <w:t xml:space="preserve"> doklady, které budou hodnoceny podle kritérií hodnocení</w:t>
      </w:r>
      <w:r w:rsidRPr="004C086E">
        <w: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 xml:space="preserve">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w:t>
      </w:r>
      <w:r w:rsidRPr="004C086E">
        <w:lastRenderedPageBreak/>
        <w:t>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13665FFA" w:rsidR="001D4B4A" w:rsidRDefault="001D4B4A" w:rsidP="00EA1BB1">
      <w:pPr>
        <w:pStyle w:val="Odstavec1-1a"/>
        <w:numPr>
          <w:ilvl w:val="0"/>
          <w:numId w:val="16"/>
        </w:numPr>
      </w:pPr>
      <w: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E8759A">
        <w:t xml:space="preserve">veřejné </w:t>
      </w:r>
      <w:r>
        <w:t xml:space="preserve">zakázky, </w:t>
      </w:r>
    </w:p>
    <w:p w14:paraId="7EBF1F8F" w14:textId="77777777" w:rsidR="001D4B4A" w:rsidRDefault="001D4B4A" w:rsidP="00EA1BB1">
      <w:pPr>
        <w:pStyle w:val="Odstavec1-1a"/>
        <w:numPr>
          <w:ilvl w:val="0"/>
          <w:numId w:val="16"/>
        </w:numPr>
      </w:pPr>
      <w:r>
        <w:t xml:space="preserve">došlo ke střetu zájmů a jiné opatření k nápravě, kromě zrušení výběrového řízení, není možné, </w:t>
      </w:r>
    </w:p>
    <w:p w14:paraId="052AB1AE" w14:textId="7FA3C323" w:rsidR="001D4B4A" w:rsidRDefault="001D4B4A" w:rsidP="00EA1BB1">
      <w:pPr>
        <w:pStyle w:val="Odstavec1-1a"/>
        <w:numPr>
          <w:ilvl w:val="0"/>
          <w:numId w:val="16"/>
        </w:numPr>
      </w:pPr>
      <w:r>
        <w:t xml:space="preserve">došlo k narušení hospodářské soutěže předchozí účastí účastníka výběrového řízení při přípravě výběrového řízení, jiné opatření k nápravě není možné a účastník výběrového řízení na </w:t>
      </w:r>
      <w:r w:rsidR="008C75A8">
        <w:t xml:space="preserve">písemnou </w:t>
      </w:r>
      <w:r>
        <w:t xml:space="preserve">výzvu zadavatele neprokázal, že k narušení hospodářské soutěže nedošlo, </w:t>
      </w:r>
    </w:p>
    <w:p w14:paraId="51EF2179" w14:textId="77777777" w:rsidR="001D4B4A" w:rsidRDefault="001D4B4A" w:rsidP="00EA1BB1">
      <w:pPr>
        <w:pStyle w:val="Odstavec1-1a"/>
        <w:numPr>
          <w:ilvl w:val="0"/>
          <w:numId w:val="16"/>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EA1BB1">
      <w:pPr>
        <w:pStyle w:val="Odstavec1-1a"/>
        <w:numPr>
          <w:ilvl w:val="0"/>
          <w:numId w:val="16"/>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EA1BB1">
      <w:pPr>
        <w:pStyle w:val="Odstavec1-1a"/>
        <w:numPr>
          <w:ilvl w:val="0"/>
          <w:numId w:val="16"/>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2E8CDA5A" w:rsidR="00C154A5" w:rsidRDefault="00C154A5" w:rsidP="007C3E84">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 xml:space="preserve">v souvislosti se zadávanou </w:t>
      </w:r>
      <w:r w:rsidR="00E8759A">
        <w:t xml:space="preserve">veřejnou </w:t>
      </w:r>
      <w:r w:rsidRPr="00C154A5">
        <w:t>zakázkou</w:t>
      </w:r>
      <w:r w:rsidR="00E8759A">
        <w:t xml:space="preserve">, nebo části nabídek, které mají být hodnoceny podle kritérií hodnocení, připravoval ve vzájemné shodě s jiným účastníkem téhož </w:t>
      </w:r>
      <w:r w:rsidR="00B92C98">
        <w:t xml:space="preserve">výběrového </w:t>
      </w:r>
      <w:r w:rsidR="00E8759A">
        <w:t xml:space="preserve">řízení, s nímž je spojenou osobou podle zákona o daních z příjmů, a na písemnou výzvu zadavatele účastník </w:t>
      </w:r>
      <w:r w:rsidR="00B92C98">
        <w:t xml:space="preserve">výběrového </w:t>
      </w:r>
      <w:r w:rsidR="00E8759A">
        <w:t>řízení nevysvětlil, že k takové vzájemné shodě při přípravě nabídky nedošlo</w:t>
      </w:r>
      <w:r>
        <w:t>.</w:t>
      </w:r>
    </w:p>
    <w:p w14:paraId="4709FD48" w14:textId="6EA5846A"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407C38E2" w:rsidR="00C154A5" w:rsidRDefault="00C154A5" w:rsidP="008C75A8">
      <w:pPr>
        <w:pStyle w:val="Text1-1"/>
      </w:pPr>
      <w:r w:rsidRPr="00C154A5">
        <w:t xml:space="preserve">Zadavatel může vyloučit účastníka výběrového řízení, pokud nabídka účastníka výběrového řízení obsahuje mimořádně nízkou nabídkovou cenu, která nebyla </w:t>
      </w:r>
      <w:r w:rsidR="008C75A8"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789F1F86" w14:textId="1F06F2F1" w:rsidR="00B92C98" w:rsidRDefault="00B92C98" w:rsidP="008C75A8">
      <w:pPr>
        <w:pStyle w:val="Text1-1"/>
      </w:pPr>
      <w:r w:rsidRPr="00E86BE3">
        <w:lastRenderedPageBreak/>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5D8510DA" w14:textId="77777777" w:rsidR="0035531B" w:rsidRDefault="0035531B" w:rsidP="007038DC">
      <w:pPr>
        <w:pStyle w:val="Nadpis1-1"/>
      </w:pPr>
      <w:bookmarkStart w:id="20" w:name="_Toc147153724"/>
      <w:r>
        <w:t>HODNOCENÍ NABÍDEK</w:t>
      </w:r>
      <w:bookmarkEnd w:id="20"/>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1" w:name="_Toc147153725"/>
      <w:r>
        <w:t xml:space="preserve">ZRUŠENÍ </w:t>
      </w:r>
      <w:r w:rsidR="001472A9">
        <w:t xml:space="preserve">VÝBĚROVÉHO </w:t>
      </w:r>
      <w:r>
        <w:t>ŘÍZENÍ</w:t>
      </w:r>
      <w:bookmarkEnd w:id="21"/>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33E42E2B" w14:textId="44663125"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311936F6" w14:textId="77777777" w:rsidR="006955AB" w:rsidRDefault="006955AB" w:rsidP="006955AB">
      <w:pPr>
        <w:pStyle w:val="Text1-1"/>
      </w:pPr>
      <w:r w:rsidRPr="00930B76">
        <w:t>Pokud bude nabídka vybraného dodavatele obsahovat nabídkovou cenu, která překročí režim veřejné zakázky,</w:t>
      </w:r>
      <w:r w:rsidRPr="007B3D4D">
        <w:t xml:space="preserve"> bude výběrové řízení zrušeno</w:t>
      </w:r>
      <w:r>
        <w:t>.</w:t>
      </w:r>
    </w:p>
    <w:p w14:paraId="2ACC89C4" w14:textId="2F5E57C1" w:rsidR="005D4921" w:rsidRDefault="006955AB" w:rsidP="006955AB">
      <w:pPr>
        <w:pStyle w:val="Text1-1"/>
      </w:pPr>
      <w:r w:rsidRPr="007B3D4D">
        <w:t>Zadavatel si vyhrazuje právo zrušit výběrové řízení této veřejné zakázky kdykoliv před uzavřením smlouvy na plnění této veřejné zakázky,</w:t>
      </w:r>
      <w:r>
        <w:t xml:space="preserve"> pokud </w:t>
      </w:r>
      <w:r w:rsidRPr="007B3D4D">
        <w:t xml:space="preserve">nabídka vybraného dodavatele </w:t>
      </w:r>
      <w:r>
        <w:t xml:space="preserve">bude </w:t>
      </w:r>
      <w:r w:rsidRPr="007B3D4D">
        <w:t>obsahovat nabídkovou cenu, která překročí</w:t>
      </w:r>
      <w:r>
        <w:t xml:space="preserve"> částku 30 000 000,- Kč bez DPH.</w:t>
      </w:r>
    </w:p>
    <w:p w14:paraId="045C72D6" w14:textId="77777777" w:rsidR="0035531B" w:rsidRDefault="0035531B" w:rsidP="007038DC">
      <w:pPr>
        <w:pStyle w:val="Nadpis1-1"/>
      </w:pPr>
      <w:bookmarkStart w:id="22" w:name="_Toc147153726"/>
      <w:r>
        <w:t>UZAVŘENÍ SMLOUVY</w:t>
      </w:r>
      <w:bookmarkEnd w:id="22"/>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70EC4F18" w:rsidR="0035531B" w:rsidRPr="00C90A1F" w:rsidRDefault="007B3D4D" w:rsidP="007B3D4D">
      <w:pPr>
        <w:pStyle w:val="Text1-1"/>
        <w:rPr>
          <w:b/>
        </w:rPr>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F279D0" w:rsidRPr="00A6336E">
          <w:rPr>
            <w:rStyle w:val="Hypertextovodkaz"/>
            <w:noProof w:val="0"/>
          </w:rPr>
          <w:t>https://zakazky.spravazeleznic.cz/</w:t>
        </w:r>
      </w:hyperlink>
      <w:r w:rsidRPr="007B3D4D">
        <w:t xml:space="preserve">, </w:t>
      </w:r>
      <w:r w:rsidR="006955AB" w:rsidRPr="007B3D4D">
        <w:t>případně jinou formou písemné elektronické komunikace (zadavatel preferuje komunikaci prostřednictvím elektronického nástroje E-ZAK)</w:t>
      </w:r>
      <w:r w:rsidR="006955AB">
        <w:t>,</w:t>
      </w:r>
      <w:r w:rsidR="006955AB" w:rsidRPr="007B3D4D">
        <w:t xml:space="preserve"> dokumenty </w:t>
      </w:r>
      <w:r w:rsidR="006955AB" w:rsidRPr="00155D1F">
        <w:t>uvedené v článku 19.3, resp. v článku 19.4 až 19.8 Výzvy</w:t>
      </w:r>
      <w:r w:rsidR="006955AB">
        <w:t>, dopadají-li na vybraného dodavatele.</w:t>
      </w:r>
      <w:r w:rsidR="006955AB" w:rsidRPr="007B3D4D">
        <w:t xml:space="preserve"> </w:t>
      </w:r>
      <w:r w:rsidRPr="007B3D4D">
        <w:t xml:space="preserve">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w:t>
      </w:r>
      <w:r w:rsidRPr="007B3D4D">
        <w:lastRenderedPageBreak/>
        <w:t xml:space="preserve">hodnocení. Nové hodnocení zadavatel provede, pokud by vyloučení vybraného dodavatele znamenalo podstatné ovlivnění původního pořadí nabídek. </w:t>
      </w:r>
      <w:r w:rsidRPr="00C90A1F">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C90A1F">
        <w:rPr>
          <w:b/>
        </w:rPr>
        <w:t>.</w:t>
      </w:r>
      <w:r w:rsidR="00C90A1F" w:rsidRPr="00C90A1F">
        <w:rPr>
          <w:b/>
        </w:rPr>
        <w:t xml:space="preserve"> </w:t>
      </w:r>
      <w:r w:rsidR="00C90A1F" w:rsidRPr="00C90A1F">
        <w:rPr>
          <w:rStyle w:val="Tun9b"/>
          <w:b w:val="0"/>
        </w:rPr>
        <w:t>Pokud je požadován originál nebo úředně ověřená kopie dokladu,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3E8E57BE" w:rsidR="00B07880" w:rsidRDefault="0001718F" w:rsidP="00C759F1">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či výběrovém řízení a současně sdělí název či jinou identifikaci tohoto předchozího řízení)</w:t>
      </w:r>
      <w:r w:rsidR="00B07880">
        <w:t>;</w:t>
      </w:r>
    </w:p>
    <w:p w14:paraId="668DCAE3" w14:textId="6CA83C2A" w:rsidR="001B5ED5" w:rsidRDefault="001B5ED5" w:rsidP="001B5ED5">
      <w:pPr>
        <w:pStyle w:val="Odrka1-1"/>
      </w:pPr>
      <w:r>
        <w:t xml:space="preserve">kopie smlouvy </w:t>
      </w:r>
      <w:r w:rsidRPr="00C355B5">
        <w:t xml:space="preserve">uzavřené s výrobcem nebo dodavatelem zabezpečovacího zařízení, </w:t>
      </w:r>
      <w:r w:rsidR="00EF6C46" w:rsidRPr="00C355B5">
        <w:t xml:space="preserve">sdělovacího zařízení, </w:t>
      </w:r>
      <w:r w:rsidRPr="00C355B5">
        <w:t xml:space="preserve">zařízení elektrotechniky a energetiky </w:t>
      </w:r>
      <w:r w:rsidR="008716A2" w:rsidRPr="00C355B5">
        <w:t xml:space="preserve">či jednostranného vyjádření závazku výrobce nebo dodavatele tohoto zařízení </w:t>
      </w:r>
      <w:r w:rsidRPr="00C355B5">
        <w:t>ve</w:t>
      </w:r>
      <w:r>
        <w:t xml:space="preserve"> smyslu čl. 9.1 této Výzvy, nebude-li </w:t>
      </w:r>
      <w:r w:rsidR="006E66E8">
        <w:t xml:space="preserve">vybraný </w:t>
      </w:r>
      <w:r>
        <w:t>dodavatel současně i výrobcem nebo dodavatelem tohoto zařízení, kter</w:t>
      </w:r>
      <w:r w:rsidR="008716A2">
        <w:t xml:space="preserve">ými </w:t>
      </w:r>
      <w:r w:rsidR="006E66E8">
        <w:t xml:space="preserve">vybraný </w:t>
      </w:r>
      <w:r w:rsidR="008716A2">
        <w:t>dodavatel</w:t>
      </w:r>
      <w:r>
        <w:t xml:space="preserve"> prokáže, že bude mít toto </w:t>
      </w:r>
      <w:r w:rsidR="009D0F0A">
        <w:t>zařízení</w:t>
      </w:r>
      <w:r>
        <w:t xml:space="preserve"> k jeho použití pro plnění předmětné veřejné zakázky k dispozici a že bude mít zajištěnu i jeho odbornou montáž, případně bude smlouva </w:t>
      </w:r>
      <w:r w:rsidR="00BF2F6F">
        <w:t xml:space="preserve">či závazek </w:t>
      </w:r>
      <w:r>
        <w:t xml:space="preserve">obsahovat souhlas výrobce nebo dodavatele </w:t>
      </w:r>
      <w:r w:rsidR="009D0F0A">
        <w:t>zařízení</w:t>
      </w:r>
      <w:r>
        <w:t xml:space="preserve"> s tím, že je </w:t>
      </w:r>
      <w:r w:rsidR="006E66E8">
        <w:t xml:space="preserve">vybraný </w:t>
      </w:r>
      <w:r>
        <w:t xml:space="preserve">dodavatel schopen toto zařízení odborně sestavit a namontovat; </w:t>
      </w:r>
    </w:p>
    <w:p w14:paraId="5E3A4BF3" w14:textId="6C5167A8" w:rsidR="0035531B" w:rsidRDefault="0035531B" w:rsidP="007038DC">
      <w:pPr>
        <w:pStyle w:val="Odrka1-1"/>
      </w:pPr>
      <w:r>
        <w:t>kopi</w:t>
      </w:r>
      <w:r w:rsidR="001B5ED5">
        <w:t>e</w:t>
      </w:r>
      <w:r>
        <w:t xml:space="preserve"> </w:t>
      </w:r>
      <w:r w:rsidR="00BF2F6F">
        <w:t xml:space="preserve">dokladu </w:t>
      </w:r>
      <w:r w:rsidR="00BF2F6F" w:rsidRPr="00B118B5">
        <w:t>o úspěšném složení zkoušky z odborné způsobilosti k výkonu činností v</w:t>
      </w:r>
      <w:r w:rsidR="00BF2F6F">
        <w:t> </w:t>
      </w:r>
      <w:r w:rsidR="00BF2F6F" w:rsidRPr="00B118B5">
        <w:t>elektrotechnice</w:t>
      </w:r>
      <w:r w:rsidR="00BF2F6F">
        <w:t xml:space="preserve"> pro osobu znalou pro řízení činnosti dle § 19 odst. 2 zák. 250/2021 Sb., </w:t>
      </w:r>
      <w:r w:rsidR="00BF2F6F" w:rsidRPr="008979C9">
        <w:t>o bezpečnosti práce v souvislosti s provozem vyhrazených technických zařízení a o změně souvisejících zákonů</w:t>
      </w:r>
      <w:r w:rsidR="00BF2F6F">
        <w:t xml:space="preserve">, </w:t>
      </w:r>
      <w:r w:rsidR="009A23F0">
        <w:t xml:space="preserve">resp. pro vedoucího elektrotechnika dle § 7 nařízení vlády </w:t>
      </w:r>
      <w:r w:rsidR="009A23F0" w:rsidRPr="00705E91">
        <w:t>č. 194/2022 Sb., o požadavcích na odbornou způsobilost k výkonu činnosti na elektrických zařízeních a na odbornou způsobilost v elektrotechnice</w:t>
      </w:r>
      <w:r w:rsidR="009A23F0">
        <w:t xml:space="preserve">, </w:t>
      </w:r>
      <w:r w:rsidR="00BF2F6F">
        <w:t xml:space="preserve">nebo </w:t>
      </w:r>
      <w:r>
        <w:t>dokladu</w:t>
      </w:r>
      <w:r w:rsidR="00092CC9">
        <w:t xml:space="preserve"> o </w:t>
      </w:r>
      <w:r>
        <w:t xml:space="preserve">elektrotechnické kvalifikaci při činnostech na </w:t>
      </w:r>
      <w:r w:rsidR="009A23F0">
        <w:t xml:space="preserve">vyhrazených </w:t>
      </w:r>
      <w:r>
        <w:t>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D808669" w14:textId="7777777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 ve znění pozdějších předpisů. Kvalifikace je určena Přílohou č. 4 této vyhlášky, dle čl. 8c -</w:t>
      </w:r>
      <w:r w:rsidR="00092CC9">
        <w:t xml:space="preserve"> v </w:t>
      </w:r>
      <w:r>
        <w:t>rozsahu projektování UTZ/E;</w:t>
      </w:r>
    </w:p>
    <w:p w14:paraId="5CA9285D" w14:textId="77777777" w:rsidR="00945AA6" w:rsidRDefault="00945AA6" w:rsidP="00945AA6">
      <w:pPr>
        <w:pStyle w:val="Odrka1-1"/>
      </w:pPr>
      <w:r>
        <w:t xml:space="preserve">kopie pověření Ministerstva dopravy ČR k provádění technických prohlídek a zkoušek určených technických zařízení (UTZ) dle § 47 odst. 4 zákona č. 266/1994 Sb., o drahách, ve znění pozdějších předpisů, </w:t>
      </w:r>
      <w:r w:rsidRPr="001456D3">
        <w:t>a to elektrických UTZ</w:t>
      </w:r>
      <w:r>
        <w:t xml:space="preserve"> železničních drah v rozsahu: </w:t>
      </w:r>
    </w:p>
    <w:p w14:paraId="01C3F34C" w14:textId="5C78F82C" w:rsidR="00945AA6" w:rsidRDefault="00945AA6" w:rsidP="00945AA6">
      <w:pPr>
        <w:pStyle w:val="Odrka1-2-"/>
        <w:tabs>
          <w:tab w:val="clear" w:pos="1531"/>
        </w:tabs>
        <w:ind w:left="1701" w:hanging="283"/>
      </w:pPr>
      <w:r w:rsidRPr="00945AA6">
        <w:rPr>
          <w:b/>
        </w:rPr>
        <w:t>a)</w:t>
      </w:r>
      <w:r>
        <w:t xml:space="preserve"> elektrické sítě drah a elektrické rozvody drah,</w:t>
      </w:r>
    </w:p>
    <w:p w14:paraId="3A11500B" w14:textId="339A5905" w:rsidR="00945AA6" w:rsidRDefault="00945AA6" w:rsidP="00945AA6">
      <w:pPr>
        <w:pStyle w:val="Odrka1-2-"/>
        <w:tabs>
          <w:tab w:val="clear" w:pos="1531"/>
        </w:tabs>
        <w:ind w:left="1701" w:hanging="283"/>
      </w:pPr>
      <w:r w:rsidRPr="00E36F6F">
        <w:rPr>
          <w:b/>
        </w:rPr>
        <w:t>k)</w:t>
      </w:r>
      <w:r>
        <w:t xml:space="preserve"> </w:t>
      </w:r>
      <w:r w:rsidRPr="00E36F6F">
        <w:t>zabezpečovací zařízení, jehož elektrické obvody plní funkci přímého zajišťování bezpečnosti drážní dopravy.</w:t>
      </w:r>
    </w:p>
    <w:p w14:paraId="3AFCC3DA" w14:textId="73F9D181"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lastRenderedPageBreak/>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3"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3"/>
      <w:r w:rsidR="00595B2D" w:rsidRPr="00B535E1">
        <w:t xml:space="preserve"> </w:t>
      </w:r>
      <w:r w:rsidR="008D63F0" w:rsidRPr="00090C69">
        <w:t xml:space="preserve">Zadavatel vyloučí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15F7223C" w:rsidR="00261024" w:rsidRDefault="00261024" w:rsidP="00AF20AA">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E4596">
        <w:t xml:space="preserve">mezinárodní </w:t>
      </w:r>
      <w:r>
        <w:t>sankce).</w:t>
      </w:r>
    </w:p>
    <w:p w14:paraId="44E90414" w14:textId="5D2B11AE" w:rsidR="00FE7D46" w:rsidRDefault="00FE7D46" w:rsidP="00AF20AA">
      <w:pPr>
        <w:pStyle w:val="Text1-1"/>
      </w:pPr>
      <w:r>
        <w:lastRenderedPageBreak/>
        <w:t>Předkládá-li vybraný dodavatel v rámci součinnosti před uzavřením smlouvy dle tohoto článku Výzvy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(srov. zejm. čl. 8.10 Výzvy)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čl. 8.10. Výzvy ve vztahu k této jiné osobě.</w:t>
      </w:r>
    </w:p>
    <w:p w14:paraId="1350EBB6" w14:textId="77777777" w:rsidR="0035531B" w:rsidRDefault="0035531B" w:rsidP="00B77C6D">
      <w:pPr>
        <w:pStyle w:val="Nadpis1-1"/>
      </w:pPr>
      <w:bookmarkStart w:id="24" w:name="_Toc147153727"/>
      <w:r>
        <w:t>OCHRANA INFORMACÍ</w:t>
      </w:r>
      <w:bookmarkEnd w:id="24"/>
    </w:p>
    <w:p w14:paraId="226F6F4C" w14:textId="77777777"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5" w:name="_Toc59538672"/>
      <w:bookmarkStart w:id="26" w:name="_Toc147153728"/>
      <w:r>
        <w:t>SOCIÁLNĚ A ENVIRO</w:t>
      </w:r>
      <w:r w:rsidR="007F1CE2">
        <w:t>N</w:t>
      </w:r>
      <w:r>
        <w:t>MENTÁLNĚ ODPOVĚDNÉ ZADÁVÁNÍ, INOVACE</w:t>
      </w:r>
      <w:bookmarkEnd w:id="25"/>
      <w:bookmarkEnd w:id="26"/>
    </w:p>
    <w:p w14:paraId="013FB39A" w14:textId="0EC72DCC"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0D0AE7">
        <w:t>2001</w:t>
      </w:r>
      <w:r>
        <w:t xml:space="preserve">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49F0953E" w14:textId="7DD5E465"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C355B5">
        <w:t>článku 4.9 závazného</w:t>
      </w:r>
      <w:r>
        <w:t xml:space="preserve"> vzoru smlouvy, který je dílem 2 zadávací dokumentace.</w:t>
      </w:r>
    </w:p>
    <w:p w14:paraId="1AD277E7" w14:textId="5D6329A1" w:rsidR="00261024" w:rsidRDefault="00261024" w:rsidP="009D0F0A">
      <w:pPr>
        <w:pStyle w:val="Nadpis1-1"/>
        <w:jc w:val="both"/>
      </w:pPr>
      <w:bookmarkStart w:id="27" w:name="_Toc147153729"/>
      <w:bookmarkStart w:id="28" w:name="_Toc106284728"/>
      <w:bookmarkStart w:id="29" w:name="_Toc103932243"/>
      <w:bookmarkStart w:id="30" w:name="_Toc103683200"/>
      <w:bookmarkStart w:id="31" w:name="_Toc102380477"/>
      <w:bookmarkStart w:id="32" w:name="_Toc106631155"/>
      <w:r>
        <w:lastRenderedPageBreak/>
        <w:t xml:space="preserve">Další zadávací podmínky v návaznosti na </w:t>
      </w:r>
      <w:r w:rsidR="000D0AE7">
        <w:t xml:space="preserve">MEZINÁRODNÍ </w:t>
      </w:r>
      <w:r>
        <w:t>sankce</w:t>
      </w:r>
      <w:r w:rsidR="004D6AEB">
        <w:t>, zákaz zadání veřejné zakázky</w:t>
      </w:r>
      <w:bookmarkEnd w:id="27"/>
      <w:r>
        <w:t xml:space="preserve"> </w:t>
      </w:r>
      <w:bookmarkEnd w:id="28"/>
      <w:bookmarkEnd w:id="29"/>
      <w:bookmarkEnd w:id="30"/>
      <w:bookmarkEnd w:id="31"/>
      <w:bookmarkEnd w:id="32"/>
    </w:p>
    <w:p w14:paraId="078425DA" w14:textId="1754C3A8" w:rsidR="00DE76DB" w:rsidRDefault="00DE76DB" w:rsidP="007C3E84">
      <w:pPr>
        <w:pStyle w:val="Text1-1"/>
      </w:pPr>
      <w:r>
        <w:t>Zadavatel v tomto řízení postupuje analogicky v souladu s § 48a ZZVZ.</w:t>
      </w:r>
      <w:r w:rsidR="0089278E">
        <w:t xml:space="preserve"> </w:t>
      </w:r>
      <w:r w:rsidRPr="00C45BDD">
        <w:t xml:space="preserve">Zadavatel nezadá veřejnou zakázku účastníku </w:t>
      </w:r>
      <w:r>
        <w:t>výběrového</w:t>
      </w:r>
      <w:r w:rsidRPr="00C45BDD">
        <w:t xml:space="preserve"> řízení, pokud je to v rozporu s mezinárodními sankcemi podle zákona upravujícího</w:t>
      </w:r>
      <w:r>
        <w:t xml:space="preserve"> provádění mezinárodních sankcí.</w:t>
      </w:r>
    </w:p>
    <w:p w14:paraId="2268B311" w14:textId="2F2EE43A" w:rsidR="00DE76DB" w:rsidRPr="00BF1F34" w:rsidRDefault="00DE76DB" w:rsidP="00DE76DB">
      <w:pPr>
        <w:pStyle w:val="Text1-1"/>
        <w:rPr>
          <w:b/>
          <w:bCs/>
        </w:rPr>
      </w:pPr>
      <w:r w:rsidRPr="00C45BDD">
        <w:t>Pokud se mez</w:t>
      </w:r>
      <w:r>
        <w:t xml:space="preserve">inárodní sankce </w:t>
      </w:r>
      <w:r w:rsidRPr="00C45BDD">
        <w:t>vztahuje na</w:t>
      </w:r>
      <w:r w:rsidR="0089278E">
        <w:t>:</w:t>
      </w:r>
    </w:p>
    <w:p w14:paraId="25AA59AF" w14:textId="77777777" w:rsidR="00DE76DB" w:rsidRPr="00C45BDD" w:rsidRDefault="00DE76DB" w:rsidP="0045632E">
      <w:pPr>
        <w:pStyle w:val="Odrka1-1"/>
      </w:pPr>
      <w:r w:rsidRPr="00C45BDD">
        <w:t xml:space="preserve">účastníka </w:t>
      </w:r>
      <w:r>
        <w:t>výběrového</w:t>
      </w:r>
      <w:r w:rsidRPr="00C45BDD">
        <w:t xml:space="preserve"> řízení, může ho zadavat</w:t>
      </w:r>
      <w:r>
        <w:t>el vyloučit z účasti ve výběrovém</w:t>
      </w:r>
      <w:r w:rsidRPr="00C45BDD">
        <w:t xml:space="preserve"> řízení, nebo</w:t>
      </w:r>
    </w:p>
    <w:p w14:paraId="133F657E" w14:textId="77777777" w:rsidR="00DE76DB" w:rsidRDefault="00DE76DB" w:rsidP="0045632E">
      <w:pPr>
        <w:pStyle w:val="Odrka1-1"/>
      </w:pPr>
      <w:r w:rsidRPr="00C45BDD">
        <w:t xml:space="preserve">vybraného dodavatele, vyloučí ho zadavatel z účasti </w:t>
      </w:r>
      <w:r>
        <w:t>ve výběrovém</w:t>
      </w:r>
      <w:r w:rsidRPr="00C45BDD">
        <w:t xml:space="preserve"> řízení.</w:t>
      </w:r>
    </w:p>
    <w:p w14:paraId="0C9C9F75" w14:textId="17EDE0AF" w:rsidR="00DE76DB" w:rsidRPr="00C45BDD" w:rsidRDefault="00DE76DB" w:rsidP="00DE76DB">
      <w:pPr>
        <w:pStyle w:val="Text1-1"/>
      </w:pPr>
      <w:r w:rsidRPr="00C45BDD">
        <w:t>Pokud se mezinárodní sankce vztahuje na poddodavatele</w:t>
      </w:r>
      <w:r w:rsidR="0089278E">
        <w:t>:</w:t>
      </w:r>
    </w:p>
    <w:p w14:paraId="6F9E14A2" w14:textId="77777777" w:rsidR="00DE76DB" w:rsidRPr="00C45BDD" w:rsidRDefault="00DE76DB" w:rsidP="0045632E">
      <w:pPr>
        <w:pStyle w:val="Odrka1-1"/>
      </w:pPr>
      <w:r w:rsidRPr="00C45BDD">
        <w:t xml:space="preserve">účastníka </w:t>
      </w:r>
      <w:r>
        <w:t>výběrového</w:t>
      </w:r>
      <w:r w:rsidRPr="00C45BDD">
        <w:t xml:space="preserve"> řízení, může zadavatel požadovat nahrazení poddodavatele, nebo</w:t>
      </w:r>
    </w:p>
    <w:p w14:paraId="6E4D5728" w14:textId="3B89C1FC" w:rsidR="00DE76DB" w:rsidRDefault="00DE76DB" w:rsidP="0045632E">
      <w:pPr>
        <w:pStyle w:val="Odrka1-1"/>
      </w:pPr>
      <w:r w:rsidRPr="00C45BDD">
        <w:t>vybraného dodavatele, musí zadavatel požadovat nahrazení poddodavatele</w:t>
      </w:r>
      <w:r>
        <w:t>.</w:t>
      </w:r>
    </w:p>
    <w:p w14:paraId="2EE3A52F" w14:textId="53F8FBE4" w:rsidR="0089278E" w:rsidRDefault="0089278E" w:rsidP="0089278E">
      <w:pPr>
        <w:pStyle w:val="Odstavec1-1a"/>
        <w:numPr>
          <w:ilvl w:val="0"/>
          <w:numId w:val="0"/>
        </w:numPr>
        <w:ind w:left="737"/>
        <w:contextualSpacing/>
      </w:pPr>
      <w:r w:rsidRPr="00C45BDD">
        <w:t>Na základě požad</w:t>
      </w:r>
      <w:r>
        <w:t xml:space="preserve">avku zadavatele podle tohoto </w:t>
      </w:r>
      <w:r w:rsidR="0045632E">
        <w:t xml:space="preserve">článku </w:t>
      </w:r>
      <w:r w:rsidRPr="00C45BDD">
        <w:t xml:space="preserve">musí účastník </w:t>
      </w:r>
      <w:r>
        <w:t xml:space="preserve">výběrového </w:t>
      </w:r>
      <w:r w:rsidRPr="00C45BDD">
        <w:t xml:space="preserve">řízení poddodavatele nahradit nejpozději do konce zadavatelem stanovené přiměřené lhůty. Pokud nedojde k nahrazení poddodavatele, platí, že se na účastníka </w:t>
      </w:r>
      <w:r>
        <w:t>výběrového</w:t>
      </w:r>
      <w:r w:rsidRPr="00C45BDD">
        <w:t xml:space="preserve"> vztahuje zákaz zadání veřejné zakázky.</w:t>
      </w:r>
    </w:p>
    <w:p w14:paraId="68349970" w14:textId="6F21E793" w:rsidR="0089278E" w:rsidRDefault="0089278E" w:rsidP="0089278E">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1"/>
      </w:r>
      <w:r>
        <w:t xml:space="preserve"> (dále </w:t>
      </w:r>
      <w:r w:rsidRPr="00385C37">
        <w:t xml:space="preserve">jen </w:t>
      </w:r>
      <w:r w:rsidRPr="00385C37">
        <w:rPr>
          <w:i/>
        </w:rPr>
        <w:t>„Nařízení č. 833/2014“</w:t>
      </w:r>
      <w:r w:rsidRPr="00385C37">
        <w:t>) se</w:t>
      </w:r>
      <w:r w:rsidRPr="00120CC8">
        <w:t xml:space="preserve"> z</w:t>
      </w:r>
      <w:r w:rsidRPr="00807597">
        <w:t xml:space="preserve">akazuje zadat </w:t>
      </w:r>
      <w:r w:rsidR="0099756F">
        <w:t xml:space="preserve">nebo plnit </w:t>
      </w:r>
      <w:r w:rsidRPr="00807597">
        <w:t>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w:t>
      </w:r>
      <w:r w:rsidR="00385C37">
        <w:t>)</w:t>
      </w:r>
      <w:r w:rsidRPr="00807597">
        <w:t>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44EF4085" w14:textId="77777777" w:rsidR="0089278E" w:rsidRDefault="0089278E" w:rsidP="0055510F">
      <w:pPr>
        <w:pStyle w:val="Odstavec1-1a"/>
        <w:numPr>
          <w:ilvl w:val="0"/>
          <w:numId w:val="18"/>
        </w:numPr>
        <w:contextualSpacing/>
      </w:pPr>
      <w:r>
        <w:t>jakýkoli ruský státní příslušník, fyzická osoba s bydlištěm v Rusku nebo právnická osoba, subjekt či orgán usazené v Rusku;</w:t>
      </w:r>
    </w:p>
    <w:p w14:paraId="298AF833" w14:textId="77777777" w:rsidR="0089278E" w:rsidRDefault="0089278E" w:rsidP="0089278E">
      <w:pPr>
        <w:pStyle w:val="Odstavec1-1a"/>
        <w:numPr>
          <w:ilvl w:val="0"/>
          <w:numId w:val="7"/>
        </w:numPr>
        <w:contextualSpacing/>
      </w:pPr>
      <w:r>
        <w:t>právnická osoba, subjekt nebo orgán, které jsou z více než 50 % přímo či nepřímo vlastněny některým ze subjektů uvedených v písmeni a) tohoto odstavce, nebo</w:t>
      </w:r>
    </w:p>
    <w:p w14:paraId="536073C0" w14:textId="77777777" w:rsidR="0089278E" w:rsidRDefault="0089278E" w:rsidP="0089278E">
      <w:pPr>
        <w:pStyle w:val="Odstavec1-1a"/>
        <w:numPr>
          <w:ilvl w:val="0"/>
          <w:numId w:val="7"/>
        </w:numPr>
        <w:contextualSpacing/>
      </w:pPr>
      <w:r>
        <w:t>fyzická nebo právnická osoba, subjekt nebo orgán, které jednají jménem nebo na pokyn některého ze subjektů uvedených v písmeni a) nebo b) tohoto odstavce,</w:t>
      </w:r>
    </w:p>
    <w:p w14:paraId="3F493E65" w14:textId="61CFA378" w:rsidR="0089278E" w:rsidRDefault="0089278E" w:rsidP="0089278E">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75BF16EB" w14:textId="701977C5" w:rsidR="0089278E" w:rsidRDefault="0089278E" w:rsidP="00953761">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ve výběrovém řízení</w:t>
      </w:r>
      <w:r>
        <w:t>, ani žádný z jeho poddodavatelů nebo jiných osob,</w:t>
      </w:r>
      <w:r w:rsidRPr="00E64956">
        <w:t xml:space="preserve"> </w:t>
      </w:r>
      <w:r>
        <w:t xml:space="preserve">jejichž způsobilost je využívána ve smyslu směrnic o zadávání veřejných zakázek, </w:t>
      </w:r>
      <w:r w:rsidRPr="0089278E">
        <w:rPr>
          <w:rFonts w:eastAsia="Verdana" w:cstheme="majorBidi"/>
          <w:noProof/>
          <w:szCs w:val="26"/>
        </w:rPr>
        <w:t>nebyli</w:t>
      </w:r>
      <w:r>
        <w:t xml:space="preserve"> osobami </w:t>
      </w:r>
      <w:r w:rsidR="00953761">
        <w:t xml:space="preserve">podle předchozího odstavce </w:t>
      </w:r>
      <w:r>
        <w:t xml:space="preserve">tohoto </w:t>
      </w:r>
      <w:r w:rsidR="0045632E">
        <w:t>článku</w:t>
      </w:r>
      <w:r>
        <w:t xml:space="preserve"> a </w:t>
      </w:r>
      <w:r w:rsidRPr="00CD701B">
        <w:rPr>
          <w:rFonts w:eastAsia="Verdana" w:cstheme="majorBidi"/>
          <w:noProof/>
          <w:szCs w:val="26"/>
        </w:rPr>
        <w:t>Nařízení č. 833/2014</w:t>
      </w:r>
      <w:r>
        <w:t>.</w:t>
      </w:r>
    </w:p>
    <w:p w14:paraId="17DB7217" w14:textId="699975CE" w:rsidR="00261024" w:rsidRDefault="00261024" w:rsidP="00DE76DB">
      <w:pPr>
        <w:pStyle w:val="Text1-1"/>
      </w:pPr>
      <w:r>
        <w:rPr>
          <w:noProof/>
        </w:rPr>
        <w:t xml:space="preserve">Dle čl. 2 nařízení Rady (EU) č. 269/2014 ze dne 17. března 2014, o omezujících opatřeních vzhledem k činnostem narušujícím nebo ohrožujícím územní celistvost, svrchovanost a nezávislost Ukrajiny, ve znění pozdějších předpisů </w:t>
      </w:r>
      <w:r>
        <w:t>(dále jen „</w:t>
      </w:r>
      <w:r>
        <w:rPr>
          <w:noProof/>
        </w:rPr>
        <w:t>Nařízení</w:t>
      </w:r>
      <w:r>
        <w:t xml:space="preserve"> </w:t>
      </w:r>
      <w:r>
        <w:rPr>
          <w:noProof/>
        </w:rPr>
        <w:t>č. 269/2014“</w:t>
      </w:r>
      <w:r>
        <w:t>), a dalších prováděcích předpisů k tomuto Nařízení č. 269/2014 (tzv. sankční seznamy)</w:t>
      </w:r>
      <w:r>
        <w:rPr>
          <w:rStyle w:val="Znakapoznpodarou"/>
        </w:rPr>
        <w:footnoteReference w:id="2"/>
      </w:r>
      <w:r>
        <w:t xml:space="preserve">, </w:t>
      </w:r>
      <w:r>
        <w:rPr>
          <w:noProof/>
        </w:rPr>
        <w:t xml:space="preserve">nesmějí být žádné finanční prostředky ani hospodářské zdroje </w:t>
      </w:r>
      <w:r>
        <w:t xml:space="preserve">přímo ani </w:t>
      </w:r>
      <w:r>
        <w:lastRenderedPageBreak/>
        <w:t xml:space="preserve">nepřímo zpřístupněny fyzickým nebo právnickým osobám, subjektům či orgánům nebo fyzickým nebo právnickým osobám, subjektům či orgánům s nimi spojeným uvedeným v příloze I Nařízení nebo v jejich prospěch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3FEA4753" w:rsidR="00261024" w:rsidRPr="00261024" w:rsidRDefault="00261024" w:rsidP="00261024">
      <w:pPr>
        <w:pStyle w:val="Text1-1"/>
      </w:pPr>
      <w:r>
        <w:t xml:space="preserve">V případě postupu </w:t>
      </w:r>
      <w:r w:rsidR="000D0AE7">
        <w:t xml:space="preserve">vybraného dodavatele </w:t>
      </w:r>
      <w:r>
        <w:t xml:space="preserve">v rozporu s tímto článkem bude </w:t>
      </w:r>
      <w:r w:rsidR="000D0AE7">
        <w:t xml:space="preserve">vybraný dodavatel </w:t>
      </w:r>
      <w:r>
        <w:t>vyloučen z výběrového řízení.</w:t>
      </w:r>
    </w:p>
    <w:p w14:paraId="2D9A5732" w14:textId="15DEAE54" w:rsidR="0035531B" w:rsidRDefault="0035531B" w:rsidP="00564DDD">
      <w:pPr>
        <w:pStyle w:val="Nadpis1-1"/>
      </w:pPr>
      <w:bookmarkStart w:id="33" w:name="_Toc147153730"/>
      <w:r>
        <w:t xml:space="preserve">PŘÍLOHY </w:t>
      </w:r>
      <w:r w:rsidR="001472A9">
        <w:t>TÉTO VÝZVY</w:t>
      </w:r>
      <w:bookmarkEnd w:id="33"/>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5A655A03" w:rsidR="00261024" w:rsidRDefault="00261024" w:rsidP="00564DDD">
      <w:pPr>
        <w:pStyle w:val="Textbezslovn"/>
        <w:tabs>
          <w:tab w:val="left" w:pos="2127"/>
        </w:tabs>
        <w:spacing w:after="0"/>
        <w:ind w:left="2127" w:hanging="1390"/>
      </w:pPr>
      <w:r>
        <w:t>Příloha č. 10</w:t>
      </w:r>
      <w:r>
        <w:tab/>
      </w:r>
      <w:r>
        <w:rPr>
          <w:lang w:eastAsia="cs-CZ"/>
        </w:rPr>
        <w:t xml:space="preserve">Čestné prohlášení o splnění podmínek v souvislosti se </w:t>
      </w:r>
      <w:r w:rsidR="008C0020">
        <w:rPr>
          <w:lang w:eastAsia="cs-CZ"/>
        </w:rPr>
        <w:t>zákonem upravujícím provádění mezinárodních sankcí</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1CAC2370" w14:textId="77777777" w:rsidR="00C355B5" w:rsidRDefault="00C355B5" w:rsidP="00C355B5">
      <w:pPr>
        <w:pStyle w:val="Textbezslovn"/>
        <w:spacing w:after="0"/>
      </w:pPr>
      <w:r>
        <w:t>V Olomouci</w:t>
      </w:r>
    </w:p>
    <w:p w14:paraId="12D84945" w14:textId="77777777" w:rsidR="00C355B5" w:rsidRDefault="00C355B5" w:rsidP="00C355B5">
      <w:pPr>
        <w:pStyle w:val="Textbezslovn"/>
        <w:spacing w:after="0"/>
      </w:pPr>
    </w:p>
    <w:p w14:paraId="0E7F9DC8" w14:textId="77777777" w:rsidR="00C355B5" w:rsidRDefault="00C355B5" w:rsidP="00C355B5">
      <w:pPr>
        <w:pStyle w:val="Textbezslovn"/>
        <w:spacing w:after="0"/>
      </w:pPr>
    </w:p>
    <w:p w14:paraId="50D4C098" w14:textId="77777777" w:rsidR="00C355B5" w:rsidRDefault="00C355B5" w:rsidP="00C355B5">
      <w:pPr>
        <w:pStyle w:val="Textbezslovn"/>
        <w:spacing w:after="0"/>
      </w:pPr>
    </w:p>
    <w:p w14:paraId="0CED773D" w14:textId="77777777" w:rsidR="00C355B5" w:rsidRDefault="00C355B5" w:rsidP="00C355B5">
      <w:pPr>
        <w:pStyle w:val="Textbezslovn"/>
        <w:spacing w:after="0"/>
      </w:pPr>
    </w:p>
    <w:p w14:paraId="0D0427D8" w14:textId="77777777" w:rsidR="00C355B5" w:rsidRDefault="00C355B5" w:rsidP="00C355B5">
      <w:pPr>
        <w:pStyle w:val="Textbezslovn"/>
        <w:spacing w:after="0"/>
      </w:pPr>
      <w:r>
        <w:t>………………………………………………</w:t>
      </w:r>
    </w:p>
    <w:p w14:paraId="73794449" w14:textId="77777777" w:rsidR="00C355B5" w:rsidRPr="00E30A85" w:rsidRDefault="00C355B5" w:rsidP="00C355B5">
      <w:pPr>
        <w:pStyle w:val="Textbezslovn"/>
        <w:spacing w:after="0"/>
      </w:pPr>
      <w:r w:rsidRPr="00E30A85">
        <w:t>Ing. Miroslav Bocák</w:t>
      </w:r>
    </w:p>
    <w:p w14:paraId="0E3D94EA" w14:textId="77777777" w:rsidR="00C355B5" w:rsidRDefault="00C355B5" w:rsidP="00C355B5">
      <w:pPr>
        <w:pStyle w:val="Textbezslovn"/>
        <w:spacing w:after="0"/>
      </w:pPr>
      <w:r>
        <w:t>ředitel organizační jednotky</w:t>
      </w:r>
    </w:p>
    <w:p w14:paraId="6B869A2A" w14:textId="77777777" w:rsidR="00C355B5" w:rsidRDefault="00C355B5" w:rsidP="00C355B5">
      <w:pPr>
        <w:pStyle w:val="Textbezslovn"/>
        <w:spacing w:after="0"/>
      </w:pPr>
      <w:r>
        <w:t>Stavební správa východ</w:t>
      </w:r>
    </w:p>
    <w:p w14:paraId="16AFB686" w14:textId="25D53033" w:rsidR="00564DDD" w:rsidRDefault="00C355B5" w:rsidP="00C355B5">
      <w:pPr>
        <w:pStyle w:val="Textbezslovn"/>
        <w:spacing w:after="0"/>
      </w:pPr>
      <w:r>
        <w:t xml:space="preserve">Správa železnic, státní organizace </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0FDF6968" w:rsidR="008C65E0" w:rsidRDefault="006A6AF2" w:rsidP="006A6AF2">
      <w:pPr>
        <w:pStyle w:val="Textbezslovn"/>
        <w:ind w:left="0"/>
      </w:pPr>
      <w:r w:rsidRPr="006A6AF2">
        <w:t xml:space="preserve">Řádně jsme se seznámili se zněním zadávacích podmínek veřejné zakázky s názvem </w:t>
      </w:r>
      <w:r w:rsidR="00F77B9E">
        <w:t>„</w:t>
      </w:r>
      <w:r w:rsidR="00FA4BBB" w:rsidRPr="00FA4BBB">
        <w:rPr>
          <w:b/>
        </w:rPr>
        <w:t>Doplnění závor na přejezdu P7871 v km 27,441 trati Hlučín – Opava východ</w:t>
      </w:r>
      <w:r w:rsidR="00F77B9E">
        <w:rPr>
          <w:b/>
        </w:rPr>
        <w:t>“</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71EF0523"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4E7513">
        <w:t xml:space="preserve">, ani </w:t>
      </w:r>
      <w:r w:rsidR="004E7513" w:rsidRPr="00D6468A">
        <w:rPr>
          <w:rFonts w:ascii="Verdana" w:hAnsi="Verdana"/>
        </w:rPr>
        <w:t xml:space="preserve">nepřipravoval části nabídek, které mají být hodnoceny podle kritérií hodnocení, ve vzájemné shodě s jiným účastníkem téhož </w:t>
      </w:r>
      <w:r w:rsidR="004E7513">
        <w:rPr>
          <w:rFonts w:ascii="Verdana" w:hAnsi="Verdana"/>
        </w:rPr>
        <w:t xml:space="preserve">výběrového </w:t>
      </w:r>
      <w:r w:rsidR="004E7513" w:rsidRPr="00D6468A">
        <w:rPr>
          <w:rFonts w:ascii="Verdana" w:hAnsi="Verdana"/>
        </w:rPr>
        <w:t>řízení, s nímž je spojenou osobou podle zákona o daních z příjmů</w:t>
      </w:r>
      <w:r w:rsidRPr="00B277ED">
        <w:t xml:space="preserve">.  </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2BC263E8" w:rsidR="008C65E0" w:rsidRDefault="004E7513" w:rsidP="006A6AF2">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4"/>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08DB7348"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požadovaných v čl. 8.</w:t>
            </w:r>
            <w:r w:rsidRPr="00FA4BBB">
              <w:rPr>
                <w:b/>
              </w:rPr>
              <w:t>4 Výzvy</w:t>
            </w:r>
            <w:r w:rsidR="00DD63D8" w:rsidRPr="00FA4BBB">
              <w:rPr>
                <w:b/>
              </w:rPr>
              <w:t>, které dodavatel poskytl** za posledních 5 let v Kč*** bez</w:t>
            </w:r>
            <w:r w:rsidR="00DD63D8" w:rsidRPr="00AD792A">
              <w:rPr>
                <w:b/>
              </w:rPr>
              <w:t xml:space="preserve">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5"/>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6"/>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Objednatel zakázky (obch. firma/název a sídlo a kontaktní osoba objednatele - jméno,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061A5781" w:rsidR="0035531B" w:rsidRPr="001950C2" w:rsidRDefault="00BB54A9" w:rsidP="00452F69">
      <w:pPr>
        <w:pStyle w:val="Odstavec1-1a"/>
      </w:pPr>
      <w:r w:rsidRPr="00452F69">
        <w:rPr>
          <w:b/>
        </w:rPr>
        <w:t>Odborná způsobilost</w:t>
      </w:r>
      <w:r>
        <w:t xml:space="preserve"> podle zvláštních právních předpisů: oprávnění k výkonu vybraných činností ve výstavbě / </w:t>
      </w:r>
      <w:r w:rsidRPr="00C20BBC">
        <w:t>autorizace pro ověřování výsledků zeměměřických činností</w:t>
      </w:r>
      <w:r>
        <w:t xml:space="preserve"> či jiná odborná způsobilost: </w:t>
      </w:r>
      <w:r w:rsidRPr="001950C2">
        <w:rPr>
          <w:highlight w:val="yellow"/>
        </w:rPr>
        <w:t>[informace DOPLNÍ DODAVATEL u těch osob, u 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7"/>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1D958D7F"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0D61F7FD" w:rsidR="0035531B" w:rsidRDefault="0035531B" w:rsidP="00307641">
      <w:pPr>
        <w:pStyle w:val="Textbezslovn"/>
        <w:ind w:left="0"/>
      </w:pPr>
    </w:p>
    <w:p w14:paraId="3B3295D2" w14:textId="027356E4" w:rsidR="0035531B" w:rsidRDefault="0035531B" w:rsidP="00307641">
      <w:pPr>
        <w:pStyle w:val="Textbezslovn"/>
        <w:ind w:left="0"/>
      </w:pPr>
      <w:r>
        <w:t>Podpis osoby oprávněné jednat za dodavatele:</w:t>
      </w:r>
    </w:p>
    <w:p w14:paraId="1EAA7F32" w14:textId="1DD9223A" w:rsidR="00307641" w:rsidRDefault="00307641" w:rsidP="00307641">
      <w:pPr>
        <w:pStyle w:val="Textbezslovn"/>
        <w:ind w:left="0"/>
      </w:pPr>
    </w:p>
    <w:p w14:paraId="0DDE55D8" w14:textId="3B1E207B" w:rsidR="00307641" w:rsidRDefault="0035531B" w:rsidP="00307641">
      <w:pPr>
        <w:pStyle w:val="Textbezslovn"/>
        <w:ind w:left="0"/>
      </w:pPr>
      <w:r>
        <w:t>Jméno</w:t>
      </w:r>
      <w:r w:rsidR="00307641">
        <w:t>: ______________________</w:t>
      </w:r>
    </w:p>
    <w:p w14:paraId="258FE72F" w14:textId="23CB3EF7" w:rsidR="00307641" w:rsidRDefault="0035531B" w:rsidP="00307641">
      <w:pPr>
        <w:pStyle w:val="Textbezslovn"/>
        <w:ind w:left="0"/>
      </w:pPr>
      <w:r>
        <w:tab/>
      </w:r>
    </w:p>
    <w:p w14:paraId="1CA4B3E4" w14:textId="4B22BAED" w:rsidR="0035531B" w:rsidRDefault="0035531B" w:rsidP="00307641">
      <w:pPr>
        <w:pStyle w:val="Textbezslovn"/>
        <w:ind w:left="0"/>
      </w:pPr>
      <w:r>
        <w:t>Podp</w:t>
      </w:r>
      <w:r w:rsidR="00307641">
        <w:t>is: ______________________</w:t>
      </w:r>
    </w:p>
    <w:p w14:paraId="7596060B" w14:textId="0E69EFCA"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8"/>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43FFEE80" w:rsidR="0035531B" w:rsidRDefault="00E24F78" w:rsidP="00307641">
      <w:pPr>
        <w:pStyle w:val="Textbezslovn"/>
        <w:ind w:left="0"/>
      </w:pPr>
      <w:r w:rsidRPr="00E24F78">
        <w:t>Dodavatel uvede seznam jiných osob, jejichž prostřednictvím prokazuje kvalifikac</w:t>
      </w:r>
      <w:r w:rsidR="00904340">
        <w:t>i</w:t>
      </w:r>
      <w:r w:rsidRPr="00E24F78">
        <w:t xml:space="preserve">, a u nichž dokládá </w:t>
      </w:r>
      <w:r w:rsidR="00904340" w:rsidRPr="00C85644">
        <w:t>smlouvu nebo jinou osobou podepsané potvrzení o její existenci, její</w:t>
      </w:r>
      <w:r w:rsidR="00904340">
        <w:t xml:space="preserve">mž obsahem je závazek </w:t>
      </w:r>
      <w:r w:rsidRPr="00E24F78">
        <w:t xml:space="preserve">jiné osoby k poskytnutí plnění určeného k plnění veřejné zakázky nebo k poskytnutí věcí nebo práv, s nimiž bude dodavatel oprávněn disponovat </w:t>
      </w:r>
      <w:r w:rsidR="00904340">
        <w:t>při</w:t>
      </w:r>
      <w:r w:rsidRPr="00E24F78">
        <w:t xml:space="preserve">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1"/>
    <w:bookmarkEnd w:id="2"/>
    <w:bookmarkEnd w:id="3"/>
    <w:bookmarkEnd w:id="4"/>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5C10CD7B" w:rsidR="00261024" w:rsidRDefault="00261024" w:rsidP="00261024">
      <w:pPr>
        <w:pStyle w:val="Nadpisbezsl1-2"/>
      </w:pPr>
      <w:r>
        <w:rPr>
          <w:lang w:eastAsia="cs-CZ"/>
        </w:rPr>
        <w:t xml:space="preserve">Čestné prohlášení o splnění podmínek v souvislosti se </w:t>
      </w:r>
      <w:r w:rsidR="007A43E9">
        <w:rPr>
          <w:lang w:eastAsia="cs-CZ"/>
        </w:rPr>
        <w:t>zákonem upravujícím provádění mezinárodních sankcí</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9"/>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40C0FD2C"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FA4BBB" w:rsidRPr="00FA4BBB">
        <w:rPr>
          <w:b/>
        </w:rPr>
        <w:t>Doplnění závor na přejezdu P7871 v km 27,441 trati Hlučín – Opava východ</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0FC250C2" w14:textId="20603F52" w:rsidR="00666F70" w:rsidRDefault="00666F70" w:rsidP="0055510F">
      <w:pPr>
        <w:pStyle w:val="Odstavecseseznamem"/>
        <w:numPr>
          <w:ilvl w:val="0"/>
          <w:numId w:val="17"/>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ani jeho poddodavatelé či jiné osoby, kte</w:t>
      </w:r>
      <w:r>
        <w:rPr>
          <w:rFonts w:eastAsia="Calibri" w:cs="Times New Roman"/>
        </w:rPr>
        <w:t>ré</w:t>
      </w:r>
      <w:r w:rsidRPr="00BE68D3">
        <w:rPr>
          <w:rFonts w:eastAsia="Calibri" w:cs="Times New Roman"/>
        </w:rPr>
        <w:t xml:space="preserve"> se budou podílet na plnění veřejné zakázky, nejsou osobami, na něž se vztahuje zákaz zadání veřejné zakázky </w:t>
      </w:r>
      <w:r>
        <w:rPr>
          <w:rFonts w:eastAsia="Calibri" w:cs="Times New Roman"/>
        </w:rPr>
        <w:t xml:space="preserve">analogicky </w:t>
      </w:r>
      <w:r w:rsidRPr="00BE68D3">
        <w:rPr>
          <w:rFonts w:eastAsia="Calibri" w:cs="Times New Roman"/>
        </w:rPr>
        <w:t>ve smyslu § 48a</w:t>
      </w:r>
      <w:r w:rsidR="00B35448">
        <w:rPr>
          <w:rFonts w:eastAsia="Calibri" w:cs="Times New Roman"/>
        </w:rPr>
        <w:t xml:space="preserve"> </w:t>
      </w:r>
      <w:r w:rsidR="00B35448"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172235E9" w14:textId="77777777" w:rsidR="00666F70" w:rsidRPr="00666F70" w:rsidRDefault="00666F70" w:rsidP="00666F70">
      <w:pPr>
        <w:pStyle w:val="Odstavecseseznamem"/>
        <w:spacing w:line="240" w:lineRule="auto"/>
        <w:jc w:val="both"/>
        <w:rPr>
          <w:rFonts w:eastAsia="Calibri" w:cs="Times New Roman"/>
        </w:rPr>
      </w:pPr>
    </w:p>
    <w:p w14:paraId="339B12D2" w14:textId="6A887375" w:rsidR="0055510F" w:rsidRDefault="0055510F" w:rsidP="0055510F">
      <w:pPr>
        <w:pStyle w:val="Odstavecseseznamem"/>
        <w:numPr>
          <w:ilvl w:val="0"/>
          <w:numId w:val="17"/>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BD4A2B8" w14:textId="77777777" w:rsidR="0055510F" w:rsidRPr="0055510F" w:rsidRDefault="0055510F" w:rsidP="0055510F">
      <w:pPr>
        <w:pStyle w:val="Odstavecseseznamem"/>
        <w:spacing w:line="240" w:lineRule="auto"/>
        <w:jc w:val="both"/>
        <w:rPr>
          <w:rFonts w:eastAsia="Calibri" w:cs="Times New Roman"/>
        </w:rPr>
      </w:pPr>
    </w:p>
    <w:p w14:paraId="729DEBA1" w14:textId="411EFC2B" w:rsidR="00261024" w:rsidRDefault="00261024" w:rsidP="0055510F">
      <w:pPr>
        <w:pStyle w:val="Odstavecseseznamem"/>
        <w:numPr>
          <w:ilvl w:val="0"/>
          <w:numId w:val="17"/>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00B35448"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B35448">
        <w:t xml:space="preserve"> </w:t>
      </w:r>
      <w:r>
        <w:t>(</w:t>
      </w:r>
      <w:r>
        <w:rPr>
          <w:b/>
        </w:rPr>
        <w:t>tzv. sankční seznamy</w:t>
      </w:r>
      <w:r>
        <w:t>)</w:t>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1D0A01" w14:textId="77777777" w:rsidR="004E3A41" w:rsidRDefault="004E3A41" w:rsidP="00962258">
      <w:pPr>
        <w:spacing w:after="0" w:line="240" w:lineRule="auto"/>
      </w:pPr>
      <w:r>
        <w:separator/>
      </w:r>
    </w:p>
  </w:endnote>
  <w:endnote w:type="continuationSeparator" w:id="0">
    <w:p w14:paraId="05D511ED" w14:textId="77777777" w:rsidR="004E3A41" w:rsidRDefault="004E3A4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071EF" w14:paraId="43E6FD8A" w14:textId="77777777" w:rsidTr="00EB46E5">
      <w:tc>
        <w:tcPr>
          <w:tcW w:w="1361" w:type="dxa"/>
          <w:tcMar>
            <w:left w:w="0" w:type="dxa"/>
            <w:right w:w="0" w:type="dxa"/>
          </w:tcMar>
          <w:vAlign w:val="bottom"/>
        </w:tcPr>
        <w:p w14:paraId="016FBFAA" w14:textId="6EE73DEA" w:rsidR="00F071EF" w:rsidRPr="00B8518B" w:rsidRDefault="00F071EF"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84A7F">
            <w:rPr>
              <w:rStyle w:val="slostrnky"/>
              <w:noProof/>
            </w:rPr>
            <w:t>36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84A7F">
            <w:rPr>
              <w:rStyle w:val="slostrnky"/>
              <w:noProof/>
            </w:rPr>
            <w:t>50</w:t>
          </w:r>
          <w:r w:rsidRPr="00B8518B">
            <w:rPr>
              <w:rStyle w:val="slostrnky"/>
            </w:rPr>
            <w:fldChar w:fldCharType="end"/>
          </w:r>
        </w:p>
      </w:tc>
      <w:tc>
        <w:tcPr>
          <w:tcW w:w="284" w:type="dxa"/>
          <w:shd w:val="clear" w:color="auto" w:fill="auto"/>
          <w:tcMar>
            <w:left w:w="0" w:type="dxa"/>
            <w:right w:w="0" w:type="dxa"/>
          </w:tcMar>
        </w:tcPr>
        <w:p w14:paraId="37189AA7" w14:textId="77777777" w:rsidR="00F071EF" w:rsidRDefault="00F071EF" w:rsidP="00B8518B">
          <w:pPr>
            <w:pStyle w:val="Zpat"/>
          </w:pPr>
        </w:p>
      </w:tc>
      <w:tc>
        <w:tcPr>
          <w:tcW w:w="425" w:type="dxa"/>
          <w:shd w:val="clear" w:color="auto" w:fill="auto"/>
          <w:tcMar>
            <w:left w:w="0" w:type="dxa"/>
            <w:right w:w="0" w:type="dxa"/>
          </w:tcMar>
        </w:tcPr>
        <w:p w14:paraId="45F1B8FE" w14:textId="77777777" w:rsidR="00F071EF" w:rsidRDefault="00F071EF" w:rsidP="00B8518B">
          <w:pPr>
            <w:pStyle w:val="Zpat"/>
          </w:pPr>
        </w:p>
      </w:tc>
      <w:tc>
        <w:tcPr>
          <w:tcW w:w="8505" w:type="dxa"/>
        </w:tcPr>
        <w:p w14:paraId="6552BBF7" w14:textId="79877B42" w:rsidR="00F071EF" w:rsidRDefault="00F071EF" w:rsidP="00EB46E5">
          <w:pPr>
            <w:pStyle w:val="Zpat0"/>
          </w:pPr>
          <w:r w:rsidRPr="00F41EC2">
            <w:t>„</w:t>
          </w:r>
          <w:r w:rsidR="00F41EC2" w:rsidRPr="00F41EC2">
            <w:rPr>
              <w:b/>
            </w:rPr>
            <w:t>Doplnění závor na přejezdu P7871 v km 27,441 trati Hlučín – Opava východ“</w:t>
          </w:r>
        </w:p>
        <w:p w14:paraId="3201EED0" w14:textId="77777777" w:rsidR="00F071EF" w:rsidRDefault="00F071EF" w:rsidP="00EB46E5">
          <w:pPr>
            <w:pStyle w:val="Zpat0"/>
          </w:pPr>
          <w:r>
            <w:t>Díl 1 – VÝZVA K PODÁNÍ NABÍDKY</w:t>
          </w:r>
        </w:p>
        <w:p w14:paraId="0F33739D" w14:textId="77777777" w:rsidR="00F071EF" w:rsidRDefault="00F071EF" w:rsidP="0035531B">
          <w:pPr>
            <w:pStyle w:val="Zpat0"/>
          </w:pPr>
        </w:p>
      </w:tc>
    </w:tr>
  </w:tbl>
  <w:p w14:paraId="0F99771F" w14:textId="77777777" w:rsidR="00F071EF" w:rsidRPr="00B8518B" w:rsidRDefault="00F071E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17ABC4" w14:textId="77777777" w:rsidR="00F071EF" w:rsidRPr="00B8518B" w:rsidRDefault="00F071EF" w:rsidP="00460660">
    <w:pPr>
      <w:pStyle w:val="Zpat"/>
      <w:rPr>
        <w:sz w:val="2"/>
        <w:szCs w:val="2"/>
      </w:rPr>
    </w:pPr>
  </w:p>
  <w:p w14:paraId="542534AD" w14:textId="77777777" w:rsidR="00F071EF" w:rsidRPr="00460660" w:rsidRDefault="00F071EF">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0EC17B" w14:textId="77777777" w:rsidR="004E3A41" w:rsidRDefault="004E3A41" w:rsidP="00962258">
      <w:pPr>
        <w:spacing w:after="0" w:line="240" w:lineRule="auto"/>
      </w:pPr>
      <w:r>
        <w:separator/>
      </w:r>
    </w:p>
  </w:footnote>
  <w:footnote w:type="continuationSeparator" w:id="0">
    <w:p w14:paraId="16BF9432" w14:textId="77777777" w:rsidR="004E3A41" w:rsidRDefault="004E3A41" w:rsidP="00962258">
      <w:pPr>
        <w:spacing w:after="0" w:line="240" w:lineRule="auto"/>
      </w:pPr>
      <w:r>
        <w:continuationSeparator/>
      </w:r>
    </w:p>
  </w:footnote>
  <w:footnote w:id="1">
    <w:p w14:paraId="1EBCE932" w14:textId="43111077" w:rsidR="00F071EF" w:rsidRDefault="00F071EF" w:rsidP="0089278E">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6D9839BF" w14:textId="77777777" w:rsidR="00F071EF" w:rsidRDefault="00F071EF"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51566679" w14:textId="77777777" w:rsidR="00F071EF" w:rsidRDefault="00F071EF"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0065ABFD" w14:textId="77777777" w:rsidR="00F071EF" w:rsidRDefault="00F071EF"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56852F59" w14:textId="77777777" w:rsidR="00F071EF" w:rsidRDefault="00F071EF">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6">
    <w:p w14:paraId="4E76486A" w14:textId="77777777" w:rsidR="00F071EF" w:rsidRDefault="00F071EF">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7">
    <w:p w14:paraId="2AC4F79B" w14:textId="77777777" w:rsidR="00F071EF" w:rsidRDefault="00F071EF">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615BBAC4" w14:textId="77777777" w:rsidR="00F071EF" w:rsidRDefault="00F071EF">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2C99219D" w14:textId="77777777" w:rsidR="00F071EF" w:rsidRDefault="00F071EF"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071EF" w14:paraId="79A2CDDF" w14:textId="77777777" w:rsidTr="00C02D0A">
      <w:trPr>
        <w:trHeight w:hRule="exact" w:val="454"/>
      </w:trPr>
      <w:tc>
        <w:tcPr>
          <w:tcW w:w="1361" w:type="dxa"/>
          <w:tcMar>
            <w:top w:w="57" w:type="dxa"/>
            <w:left w:w="0" w:type="dxa"/>
            <w:right w:w="0" w:type="dxa"/>
          </w:tcMar>
        </w:tcPr>
        <w:p w14:paraId="6F56E93F" w14:textId="77777777" w:rsidR="00F071EF" w:rsidRPr="00B8518B" w:rsidRDefault="00F071EF" w:rsidP="00523EA7">
          <w:pPr>
            <w:pStyle w:val="Zpat"/>
            <w:rPr>
              <w:rStyle w:val="slostrnky"/>
            </w:rPr>
          </w:pPr>
        </w:p>
      </w:tc>
      <w:tc>
        <w:tcPr>
          <w:tcW w:w="3458" w:type="dxa"/>
          <w:shd w:val="clear" w:color="auto" w:fill="auto"/>
          <w:tcMar>
            <w:top w:w="57" w:type="dxa"/>
            <w:left w:w="0" w:type="dxa"/>
            <w:right w:w="0" w:type="dxa"/>
          </w:tcMar>
        </w:tcPr>
        <w:p w14:paraId="743F0C7F" w14:textId="77777777" w:rsidR="00F071EF" w:rsidRDefault="00F071EF" w:rsidP="00523EA7">
          <w:pPr>
            <w:pStyle w:val="Zpat"/>
          </w:pPr>
        </w:p>
      </w:tc>
      <w:tc>
        <w:tcPr>
          <w:tcW w:w="5698" w:type="dxa"/>
          <w:shd w:val="clear" w:color="auto" w:fill="auto"/>
          <w:tcMar>
            <w:top w:w="57" w:type="dxa"/>
            <w:left w:w="0" w:type="dxa"/>
            <w:right w:w="0" w:type="dxa"/>
          </w:tcMar>
        </w:tcPr>
        <w:p w14:paraId="31CF52A8" w14:textId="77777777" w:rsidR="00F071EF" w:rsidRPr="00D6163D" w:rsidRDefault="00F071EF" w:rsidP="00D6163D">
          <w:pPr>
            <w:pStyle w:val="Druhdokumentu"/>
          </w:pPr>
        </w:p>
      </w:tc>
    </w:tr>
  </w:tbl>
  <w:p w14:paraId="75C0D1DB" w14:textId="77777777" w:rsidR="00F071EF" w:rsidRPr="00D6163D" w:rsidRDefault="00F071E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071EF" w14:paraId="305FD5DB" w14:textId="77777777" w:rsidTr="00B22106">
      <w:trPr>
        <w:trHeight w:hRule="exact" w:val="936"/>
      </w:trPr>
      <w:tc>
        <w:tcPr>
          <w:tcW w:w="1361" w:type="dxa"/>
          <w:tcMar>
            <w:left w:w="0" w:type="dxa"/>
            <w:right w:w="0" w:type="dxa"/>
          </w:tcMar>
        </w:tcPr>
        <w:p w14:paraId="570B0069" w14:textId="77777777" w:rsidR="00F071EF" w:rsidRPr="00B8518B" w:rsidRDefault="00F071EF" w:rsidP="00FC6389">
          <w:pPr>
            <w:pStyle w:val="Zpat"/>
            <w:rPr>
              <w:rStyle w:val="slostrnky"/>
            </w:rPr>
          </w:pPr>
        </w:p>
      </w:tc>
      <w:tc>
        <w:tcPr>
          <w:tcW w:w="3458" w:type="dxa"/>
          <w:shd w:val="clear" w:color="auto" w:fill="auto"/>
          <w:tcMar>
            <w:left w:w="0" w:type="dxa"/>
            <w:right w:w="0" w:type="dxa"/>
          </w:tcMar>
        </w:tcPr>
        <w:p w14:paraId="5C1BA917" w14:textId="77777777" w:rsidR="00F071EF" w:rsidRDefault="00F071EF" w:rsidP="00FC6389">
          <w:pPr>
            <w:pStyle w:val="Zpat"/>
          </w:pPr>
        </w:p>
      </w:tc>
      <w:tc>
        <w:tcPr>
          <w:tcW w:w="5756" w:type="dxa"/>
          <w:shd w:val="clear" w:color="auto" w:fill="auto"/>
          <w:tcMar>
            <w:left w:w="0" w:type="dxa"/>
            <w:right w:w="0" w:type="dxa"/>
          </w:tcMar>
        </w:tcPr>
        <w:p w14:paraId="2C32B53E" w14:textId="77777777" w:rsidR="00F071EF" w:rsidRPr="00D6163D" w:rsidRDefault="00F071EF" w:rsidP="00FC6389">
          <w:pPr>
            <w:pStyle w:val="Druhdokumentu"/>
          </w:pPr>
        </w:p>
      </w:tc>
    </w:tr>
    <w:tr w:rsidR="00F071EF" w14:paraId="69F8D53D" w14:textId="77777777" w:rsidTr="00B22106">
      <w:trPr>
        <w:trHeight w:hRule="exact" w:val="936"/>
      </w:trPr>
      <w:tc>
        <w:tcPr>
          <w:tcW w:w="1361" w:type="dxa"/>
          <w:tcMar>
            <w:left w:w="0" w:type="dxa"/>
            <w:right w:w="0" w:type="dxa"/>
          </w:tcMar>
        </w:tcPr>
        <w:p w14:paraId="679BED3A" w14:textId="77777777" w:rsidR="00F071EF" w:rsidRPr="00B8518B" w:rsidRDefault="00F071EF" w:rsidP="00FC6389">
          <w:pPr>
            <w:pStyle w:val="Zpat"/>
            <w:rPr>
              <w:rStyle w:val="slostrnky"/>
            </w:rPr>
          </w:pPr>
        </w:p>
      </w:tc>
      <w:tc>
        <w:tcPr>
          <w:tcW w:w="3458" w:type="dxa"/>
          <w:shd w:val="clear" w:color="auto" w:fill="auto"/>
          <w:tcMar>
            <w:left w:w="0" w:type="dxa"/>
            <w:right w:w="0" w:type="dxa"/>
          </w:tcMar>
        </w:tcPr>
        <w:p w14:paraId="63E8AC86" w14:textId="77777777" w:rsidR="00F071EF" w:rsidRDefault="00F071EF" w:rsidP="00FC6389">
          <w:pPr>
            <w:pStyle w:val="Zpat"/>
          </w:pPr>
        </w:p>
      </w:tc>
      <w:tc>
        <w:tcPr>
          <w:tcW w:w="5756" w:type="dxa"/>
          <w:shd w:val="clear" w:color="auto" w:fill="auto"/>
          <w:tcMar>
            <w:left w:w="0" w:type="dxa"/>
            <w:right w:w="0" w:type="dxa"/>
          </w:tcMar>
        </w:tcPr>
        <w:p w14:paraId="702F8471" w14:textId="77777777" w:rsidR="00F071EF" w:rsidRPr="00D6163D" w:rsidRDefault="00F071EF" w:rsidP="00FC6389">
          <w:pPr>
            <w:pStyle w:val="Druhdokumentu"/>
          </w:pPr>
        </w:p>
      </w:tc>
    </w:tr>
  </w:tbl>
  <w:p w14:paraId="0A197E79" w14:textId="77777777" w:rsidR="00F071EF" w:rsidRPr="00D6163D" w:rsidRDefault="00F071EF"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F071EF" w:rsidRPr="00460660" w:rsidRDefault="00F071EF">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A43293C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B0A20ED"/>
    <w:multiLevelType w:val="multilevel"/>
    <w:tmpl w:val="395844F6"/>
    <w:lvl w:ilvl="0">
      <w:start w:val="13"/>
      <w:numFmt w:val="bullet"/>
      <w:lvlText w:val="-"/>
      <w:lvlJc w:val="left"/>
      <w:pPr>
        <w:tabs>
          <w:tab w:val="num" w:pos="1077"/>
        </w:tabs>
        <w:ind w:left="1077" w:hanging="340"/>
      </w:pPr>
      <w:rPr>
        <w:rFonts w:ascii="Calibri" w:eastAsia="Times New Roman" w:hAnsi="Calibri" w:cs="Calibri" w:hint="default"/>
        <w:b/>
        <w:i w:val="0"/>
        <w:color w:val="auto"/>
        <w:sz w:val="18"/>
      </w:rPr>
    </w:lvl>
    <w:lvl w:ilvl="1">
      <w:start w:val="1"/>
      <w:numFmt w:val="bullet"/>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826762A"/>
    <w:multiLevelType w:val="multilevel"/>
    <w:tmpl w:val="F45E4C50"/>
    <w:lvl w:ilvl="0">
      <w:start w:val="13"/>
      <w:numFmt w:val="bullet"/>
      <w:lvlText w:val="-"/>
      <w:lvlJc w:val="left"/>
      <w:pPr>
        <w:tabs>
          <w:tab w:val="num" w:pos="1077"/>
        </w:tabs>
        <w:ind w:left="1077" w:hanging="340"/>
      </w:pPr>
      <w:rPr>
        <w:rFonts w:ascii="Calibri" w:eastAsia="Times New Roman" w:hAnsi="Calibri" w:cs="Calibri" w:hint="default"/>
        <w:b/>
        <w:i w:val="0"/>
        <w:color w:val="auto"/>
        <w:sz w:val="18"/>
      </w:rPr>
    </w:lvl>
    <w:lvl w:ilvl="1">
      <w:start w:val="1"/>
      <w:numFmt w:val="bullet"/>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5C46414C"/>
    <w:multiLevelType w:val="multilevel"/>
    <w:tmpl w:val="61B6EA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CABE99FC"/>
    <w:numStyleLink w:val="ListNumbermultileve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809010432">
    <w:abstractNumId w:val="4"/>
  </w:num>
  <w:num w:numId="2" w16cid:durableId="178551286">
    <w:abstractNumId w:val="1"/>
  </w:num>
  <w:num w:numId="3" w16cid:durableId="580869789">
    <w:abstractNumId w:val="12"/>
  </w:num>
  <w:num w:numId="4" w16cid:durableId="1790077854">
    <w:abstractNumId w:val="3"/>
  </w:num>
  <w:num w:numId="5" w16cid:durableId="2043364106">
    <w:abstractNumId w:val="0"/>
  </w:num>
  <w:num w:numId="6" w16cid:durableId="1081409994">
    <w:abstractNumId w:val="6"/>
  </w:num>
  <w:num w:numId="7" w16cid:durableId="1310091444">
    <w:abstractNumId w:val="8"/>
  </w:num>
  <w:num w:numId="8" w16cid:durableId="1302737169">
    <w:abstractNumId w:val="7"/>
  </w:num>
  <w:num w:numId="9" w16cid:durableId="1384019352">
    <w:abstractNumId w:val="13"/>
  </w:num>
  <w:num w:numId="10" w16cid:durableId="105740422">
    <w:abstractNumId w:val="11"/>
  </w:num>
  <w:num w:numId="11" w16cid:durableId="93601494">
    <w:abstractNumId w:val="8"/>
  </w:num>
  <w:num w:numId="12" w16cid:durableId="1421490595">
    <w:abstractNumId w:val="8"/>
  </w:num>
  <w:num w:numId="13" w16cid:durableId="2911340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9943058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9100643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626535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585180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0687387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786123015">
    <w:abstractNumId w:val="10"/>
  </w:num>
  <w:num w:numId="20" w16cid:durableId="17563953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57581927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889722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964454911">
    <w:abstractNumId w:val="5"/>
  </w:num>
  <w:num w:numId="24" w16cid:durableId="1416829560">
    <w:abstractNumId w:val="2"/>
  </w:num>
  <w:num w:numId="25" w16cid:durableId="1834174377">
    <w:abstractNumId w:val="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6"/>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101A"/>
    <w:rsid w:val="00006188"/>
    <w:rsid w:val="00011AC7"/>
    <w:rsid w:val="0001355D"/>
    <w:rsid w:val="00015DBC"/>
    <w:rsid w:val="0001718F"/>
    <w:rsid w:val="000174E8"/>
    <w:rsid w:val="00017A23"/>
    <w:rsid w:val="00017F3C"/>
    <w:rsid w:val="000203DB"/>
    <w:rsid w:val="00025680"/>
    <w:rsid w:val="000259F7"/>
    <w:rsid w:val="00025F06"/>
    <w:rsid w:val="000276A8"/>
    <w:rsid w:val="0003198B"/>
    <w:rsid w:val="000338E9"/>
    <w:rsid w:val="000363D7"/>
    <w:rsid w:val="00041D9D"/>
    <w:rsid w:val="00041EC8"/>
    <w:rsid w:val="00046545"/>
    <w:rsid w:val="000471FA"/>
    <w:rsid w:val="000552D4"/>
    <w:rsid w:val="00061916"/>
    <w:rsid w:val="00061E45"/>
    <w:rsid w:val="0006450D"/>
    <w:rsid w:val="0006499F"/>
    <w:rsid w:val="0006588D"/>
    <w:rsid w:val="00067A5E"/>
    <w:rsid w:val="00067EE3"/>
    <w:rsid w:val="000719BB"/>
    <w:rsid w:val="00071EF2"/>
    <w:rsid w:val="00072A65"/>
    <w:rsid w:val="00072C1E"/>
    <w:rsid w:val="00074F3B"/>
    <w:rsid w:val="00082434"/>
    <w:rsid w:val="000839DD"/>
    <w:rsid w:val="00083DF3"/>
    <w:rsid w:val="00085564"/>
    <w:rsid w:val="00090767"/>
    <w:rsid w:val="00091CD6"/>
    <w:rsid w:val="00092CC9"/>
    <w:rsid w:val="000961B4"/>
    <w:rsid w:val="000A4679"/>
    <w:rsid w:val="000B12B0"/>
    <w:rsid w:val="000B20AE"/>
    <w:rsid w:val="000B4C49"/>
    <w:rsid w:val="000B4EB8"/>
    <w:rsid w:val="000B5300"/>
    <w:rsid w:val="000C2072"/>
    <w:rsid w:val="000C3CD6"/>
    <w:rsid w:val="000C41F2"/>
    <w:rsid w:val="000D0AE7"/>
    <w:rsid w:val="000D0DE7"/>
    <w:rsid w:val="000D22C4"/>
    <w:rsid w:val="000D27D1"/>
    <w:rsid w:val="000D5E72"/>
    <w:rsid w:val="000D6762"/>
    <w:rsid w:val="000D7437"/>
    <w:rsid w:val="000E15C8"/>
    <w:rsid w:val="000E1A7F"/>
    <w:rsid w:val="000E25BA"/>
    <w:rsid w:val="000E4596"/>
    <w:rsid w:val="000E5F0B"/>
    <w:rsid w:val="000F4E40"/>
    <w:rsid w:val="001032AF"/>
    <w:rsid w:val="0010352D"/>
    <w:rsid w:val="00106A0E"/>
    <w:rsid w:val="001077DE"/>
    <w:rsid w:val="00112301"/>
    <w:rsid w:val="00112864"/>
    <w:rsid w:val="00112F94"/>
    <w:rsid w:val="00114472"/>
    <w:rsid w:val="00114988"/>
    <w:rsid w:val="00114A29"/>
    <w:rsid w:val="00115069"/>
    <w:rsid w:val="001150F2"/>
    <w:rsid w:val="00116813"/>
    <w:rsid w:val="00124D0D"/>
    <w:rsid w:val="00132890"/>
    <w:rsid w:val="00136160"/>
    <w:rsid w:val="00142F26"/>
    <w:rsid w:val="00146496"/>
    <w:rsid w:val="00146BCB"/>
    <w:rsid w:val="00146DD0"/>
    <w:rsid w:val="001472A9"/>
    <w:rsid w:val="00151838"/>
    <w:rsid w:val="00157179"/>
    <w:rsid w:val="0016455F"/>
    <w:rsid w:val="001656A2"/>
    <w:rsid w:val="00170521"/>
    <w:rsid w:val="00170EC5"/>
    <w:rsid w:val="001747C1"/>
    <w:rsid w:val="00177199"/>
    <w:rsid w:val="00177D6B"/>
    <w:rsid w:val="0018364C"/>
    <w:rsid w:val="001902D3"/>
    <w:rsid w:val="00191F90"/>
    <w:rsid w:val="00192880"/>
    <w:rsid w:val="0019345F"/>
    <w:rsid w:val="00193D8F"/>
    <w:rsid w:val="001950C2"/>
    <w:rsid w:val="0019527B"/>
    <w:rsid w:val="00196E81"/>
    <w:rsid w:val="001B23A1"/>
    <w:rsid w:val="001B4E74"/>
    <w:rsid w:val="001B54EF"/>
    <w:rsid w:val="001B5ED5"/>
    <w:rsid w:val="001C3945"/>
    <w:rsid w:val="001C645F"/>
    <w:rsid w:val="001D0D67"/>
    <w:rsid w:val="001D1CC3"/>
    <w:rsid w:val="001D4B4A"/>
    <w:rsid w:val="001D53F3"/>
    <w:rsid w:val="001D5DE6"/>
    <w:rsid w:val="001D7B7B"/>
    <w:rsid w:val="001E03BE"/>
    <w:rsid w:val="001E08F5"/>
    <w:rsid w:val="001E1A3D"/>
    <w:rsid w:val="001E651D"/>
    <w:rsid w:val="001E678E"/>
    <w:rsid w:val="001F0B6F"/>
    <w:rsid w:val="001F1457"/>
    <w:rsid w:val="001F39FF"/>
    <w:rsid w:val="00202B5D"/>
    <w:rsid w:val="00204A00"/>
    <w:rsid w:val="0020586C"/>
    <w:rsid w:val="0020719F"/>
    <w:rsid w:val="002071BB"/>
    <w:rsid w:val="00207DF5"/>
    <w:rsid w:val="0021225E"/>
    <w:rsid w:val="002142C4"/>
    <w:rsid w:val="002222C1"/>
    <w:rsid w:val="00225B2D"/>
    <w:rsid w:val="00233A30"/>
    <w:rsid w:val="00233A53"/>
    <w:rsid w:val="00235EB5"/>
    <w:rsid w:val="002369BD"/>
    <w:rsid w:val="00240B81"/>
    <w:rsid w:val="00241322"/>
    <w:rsid w:val="00243A80"/>
    <w:rsid w:val="0024699F"/>
    <w:rsid w:val="00247D01"/>
    <w:rsid w:val="0025030F"/>
    <w:rsid w:val="00261024"/>
    <w:rsid w:val="00261A5B"/>
    <w:rsid w:val="002628F0"/>
    <w:rsid w:val="00262E5B"/>
    <w:rsid w:val="00263CBA"/>
    <w:rsid w:val="00266708"/>
    <w:rsid w:val="002670A6"/>
    <w:rsid w:val="00267CF3"/>
    <w:rsid w:val="002760B2"/>
    <w:rsid w:val="00276660"/>
    <w:rsid w:val="00276AFE"/>
    <w:rsid w:val="00280CE6"/>
    <w:rsid w:val="00283302"/>
    <w:rsid w:val="00284656"/>
    <w:rsid w:val="00287628"/>
    <w:rsid w:val="002924B8"/>
    <w:rsid w:val="002952C6"/>
    <w:rsid w:val="002A1957"/>
    <w:rsid w:val="002A1EF3"/>
    <w:rsid w:val="002A3B57"/>
    <w:rsid w:val="002C04EE"/>
    <w:rsid w:val="002C31BF"/>
    <w:rsid w:val="002D666C"/>
    <w:rsid w:val="002D7FD6"/>
    <w:rsid w:val="002E0CD7"/>
    <w:rsid w:val="002E0CFB"/>
    <w:rsid w:val="002E0F4A"/>
    <w:rsid w:val="002E294C"/>
    <w:rsid w:val="002E5046"/>
    <w:rsid w:val="002E5B10"/>
    <w:rsid w:val="002E5C7B"/>
    <w:rsid w:val="002F4333"/>
    <w:rsid w:val="002F67BC"/>
    <w:rsid w:val="003016FE"/>
    <w:rsid w:val="00307641"/>
    <w:rsid w:val="00311E65"/>
    <w:rsid w:val="00311F11"/>
    <w:rsid w:val="0031498D"/>
    <w:rsid w:val="00317F7D"/>
    <w:rsid w:val="00321E17"/>
    <w:rsid w:val="00322579"/>
    <w:rsid w:val="00324AE8"/>
    <w:rsid w:val="00324C4C"/>
    <w:rsid w:val="00327EEF"/>
    <w:rsid w:val="0033239F"/>
    <w:rsid w:val="00337143"/>
    <w:rsid w:val="0033722A"/>
    <w:rsid w:val="0034274B"/>
    <w:rsid w:val="0034455B"/>
    <w:rsid w:val="00344A9C"/>
    <w:rsid w:val="003452A1"/>
    <w:rsid w:val="0034719F"/>
    <w:rsid w:val="00347D3E"/>
    <w:rsid w:val="00350A35"/>
    <w:rsid w:val="0035531B"/>
    <w:rsid w:val="003571D8"/>
    <w:rsid w:val="00357BC6"/>
    <w:rsid w:val="00360076"/>
    <w:rsid w:val="00360428"/>
    <w:rsid w:val="00361422"/>
    <w:rsid w:val="003617AC"/>
    <w:rsid w:val="0036290F"/>
    <w:rsid w:val="00362D66"/>
    <w:rsid w:val="00370DFC"/>
    <w:rsid w:val="003717A3"/>
    <w:rsid w:val="00373447"/>
    <w:rsid w:val="003753A9"/>
    <w:rsid w:val="0037545D"/>
    <w:rsid w:val="00382B21"/>
    <w:rsid w:val="00385740"/>
    <w:rsid w:val="00385C37"/>
    <w:rsid w:val="00386FF1"/>
    <w:rsid w:val="00392EB6"/>
    <w:rsid w:val="00393419"/>
    <w:rsid w:val="00393C6E"/>
    <w:rsid w:val="003944D4"/>
    <w:rsid w:val="00394D03"/>
    <w:rsid w:val="003956C6"/>
    <w:rsid w:val="003A0E3D"/>
    <w:rsid w:val="003A4513"/>
    <w:rsid w:val="003B26BD"/>
    <w:rsid w:val="003B2F37"/>
    <w:rsid w:val="003B4E63"/>
    <w:rsid w:val="003B596D"/>
    <w:rsid w:val="003C00AA"/>
    <w:rsid w:val="003C103D"/>
    <w:rsid w:val="003C33F2"/>
    <w:rsid w:val="003D0EE6"/>
    <w:rsid w:val="003D1A44"/>
    <w:rsid w:val="003D42AA"/>
    <w:rsid w:val="003D756E"/>
    <w:rsid w:val="003E0BA1"/>
    <w:rsid w:val="003E3953"/>
    <w:rsid w:val="003E3CE3"/>
    <w:rsid w:val="003E420D"/>
    <w:rsid w:val="003E4C13"/>
    <w:rsid w:val="003E596C"/>
    <w:rsid w:val="003E79F5"/>
    <w:rsid w:val="003F11D4"/>
    <w:rsid w:val="003F123D"/>
    <w:rsid w:val="003F3F8A"/>
    <w:rsid w:val="003F4A97"/>
    <w:rsid w:val="003F6EA3"/>
    <w:rsid w:val="003F78E7"/>
    <w:rsid w:val="004018B6"/>
    <w:rsid w:val="004023D5"/>
    <w:rsid w:val="00404BA2"/>
    <w:rsid w:val="0040523A"/>
    <w:rsid w:val="00405C85"/>
    <w:rsid w:val="004078F3"/>
    <w:rsid w:val="00412F6F"/>
    <w:rsid w:val="00413F61"/>
    <w:rsid w:val="00422A15"/>
    <w:rsid w:val="00422E8D"/>
    <w:rsid w:val="0042745B"/>
    <w:rsid w:val="00427794"/>
    <w:rsid w:val="00431C3F"/>
    <w:rsid w:val="00441E3E"/>
    <w:rsid w:val="00447B84"/>
    <w:rsid w:val="00450F07"/>
    <w:rsid w:val="00451D51"/>
    <w:rsid w:val="0045221E"/>
    <w:rsid w:val="00452F69"/>
    <w:rsid w:val="00453CD3"/>
    <w:rsid w:val="00454716"/>
    <w:rsid w:val="00454BB9"/>
    <w:rsid w:val="00455991"/>
    <w:rsid w:val="0045632E"/>
    <w:rsid w:val="00457582"/>
    <w:rsid w:val="00460660"/>
    <w:rsid w:val="00463296"/>
    <w:rsid w:val="004639C2"/>
    <w:rsid w:val="00464000"/>
    <w:rsid w:val="004645BC"/>
    <w:rsid w:val="00464BA9"/>
    <w:rsid w:val="00467DBB"/>
    <w:rsid w:val="00470B77"/>
    <w:rsid w:val="0047162A"/>
    <w:rsid w:val="00474F4D"/>
    <w:rsid w:val="0048094F"/>
    <w:rsid w:val="00480CA0"/>
    <w:rsid w:val="00481047"/>
    <w:rsid w:val="004833D9"/>
    <w:rsid w:val="00483969"/>
    <w:rsid w:val="00484026"/>
    <w:rsid w:val="00485EAD"/>
    <w:rsid w:val="00486050"/>
    <w:rsid w:val="00486107"/>
    <w:rsid w:val="00491827"/>
    <w:rsid w:val="004A41BD"/>
    <w:rsid w:val="004B34E9"/>
    <w:rsid w:val="004B4008"/>
    <w:rsid w:val="004B7724"/>
    <w:rsid w:val="004C086E"/>
    <w:rsid w:val="004C4399"/>
    <w:rsid w:val="004C787C"/>
    <w:rsid w:val="004D3B30"/>
    <w:rsid w:val="004D6AEB"/>
    <w:rsid w:val="004D78D3"/>
    <w:rsid w:val="004E39D9"/>
    <w:rsid w:val="004E3A41"/>
    <w:rsid w:val="004E55AC"/>
    <w:rsid w:val="004E7107"/>
    <w:rsid w:val="004E7513"/>
    <w:rsid w:val="004E7736"/>
    <w:rsid w:val="004E77B2"/>
    <w:rsid w:val="004E7A1F"/>
    <w:rsid w:val="004F1D17"/>
    <w:rsid w:val="004F3CA6"/>
    <w:rsid w:val="004F4597"/>
    <w:rsid w:val="004F4B9B"/>
    <w:rsid w:val="004F6CAF"/>
    <w:rsid w:val="004F70A1"/>
    <w:rsid w:val="004F7BBC"/>
    <w:rsid w:val="00500887"/>
    <w:rsid w:val="00500DB2"/>
    <w:rsid w:val="00501A9A"/>
    <w:rsid w:val="00501B32"/>
    <w:rsid w:val="0050242E"/>
    <w:rsid w:val="0050442A"/>
    <w:rsid w:val="005044F8"/>
    <w:rsid w:val="0050583D"/>
    <w:rsid w:val="00505BEA"/>
    <w:rsid w:val="0050666E"/>
    <w:rsid w:val="00511AB9"/>
    <w:rsid w:val="00513672"/>
    <w:rsid w:val="005138DF"/>
    <w:rsid w:val="005162DA"/>
    <w:rsid w:val="00520935"/>
    <w:rsid w:val="005210B3"/>
    <w:rsid w:val="00521AC1"/>
    <w:rsid w:val="00523BB5"/>
    <w:rsid w:val="00523EA7"/>
    <w:rsid w:val="005406EB"/>
    <w:rsid w:val="00542A90"/>
    <w:rsid w:val="00544A85"/>
    <w:rsid w:val="00546FFB"/>
    <w:rsid w:val="00551E4C"/>
    <w:rsid w:val="00553375"/>
    <w:rsid w:val="0055510F"/>
    <w:rsid w:val="00555884"/>
    <w:rsid w:val="00557922"/>
    <w:rsid w:val="00560665"/>
    <w:rsid w:val="00564DDD"/>
    <w:rsid w:val="00565F22"/>
    <w:rsid w:val="0056655E"/>
    <w:rsid w:val="005710BE"/>
    <w:rsid w:val="005736B7"/>
    <w:rsid w:val="00575E5A"/>
    <w:rsid w:val="00577A3C"/>
    <w:rsid w:val="00580245"/>
    <w:rsid w:val="00584AFA"/>
    <w:rsid w:val="00587D6D"/>
    <w:rsid w:val="005909AC"/>
    <w:rsid w:val="00592454"/>
    <w:rsid w:val="00595B2D"/>
    <w:rsid w:val="005971DD"/>
    <w:rsid w:val="005A1F44"/>
    <w:rsid w:val="005A3D2F"/>
    <w:rsid w:val="005A4062"/>
    <w:rsid w:val="005A47C9"/>
    <w:rsid w:val="005B21D6"/>
    <w:rsid w:val="005B3472"/>
    <w:rsid w:val="005B5EA8"/>
    <w:rsid w:val="005B64BB"/>
    <w:rsid w:val="005C2C3B"/>
    <w:rsid w:val="005C36A0"/>
    <w:rsid w:val="005C55AA"/>
    <w:rsid w:val="005D0321"/>
    <w:rsid w:val="005D3C39"/>
    <w:rsid w:val="005D4921"/>
    <w:rsid w:val="005D7121"/>
    <w:rsid w:val="005E33AB"/>
    <w:rsid w:val="005E62AD"/>
    <w:rsid w:val="005F3817"/>
    <w:rsid w:val="005F5485"/>
    <w:rsid w:val="005F7739"/>
    <w:rsid w:val="005F7EED"/>
    <w:rsid w:val="0060115D"/>
    <w:rsid w:val="00601A8C"/>
    <w:rsid w:val="006023D7"/>
    <w:rsid w:val="0061068E"/>
    <w:rsid w:val="006113EE"/>
    <w:rsid w:val="00611407"/>
    <w:rsid w:val="006115D3"/>
    <w:rsid w:val="00616090"/>
    <w:rsid w:val="006238E7"/>
    <w:rsid w:val="00626447"/>
    <w:rsid w:val="00626C82"/>
    <w:rsid w:val="0063247D"/>
    <w:rsid w:val="00633DB6"/>
    <w:rsid w:val="00640B30"/>
    <w:rsid w:val="00642162"/>
    <w:rsid w:val="0064673D"/>
    <w:rsid w:val="00655976"/>
    <w:rsid w:val="0065610E"/>
    <w:rsid w:val="00660AD3"/>
    <w:rsid w:val="00660BEB"/>
    <w:rsid w:val="00665F2C"/>
    <w:rsid w:val="00666F70"/>
    <w:rsid w:val="006720FB"/>
    <w:rsid w:val="006776B6"/>
    <w:rsid w:val="00677E3B"/>
    <w:rsid w:val="00686462"/>
    <w:rsid w:val="00687091"/>
    <w:rsid w:val="00687E10"/>
    <w:rsid w:val="00693150"/>
    <w:rsid w:val="00693188"/>
    <w:rsid w:val="006955AB"/>
    <w:rsid w:val="00695DAA"/>
    <w:rsid w:val="006963ED"/>
    <w:rsid w:val="006A0713"/>
    <w:rsid w:val="006A307F"/>
    <w:rsid w:val="006A548C"/>
    <w:rsid w:val="006A5570"/>
    <w:rsid w:val="006A689C"/>
    <w:rsid w:val="006A6AF2"/>
    <w:rsid w:val="006A7D19"/>
    <w:rsid w:val="006B01BF"/>
    <w:rsid w:val="006B395C"/>
    <w:rsid w:val="006B3D79"/>
    <w:rsid w:val="006B4050"/>
    <w:rsid w:val="006B6D9B"/>
    <w:rsid w:val="006B6FE4"/>
    <w:rsid w:val="006C04A0"/>
    <w:rsid w:val="006C2343"/>
    <w:rsid w:val="006C442A"/>
    <w:rsid w:val="006C4AD3"/>
    <w:rsid w:val="006D34B2"/>
    <w:rsid w:val="006D36C4"/>
    <w:rsid w:val="006E0578"/>
    <w:rsid w:val="006E314D"/>
    <w:rsid w:val="006E449B"/>
    <w:rsid w:val="006E6247"/>
    <w:rsid w:val="006E66E8"/>
    <w:rsid w:val="006F67BA"/>
    <w:rsid w:val="006F6B09"/>
    <w:rsid w:val="007038DC"/>
    <w:rsid w:val="00703EFD"/>
    <w:rsid w:val="007063D3"/>
    <w:rsid w:val="00706F4C"/>
    <w:rsid w:val="00710723"/>
    <w:rsid w:val="007134F3"/>
    <w:rsid w:val="00714AE8"/>
    <w:rsid w:val="007200B1"/>
    <w:rsid w:val="00723ED1"/>
    <w:rsid w:val="00724F4C"/>
    <w:rsid w:val="00725ED5"/>
    <w:rsid w:val="007317D5"/>
    <w:rsid w:val="00734812"/>
    <w:rsid w:val="007354E9"/>
    <w:rsid w:val="007356BD"/>
    <w:rsid w:val="00740AF5"/>
    <w:rsid w:val="00743525"/>
    <w:rsid w:val="00744F6A"/>
    <w:rsid w:val="00745555"/>
    <w:rsid w:val="00746028"/>
    <w:rsid w:val="007476A8"/>
    <w:rsid w:val="0075030F"/>
    <w:rsid w:val="00750F50"/>
    <w:rsid w:val="007530A7"/>
    <w:rsid w:val="007541A2"/>
    <w:rsid w:val="00754307"/>
    <w:rsid w:val="00755818"/>
    <w:rsid w:val="0075602A"/>
    <w:rsid w:val="00756350"/>
    <w:rsid w:val="00760D0C"/>
    <w:rsid w:val="0076286B"/>
    <w:rsid w:val="00762C0E"/>
    <w:rsid w:val="00766846"/>
    <w:rsid w:val="0076790E"/>
    <w:rsid w:val="0077218F"/>
    <w:rsid w:val="00773DC0"/>
    <w:rsid w:val="0077427F"/>
    <w:rsid w:val="0077673A"/>
    <w:rsid w:val="00776A8A"/>
    <w:rsid w:val="007846E1"/>
    <w:rsid w:val="007847D6"/>
    <w:rsid w:val="00784A7F"/>
    <w:rsid w:val="00792824"/>
    <w:rsid w:val="00797E05"/>
    <w:rsid w:val="007A0923"/>
    <w:rsid w:val="007A2107"/>
    <w:rsid w:val="007A407D"/>
    <w:rsid w:val="007A43E9"/>
    <w:rsid w:val="007A5172"/>
    <w:rsid w:val="007A67A0"/>
    <w:rsid w:val="007B3D4D"/>
    <w:rsid w:val="007B570C"/>
    <w:rsid w:val="007B6941"/>
    <w:rsid w:val="007C21AA"/>
    <w:rsid w:val="007C2BEC"/>
    <w:rsid w:val="007C38F4"/>
    <w:rsid w:val="007C3E84"/>
    <w:rsid w:val="007D0559"/>
    <w:rsid w:val="007D4F89"/>
    <w:rsid w:val="007D5A8D"/>
    <w:rsid w:val="007E1529"/>
    <w:rsid w:val="007E2234"/>
    <w:rsid w:val="007E4A6E"/>
    <w:rsid w:val="007E6028"/>
    <w:rsid w:val="007F0310"/>
    <w:rsid w:val="007F1CE2"/>
    <w:rsid w:val="007F56A7"/>
    <w:rsid w:val="00800851"/>
    <w:rsid w:val="008008A3"/>
    <w:rsid w:val="0080282D"/>
    <w:rsid w:val="00802B1D"/>
    <w:rsid w:val="008032C7"/>
    <w:rsid w:val="00805FD8"/>
    <w:rsid w:val="00806B1C"/>
    <w:rsid w:val="00807DD0"/>
    <w:rsid w:val="00812B53"/>
    <w:rsid w:val="0082049A"/>
    <w:rsid w:val="00821D01"/>
    <w:rsid w:val="00822B88"/>
    <w:rsid w:val="00825555"/>
    <w:rsid w:val="00826B7B"/>
    <w:rsid w:val="00831B18"/>
    <w:rsid w:val="00831DE9"/>
    <w:rsid w:val="00833899"/>
    <w:rsid w:val="00835884"/>
    <w:rsid w:val="00840ED6"/>
    <w:rsid w:val="00844BC3"/>
    <w:rsid w:val="00845C0B"/>
    <w:rsid w:val="00845C50"/>
    <w:rsid w:val="00846789"/>
    <w:rsid w:val="00846B1E"/>
    <w:rsid w:val="008513D8"/>
    <w:rsid w:val="008578BC"/>
    <w:rsid w:val="008645EE"/>
    <w:rsid w:val="008716A2"/>
    <w:rsid w:val="00872044"/>
    <w:rsid w:val="0087311C"/>
    <w:rsid w:val="0087316A"/>
    <w:rsid w:val="00876D73"/>
    <w:rsid w:val="00885968"/>
    <w:rsid w:val="00885C00"/>
    <w:rsid w:val="00887139"/>
    <w:rsid w:val="00887F36"/>
    <w:rsid w:val="0089278E"/>
    <w:rsid w:val="008927BE"/>
    <w:rsid w:val="00893119"/>
    <w:rsid w:val="00896E31"/>
    <w:rsid w:val="008970AF"/>
    <w:rsid w:val="008A3568"/>
    <w:rsid w:val="008A4494"/>
    <w:rsid w:val="008A5B22"/>
    <w:rsid w:val="008B04F2"/>
    <w:rsid w:val="008B2021"/>
    <w:rsid w:val="008B70C7"/>
    <w:rsid w:val="008C0020"/>
    <w:rsid w:val="008C4A48"/>
    <w:rsid w:val="008C50F3"/>
    <w:rsid w:val="008C65BC"/>
    <w:rsid w:val="008C65E0"/>
    <w:rsid w:val="008C75A8"/>
    <w:rsid w:val="008C7EFE"/>
    <w:rsid w:val="008D03B9"/>
    <w:rsid w:val="008D30C7"/>
    <w:rsid w:val="008D552B"/>
    <w:rsid w:val="008D63F0"/>
    <w:rsid w:val="008D7962"/>
    <w:rsid w:val="008E05B6"/>
    <w:rsid w:val="008E1138"/>
    <w:rsid w:val="008F18D6"/>
    <w:rsid w:val="008F2C9B"/>
    <w:rsid w:val="008F2CCB"/>
    <w:rsid w:val="008F797B"/>
    <w:rsid w:val="00904340"/>
    <w:rsid w:val="009046A6"/>
    <w:rsid w:val="00904780"/>
    <w:rsid w:val="00904FAA"/>
    <w:rsid w:val="0090635B"/>
    <w:rsid w:val="009175C9"/>
    <w:rsid w:val="00917DF8"/>
    <w:rsid w:val="00920DEB"/>
    <w:rsid w:val="00922385"/>
    <w:rsid w:val="009223DF"/>
    <w:rsid w:val="00927CC1"/>
    <w:rsid w:val="00930357"/>
    <w:rsid w:val="00930B76"/>
    <w:rsid w:val="00930B79"/>
    <w:rsid w:val="00936091"/>
    <w:rsid w:val="009404DC"/>
    <w:rsid w:val="00940D8A"/>
    <w:rsid w:val="009414D7"/>
    <w:rsid w:val="00941DEB"/>
    <w:rsid w:val="00945582"/>
    <w:rsid w:val="00945AA6"/>
    <w:rsid w:val="009531C1"/>
    <w:rsid w:val="009534BF"/>
    <w:rsid w:val="00953761"/>
    <w:rsid w:val="009556C8"/>
    <w:rsid w:val="00956089"/>
    <w:rsid w:val="009560DD"/>
    <w:rsid w:val="00962258"/>
    <w:rsid w:val="00964860"/>
    <w:rsid w:val="00965855"/>
    <w:rsid w:val="00966D88"/>
    <w:rsid w:val="00967445"/>
    <w:rsid w:val="009678B7"/>
    <w:rsid w:val="00970D4B"/>
    <w:rsid w:val="009801E3"/>
    <w:rsid w:val="0098426C"/>
    <w:rsid w:val="00986749"/>
    <w:rsid w:val="00987F13"/>
    <w:rsid w:val="00992D9C"/>
    <w:rsid w:val="009967C7"/>
    <w:rsid w:val="00996CB8"/>
    <w:rsid w:val="0099756F"/>
    <w:rsid w:val="00997CCA"/>
    <w:rsid w:val="009A23F0"/>
    <w:rsid w:val="009A48A2"/>
    <w:rsid w:val="009A7A46"/>
    <w:rsid w:val="009B2E97"/>
    <w:rsid w:val="009B3F75"/>
    <w:rsid w:val="009B5146"/>
    <w:rsid w:val="009B5474"/>
    <w:rsid w:val="009B56E4"/>
    <w:rsid w:val="009B6733"/>
    <w:rsid w:val="009C125E"/>
    <w:rsid w:val="009C418E"/>
    <w:rsid w:val="009C442C"/>
    <w:rsid w:val="009C5284"/>
    <w:rsid w:val="009D0F0A"/>
    <w:rsid w:val="009D20A1"/>
    <w:rsid w:val="009D38F2"/>
    <w:rsid w:val="009D77D0"/>
    <w:rsid w:val="009E07F4"/>
    <w:rsid w:val="009E4912"/>
    <w:rsid w:val="009E7247"/>
    <w:rsid w:val="009F2042"/>
    <w:rsid w:val="009F2770"/>
    <w:rsid w:val="009F309B"/>
    <w:rsid w:val="009F392E"/>
    <w:rsid w:val="009F427D"/>
    <w:rsid w:val="009F53C5"/>
    <w:rsid w:val="00A0253D"/>
    <w:rsid w:val="00A02DB9"/>
    <w:rsid w:val="00A041DF"/>
    <w:rsid w:val="00A0740E"/>
    <w:rsid w:val="00A122D4"/>
    <w:rsid w:val="00A15262"/>
    <w:rsid w:val="00A159AC"/>
    <w:rsid w:val="00A167E7"/>
    <w:rsid w:val="00A23688"/>
    <w:rsid w:val="00A256E5"/>
    <w:rsid w:val="00A26B92"/>
    <w:rsid w:val="00A31809"/>
    <w:rsid w:val="00A3411F"/>
    <w:rsid w:val="00A358BF"/>
    <w:rsid w:val="00A374FC"/>
    <w:rsid w:val="00A4050F"/>
    <w:rsid w:val="00A41C1F"/>
    <w:rsid w:val="00A463B5"/>
    <w:rsid w:val="00A50641"/>
    <w:rsid w:val="00A524B4"/>
    <w:rsid w:val="00A530BF"/>
    <w:rsid w:val="00A6177B"/>
    <w:rsid w:val="00A66136"/>
    <w:rsid w:val="00A71189"/>
    <w:rsid w:val="00A7334D"/>
    <w:rsid w:val="00A7364A"/>
    <w:rsid w:val="00A74AA8"/>
    <w:rsid w:val="00A74DCC"/>
    <w:rsid w:val="00A753ED"/>
    <w:rsid w:val="00A757AD"/>
    <w:rsid w:val="00A77512"/>
    <w:rsid w:val="00A84C4D"/>
    <w:rsid w:val="00A912E2"/>
    <w:rsid w:val="00A94AD6"/>
    <w:rsid w:val="00A94C2F"/>
    <w:rsid w:val="00A967E6"/>
    <w:rsid w:val="00AA257A"/>
    <w:rsid w:val="00AA2C03"/>
    <w:rsid w:val="00AA3E17"/>
    <w:rsid w:val="00AA4CBB"/>
    <w:rsid w:val="00AA5255"/>
    <w:rsid w:val="00AA65FA"/>
    <w:rsid w:val="00AA7351"/>
    <w:rsid w:val="00AA7BBE"/>
    <w:rsid w:val="00AB0F4B"/>
    <w:rsid w:val="00AB1063"/>
    <w:rsid w:val="00AB2026"/>
    <w:rsid w:val="00AB3559"/>
    <w:rsid w:val="00AB4425"/>
    <w:rsid w:val="00AB5176"/>
    <w:rsid w:val="00AB5AE0"/>
    <w:rsid w:val="00AC0B93"/>
    <w:rsid w:val="00AC28F5"/>
    <w:rsid w:val="00AC738D"/>
    <w:rsid w:val="00AD056F"/>
    <w:rsid w:val="00AD0C7B"/>
    <w:rsid w:val="00AD1771"/>
    <w:rsid w:val="00AD1786"/>
    <w:rsid w:val="00AD190B"/>
    <w:rsid w:val="00AD3AE0"/>
    <w:rsid w:val="00AD5F1A"/>
    <w:rsid w:val="00AD6731"/>
    <w:rsid w:val="00AD792A"/>
    <w:rsid w:val="00AE1D4A"/>
    <w:rsid w:val="00AE3BB4"/>
    <w:rsid w:val="00AE485F"/>
    <w:rsid w:val="00AE5DCB"/>
    <w:rsid w:val="00AE69EF"/>
    <w:rsid w:val="00AF151D"/>
    <w:rsid w:val="00AF20AA"/>
    <w:rsid w:val="00AF4A09"/>
    <w:rsid w:val="00AF6150"/>
    <w:rsid w:val="00B008D5"/>
    <w:rsid w:val="00B02F73"/>
    <w:rsid w:val="00B051A9"/>
    <w:rsid w:val="00B0619F"/>
    <w:rsid w:val="00B07880"/>
    <w:rsid w:val="00B07A50"/>
    <w:rsid w:val="00B134D6"/>
    <w:rsid w:val="00B13A26"/>
    <w:rsid w:val="00B13C5A"/>
    <w:rsid w:val="00B15D0D"/>
    <w:rsid w:val="00B166EA"/>
    <w:rsid w:val="00B22106"/>
    <w:rsid w:val="00B277ED"/>
    <w:rsid w:val="00B35448"/>
    <w:rsid w:val="00B36181"/>
    <w:rsid w:val="00B366A1"/>
    <w:rsid w:val="00B37552"/>
    <w:rsid w:val="00B41649"/>
    <w:rsid w:val="00B429CF"/>
    <w:rsid w:val="00B477DA"/>
    <w:rsid w:val="00B52819"/>
    <w:rsid w:val="00B5431A"/>
    <w:rsid w:val="00B56B20"/>
    <w:rsid w:val="00B60046"/>
    <w:rsid w:val="00B61530"/>
    <w:rsid w:val="00B70120"/>
    <w:rsid w:val="00B71CC3"/>
    <w:rsid w:val="00B75EE1"/>
    <w:rsid w:val="00B77481"/>
    <w:rsid w:val="00B77C6D"/>
    <w:rsid w:val="00B8009C"/>
    <w:rsid w:val="00B80D2D"/>
    <w:rsid w:val="00B80E53"/>
    <w:rsid w:val="00B8518B"/>
    <w:rsid w:val="00B86933"/>
    <w:rsid w:val="00B92C98"/>
    <w:rsid w:val="00B971BD"/>
    <w:rsid w:val="00B97CC3"/>
    <w:rsid w:val="00BA1F74"/>
    <w:rsid w:val="00BA3937"/>
    <w:rsid w:val="00BB0379"/>
    <w:rsid w:val="00BB283A"/>
    <w:rsid w:val="00BB3CA7"/>
    <w:rsid w:val="00BB4AF2"/>
    <w:rsid w:val="00BB54A9"/>
    <w:rsid w:val="00BB7F53"/>
    <w:rsid w:val="00BC06C4"/>
    <w:rsid w:val="00BC12B5"/>
    <w:rsid w:val="00BC376A"/>
    <w:rsid w:val="00BC38CD"/>
    <w:rsid w:val="00BC6D2B"/>
    <w:rsid w:val="00BD11CE"/>
    <w:rsid w:val="00BD51C4"/>
    <w:rsid w:val="00BD7498"/>
    <w:rsid w:val="00BD7E91"/>
    <w:rsid w:val="00BD7F0D"/>
    <w:rsid w:val="00BE3236"/>
    <w:rsid w:val="00BE49F4"/>
    <w:rsid w:val="00BF0C8A"/>
    <w:rsid w:val="00BF2A73"/>
    <w:rsid w:val="00BF2F6F"/>
    <w:rsid w:val="00BF57D9"/>
    <w:rsid w:val="00C01E17"/>
    <w:rsid w:val="00C02D0A"/>
    <w:rsid w:val="00C03A6E"/>
    <w:rsid w:val="00C07CB0"/>
    <w:rsid w:val="00C1197B"/>
    <w:rsid w:val="00C12FC0"/>
    <w:rsid w:val="00C13DAE"/>
    <w:rsid w:val="00C154A5"/>
    <w:rsid w:val="00C17D66"/>
    <w:rsid w:val="00C21EE4"/>
    <w:rsid w:val="00C21FDC"/>
    <w:rsid w:val="00C226C0"/>
    <w:rsid w:val="00C23EB8"/>
    <w:rsid w:val="00C23F40"/>
    <w:rsid w:val="00C27EDA"/>
    <w:rsid w:val="00C355B5"/>
    <w:rsid w:val="00C370EE"/>
    <w:rsid w:val="00C4078E"/>
    <w:rsid w:val="00C42FE6"/>
    <w:rsid w:val="00C43A07"/>
    <w:rsid w:val="00C44F6A"/>
    <w:rsid w:val="00C47CE4"/>
    <w:rsid w:val="00C546C9"/>
    <w:rsid w:val="00C54735"/>
    <w:rsid w:val="00C6198E"/>
    <w:rsid w:val="00C62E4B"/>
    <w:rsid w:val="00C65466"/>
    <w:rsid w:val="00C708EA"/>
    <w:rsid w:val="00C72B26"/>
    <w:rsid w:val="00C73727"/>
    <w:rsid w:val="00C759F1"/>
    <w:rsid w:val="00C75EDD"/>
    <w:rsid w:val="00C7649B"/>
    <w:rsid w:val="00C776E5"/>
    <w:rsid w:val="00C778A5"/>
    <w:rsid w:val="00C90A1F"/>
    <w:rsid w:val="00C90EC2"/>
    <w:rsid w:val="00C92993"/>
    <w:rsid w:val="00C9515F"/>
    <w:rsid w:val="00C95162"/>
    <w:rsid w:val="00C953AC"/>
    <w:rsid w:val="00CA2B3A"/>
    <w:rsid w:val="00CA50B8"/>
    <w:rsid w:val="00CA5932"/>
    <w:rsid w:val="00CB3151"/>
    <w:rsid w:val="00CB6A37"/>
    <w:rsid w:val="00CB7684"/>
    <w:rsid w:val="00CC33B9"/>
    <w:rsid w:val="00CC4380"/>
    <w:rsid w:val="00CC566D"/>
    <w:rsid w:val="00CC7C8F"/>
    <w:rsid w:val="00CD1FC4"/>
    <w:rsid w:val="00CD2B30"/>
    <w:rsid w:val="00CD2E13"/>
    <w:rsid w:val="00CE12EE"/>
    <w:rsid w:val="00CE2A4F"/>
    <w:rsid w:val="00CE420A"/>
    <w:rsid w:val="00CE5F6A"/>
    <w:rsid w:val="00CF73A4"/>
    <w:rsid w:val="00CF78C2"/>
    <w:rsid w:val="00D019D7"/>
    <w:rsid w:val="00D034A0"/>
    <w:rsid w:val="00D0362E"/>
    <w:rsid w:val="00D03AC3"/>
    <w:rsid w:val="00D03C1F"/>
    <w:rsid w:val="00D057ED"/>
    <w:rsid w:val="00D10A2D"/>
    <w:rsid w:val="00D10F92"/>
    <w:rsid w:val="00D139AC"/>
    <w:rsid w:val="00D16891"/>
    <w:rsid w:val="00D1696D"/>
    <w:rsid w:val="00D1751A"/>
    <w:rsid w:val="00D21061"/>
    <w:rsid w:val="00D218E6"/>
    <w:rsid w:val="00D221E1"/>
    <w:rsid w:val="00D245DF"/>
    <w:rsid w:val="00D25D67"/>
    <w:rsid w:val="00D26838"/>
    <w:rsid w:val="00D302E5"/>
    <w:rsid w:val="00D36C50"/>
    <w:rsid w:val="00D37B14"/>
    <w:rsid w:val="00D4108E"/>
    <w:rsid w:val="00D500B1"/>
    <w:rsid w:val="00D52BA7"/>
    <w:rsid w:val="00D52FB6"/>
    <w:rsid w:val="00D57321"/>
    <w:rsid w:val="00D5757D"/>
    <w:rsid w:val="00D6163D"/>
    <w:rsid w:val="00D6259C"/>
    <w:rsid w:val="00D65443"/>
    <w:rsid w:val="00D7784F"/>
    <w:rsid w:val="00D831A3"/>
    <w:rsid w:val="00D84986"/>
    <w:rsid w:val="00D91145"/>
    <w:rsid w:val="00D91EA6"/>
    <w:rsid w:val="00D944A3"/>
    <w:rsid w:val="00D961D8"/>
    <w:rsid w:val="00D97BE3"/>
    <w:rsid w:val="00DA01F2"/>
    <w:rsid w:val="00DA0FD3"/>
    <w:rsid w:val="00DA3711"/>
    <w:rsid w:val="00DA7205"/>
    <w:rsid w:val="00DB619A"/>
    <w:rsid w:val="00DC2F80"/>
    <w:rsid w:val="00DC3174"/>
    <w:rsid w:val="00DD0C7C"/>
    <w:rsid w:val="00DD46F3"/>
    <w:rsid w:val="00DD63D8"/>
    <w:rsid w:val="00DD7A41"/>
    <w:rsid w:val="00DD7F02"/>
    <w:rsid w:val="00DE0C9E"/>
    <w:rsid w:val="00DE51A5"/>
    <w:rsid w:val="00DE56F2"/>
    <w:rsid w:val="00DE76DB"/>
    <w:rsid w:val="00DF0B72"/>
    <w:rsid w:val="00DF116D"/>
    <w:rsid w:val="00DF2665"/>
    <w:rsid w:val="00DF651A"/>
    <w:rsid w:val="00DF7C21"/>
    <w:rsid w:val="00E01EA1"/>
    <w:rsid w:val="00E035F5"/>
    <w:rsid w:val="00E05620"/>
    <w:rsid w:val="00E135E5"/>
    <w:rsid w:val="00E16FF7"/>
    <w:rsid w:val="00E17484"/>
    <w:rsid w:val="00E20A91"/>
    <w:rsid w:val="00E22C30"/>
    <w:rsid w:val="00E23814"/>
    <w:rsid w:val="00E24F78"/>
    <w:rsid w:val="00E25595"/>
    <w:rsid w:val="00E26D68"/>
    <w:rsid w:val="00E30090"/>
    <w:rsid w:val="00E308FD"/>
    <w:rsid w:val="00E32F4E"/>
    <w:rsid w:val="00E37347"/>
    <w:rsid w:val="00E437B0"/>
    <w:rsid w:val="00E44045"/>
    <w:rsid w:val="00E45358"/>
    <w:rsid w:val="00E50858"/>
    <w:rsid w:val="00E60C4A"/>
    <w:rsid w:val="00E618C4"/>
    <w:rsid w:val="00E62ABE"/>
    <w:rsid w:val="00E634EB"/>
    <w:rsid w:val="00E64245"/>
    <w:rsid w:val="00E66EF9"/>
    <w:rsid w:val="00E67713"/>
    <w:rsid w:val="00E67D40"/>
    <w:rsid w:val="00E7218A"/>
    <w:rsid w:val="00E77054"/>
    <w:rsid w:val="00E8058C"/>
    <w:rsid w:val="00E8187E"/>
    <w:rsid w:val="00E84F3D"/>
    <w:rsid w:val="00E8759A"/>
    <w:rsid w:val="00E878EE"/>
    <w:rsid w:val="00E948C0"/>
    <w:rsid w:val="00EA1BB1"/>
    <w:rsid w:val="00EA675F"/>
    <w:rsid w:val="00EA6EC7"/>
    <w:rsid w:val="00EA7F3A"/>
    <w:rsid w:val="00EB104F"/>
    <w:rsid w:val="00EB152B"/>
    <w:rsid w:val="00EB46E5"/>
    <w:rsid w:val="00EB4ECA"/>
    <w:rsid w:val="00EB5D4D"/>
    <w:rsid w:val="00EB6E2F"/>
    <w:rsid w:val="00EC03BD"/>
    <w:rsid w:val="00EC0AC2"/>
    <w:rsid w:val="00EC10AE"/>
    <w:rsid w:val="00EC1CEA"/>
    <w:rsid w:val="00EC2B14"/>
    <w:rsid w:val="00EC3176"/>
    <w:rsid w:val="00EC46D5"/>
    <w:rsid w:val="00EC6DD1"/>
    <w:rsid w:val="00ED0703"/>
    <w:rsid w:val="00ED14BD"/>
    <w:rsid w:val="00ED6360"/>
    <w:rsid w:val="00EE0833"/>
    <w:rsid w:val="00EE1399"/>
    <w:rsid w:val="00EE2244"/>
    <w:rsid w:val="00EE3C5F"/>
    <w:rsid w:val="00EE4F05"/>
    <w:rsid w:val="00EE50B6"/>
    <w:rsid w:val="00EE7882"/>
    <w:rsid w:val="00EE7915"/>
    <w:rsid w:val="00EF2058"/>
    <w:rsid w:val="00EF42B4"/>
    <w:rsid w:val="00EF4DAC"/>
    <w:rsid w:val="00EF6C46"/>
    <w:rsid w:val="00EF7C8E"/>
    <w:rsid w:val="00F00C65"/>
    <w:rsid w:val="00F016C7"/>
    <w:rsid w:val="00F01B2B"/>
    <w:rsid w:val="00F01CF1"/>
    <w:rsid w:val="00F024AB"/>
    <w:rsid w:val="00F02AAB"/>
    <w:rsid w:val="00F05F09"/>
    <w:rsid w:val="00F0634D"/>
    <w:rsid w:val="00F071EF"/>
    <w:rsid w:val="00F124F6"/>
    <w:rsid w:val="00F12DEC"/>
    <w:rsid w:val="00F1715C"/>
    <w:rsid w:val="00F20953"/>
    <w:rsid w:val="00F279D0"/>
    <w:rsid w:val="00F27A26"/>
    <w:rsid w:val="00F30EB4"/>
    <w:rsid w:val="00F310F8"/>
    <w:rsid w:val="00F32148"/>
    <w:rsid w:val="00F34D3C"/>
    <w:rsid w:val="00F35939"/>
    <w:rsid w:val="00F40039"/>
    <w:rsid w:val="00F40826"/>
    <w:rsid w:val="00F41EC2"/>
    <w:rsid w:val="00F45607"/>
    <w:rsid w:val="00F46000"/>
    <w:rsid w:val="00F46EA7"/>
    <w:rsid w:val="00F4722B"/>
    <w:rsid w:val="00F51EF4"/>
    <w:rsid w:val="00F54432"/>
    <w:rsid w:val="00F55E93"/>
    <w:rsid w:val="00F569C6"/>
    <w:rsid w:val="00F57610"/>
    <w:rsid w:val="00F6113F"/>
    <w:rsid w:val="00F61161"/>
    <w:rsid w:val="00F62556"/>
    <w:rsid w:val="00F659EB"/>
    <w:rsid w:val="00F66F02"/>
    <w:rsid w:val="00F7046B"/>
    <w:rsid w:val="00F7192A"/>
    <w:rsid w:val="00F749F9"/>
    <w:rsid w:val="00F76F41"/>
    <w:rsid w:val="00F77B9E"/>
    <w:rsid w:val="00F86BA6"/>
    <w:rsid w:val="00F911D1"/>
    <w:rsid w:val="00F92641"/>
    <w:rsid w:val="00F92F06"/>
    <w:rsid w:val="00F95854"/>
    <w:rsid w:val="00F95A2C"/>
    <w:rsid w:val="00F966F7"/>
    <w:rsid w:val="00FA4BBB"/>
    <w:rsid w:val="00FA64F2"/>
    <w:rsid w:val="00FB4C0F"/>
    <w:rsid w:val="00FB6342"/>
    <w:rsid w:val="00FC022E"/>
    <w:rsid w:val="00FC1166"/>
    <w:rsid w:val="00FC280A"/>
    <w:rsid w:val="00FC6389"/>
    <w:rsid w:val="00FC661E"/>
    <w:rsid w:val="00FC7092"/>
    <w:rsid w:val="00FD2D86"/>
    <w:rsid w:val="00FD2EA2"/>
    <w:rsid w:val="00FD32B3"/>
    <w:rsid w:val="00FD39DE"/>
    <w:rsid w:val="00FD4743"/>
    <w:rsid w:val="00FD5789"/>
    <w:rsid w:val="00FD5DB3"/>
    <w:rsid w:val="00FD6982"/>
    <w:rsid w:val="00FE4333"/>
    <w:rsid w:val="00FE6AEC"/>
    <w:rsid w:val="00FE6C08"/>
    <w:rsid w:val="00FE7D46"/>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12"/>
      </w:numPr>
      <w:spacing w:after="120"/>
      <w:jc w:val="both"/>
    </w:pPr>
  </w:style>
  <w:style w:type="paragraph" w:customStyle="1" w:styleId="Odstavec1-2i">
    <w:name w:val="_Odstavec_1-2_(i)"/>
    <w:basedOn w:val="Normln"/>
    <w:qFormat/>
    <w:rsid w:val="00CB3151"/>
    <w:pPr>
      <w:numPr>
        <w:ilvl w:val="1"/>
        <w:numId w:val="12"/>
      </w:numPr>
      <w:spacing w:after="60"/>
      <w:jc w:val="both"/>
    </w:pPr>
  </w:style>
  <w:style w:type="paragraph" w:customStyle="1" w:styleId="Odstavec1-31">
    <w:name w:val="_Odstavec_1-3_1)"/>
    <w:qFormat/>
    <w:rsid w:val="00CB3151"/>
    <w:pPr>
      <w:numPr>
        <w:ilvl w:val="2"/>
        <w:numId w:val="12"/>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86A3BE89-96CA-4BA6-A9ED-573A6F9FE1F5}">
  <ds:schemaRefs>
    <ds:schemaRef ds:uri="http://schemas.openxmlformats.org/officeDocument/2006/bibliography"/>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VTP_nové_logo-6</Template>
  <TotalTime>8</TotalTime>
  <Pages>41</Pages>
  <Words>17904</Words>
  <Characters>105638</Characters>
  <Application>Microsoft Office Word</Application>
  <DocSecurity>0</DocSecurity>
  <Lines>880</Lines>
  <Paragraphs>246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123296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Rečková Radomíra, Ing.</cp:lastModifiedBy>
  <cp:revision>6</cp:revision>
  <cp:lastPrinted>2019-03-07T14:42:00Z</cp:lastPrinted>
  <dcterms:created xsi:type="dcterms:W3CDTF">2023-11-13T08:12:00Z</dcterms:created>
  <dcterms:modified xsi:type="dcterms:W3CDTF">2023-12-05T13:03:00Z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